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2FF" w:rsidRDefault="00C532FF" w:rsidP="00A563A9"/>
    <w:p w:rsidR="00C532FF" w:rsidRDefault="00C532FF" w:rsidP="00A563A9">
      <w:r w:rsidRPr="00C532FF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3A9" w:rsidRDefault="00A563A9" w:rsidP="00A563A9">
      <w:r>
        <w:lastRenderedPageBreak/>
        <w:t>REPORT MASSES AS +/-5mDa, referenced against</w:t>
      </w:r>
    </w:p>
    <w:p w:rsidR="00A563A9" w:rsidRDefault="00A563A9" w:rsidP="00A563A9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A563A9" w:rsidRDefault="00A563A9" w:rsidP="00A563A9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A563A9" w:rsidRDefault="00A563A9" w:rsidP="00A563A9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C532FF" w:rsidRDefault="00C532FF" w:rsidP="00A563A9"/>
    <w:p w:rsidR="00C532FF" w:rsidRDefault="00C532FF" w:rsidP="00C532FF">
      <w:r>
        <w:t>Elemental Composition Report</w:t>
      </w:r>
    </w:p>
    <w:p w:rsidR="00C532FF" w:rsidRDefault="00C532FF" w:rsidP="00C532FF"/>
    <w:p w:rsidR="00C532FF" w:rsidRDefault="00C532FF" w:rsidP="00C532FF">
      <w:r>
        <w:t xml:space="preserve">Single Mass Analysis </w:t>
      </w:r>
    </w:p>
    <w:p w:rsidR="00C532FF" w:rsidRDefault="00C532FF" w:rsidP="00C532FF">
      <w:r>
        <w:t>Tolerance = 7.0 PPM   /   DBE: min = -15.0, max = 100.0</w:t>
      </w:r>
    </w:p>
    <w:p w:rsidR="00C532FF" w:rsidRDefault="00C532FF" w:rsidP="00C532FF">
      <w:r>
        <w:t>Selected filters: None</w:t>
      </w:r>
    </w:p>
    <w:p w:rsidR="00C532FF" w:rsidRDefault="00C532FF" w:rsidP="00C532FF"/>
    <w:p w:rsidR="00C532FF" w:rsidRDefault="00C532FF" w:rsidP="00C532FF">
      <w:r>
        <w:t>Monoisotopic Mass, Even Electron Ions</w:t>
      </w:r>
    </w:p>
    <w:p w:rsidR="00C532FF" w:rsidRDefault="00C532FF" w:rsidP="00C532FF">
      <w:r>
        <w:t xml:space="preserve">6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C532FF" w:rsidRDefault="00C532FF" w:rsidP="00C532FF">
      <w:r>
        <w:t>Elements Used:</w:t>
      </w:r>
    </w:p>
    <w:p w:rsidR="00C532FF" w:rsidRDefault="00C532FF" w:rsidP="00C532FF">
      <w:r>
        <w:t xml:space="preserve">C: 15-15    H: 14-27    O: 1-5    Na: 0-1    </w:t>
      </w:r>
    </w:p>
    <w:p w:rsidR="00C532FF" w:rsidRDefault="00C532FF" w:rsidP="00C532F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C532FF" w:rsidRDefault="00C532FF" w:rsidP="00C532F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C532FF" w:rsidRDefault="00C532FF" w:rsidP="00C532F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:rsidR="00C532FF" w:rsidRDefault="00C532FF" w:rsidP="00C532FF">
      <w:r>
        <w:t xml:space="preserve">243.1026   </w:t>
      </w:r>
      <w:r>
        <w:tab/>
        <w:t xml:space="preserve">243.1021       </w:t>
      </w:r>
      <w:r>
        <w:tab/>
        <w:t xml:space="preserve">0.5      </w:t>
      </w:r>
      <w:r>
        <w:tab/>
        <w:t xml:space="preserve">2.1      </w:t>
      </w:r>
      <w:r>
        <w:tab/>
        <w:t xml:space="preserve">8.5      </w:t>
      </w:r>
      <w:r>
        <w:tab/>
        <w:t xml:space="preserve">8.3        </w:t>
      </w:r>
      <w:r>
        <w:tab/>
      </w:r>
      <w:proofErr w:type="gramStart"/>
      <w:r>
        <w:t>C15  H15</w:t>
      </w:r>
      <w:proofErr w:type="gramEnd"/>
      <w:r>
        <w:t xml:space="preserve">  O3</w:t>
      </w:r>
    </w:p>
    <w:p w:rsidR="00C532FF" w:rsidRDefault="00C532FF" w:rsidP="00C532FF">
      <w:r>
        <w:lastRenderedPageBreak/>
        <w:t>232.8241</w:t>
      </w:r>
      <w:r>
        <w:tab/>
        <w:t>1.013e0</w:t>
      </w:r>
    </w:p>
    <w:p w:rsidR="00C532FF" w:rsidRDefault="00C532FF" w:rsidP="00C532FF">
      <w:r>
        <w:t>232.8262</w:t>
      </w:r>
      <w:r>
        <w:tab/>
        <w:t>2.025e0</w:t>
      </w:r>
    </w:p>
    <w:p w:rsidR="00C532FF" w:rsidRDefault="00C532FF" w:rsidP="00C532FF">
      <w:r>
        <w:t>232.8416</w:t>
      </w:r>
      <w:r>
        <w:tab/>
        <w:t>1.013e0</w:t>
      </w:r>
    </w:p>
    <w:p w:rsidR="00C532FF" w:rsidRDefault="00C532FF" w:rsidP="00C532FF">
      <w:r>
        <w:t>232.8607</w:t>
      </w:r>
      <w:r>
        <w:tab/>
        <w:t>1.013e0</w:t>
      </w:r>
    </w:p>
    <w:p w:rsidR="00C532FF" w:rsidRDefault="00C532FF" w:rsidP="00C532FF">
      <w:r>
        <w:t>232.8725</w:t>
      </w:r>
      <w:r>
        <w:tab/>
        <w:t>2.025e0</w:t>
      </w:r>
    </w:p>
    <w:p w:rsidR="00C532FF" w:rsidRDefault="00C532FF" w:rsidP="00C532FF">
      <w:r>
        <w:t>232.8853</w:t>
      </w:r>
      <w:r>
        <w:tab/>
        <w:t>1.013e0</w:t>
      </w:r>
    </w:p>
    <w:p w:rsidR="00C532FF" w:rsidRDefault="00C532FF" w:rsidP="00C532FF">
      <w:r>
        <w:t>232.8938</w:t>
      </w:r>
      <w:r>
        <w:tab/>
        <w:t>1.013e0</w:t>
      </w:r>
    </w:p>
    <w:p w:rsidR="00C532FF" w:rsidRDefault="00C532FF" w:rsidP="00C532FF">
      <w:r>
        <w:t>232.9060</w:t>
      </w:r>
      <w:r>
        <w:tab/>
        <w:t>1.013e0</w:t>
      </w:r>
    </w:p>
    <w:p w:rsidR="00C532FF" w:rsidRDefault="00C532FF" w:rsidP="00C532FF">
      <w:r>
        <w:t>232.9252</w:t>
      </w:r>
      <w:r>
        <w:tab/>
        <w:t>1.013e0</w:t>
      </w:r>
    </w:p>
    <w:p w:rsidR="00C532FF" w:rsidRDefault="00C532FF" w:rsidP="00C532FF">
      <w:r>
        <w:t>232.9378</w:t>
      </w:r>
      <w:r>
        <w:tab/>
        <w:t>1.013e0</w:t>
      </w:r>
    </w:p>
    <w:p w:rsidR="00C532FF" w:rsidRDefault="00C532FF" w:rsidP="00C532FF">
      <w:r>
        <w:t>232.9586</w:t>
      </w:r>
      <w:r>
        <w:tab/>
        <w:t>1.013e0</w:t>
      </w:r>
    </w:p>
    <w:p w:rsidR="00C532FF" w:rsidRDefault="00C532FF" w:rsidP="00C532FF">
      <w:r>
        <w:t>232.9780</w:t>
      </w:r>
      <w:r>
        <w:tab/>
        <w:t>2.025e0</w:t>
      </w:r>
    </w:p>
    <w:p w:rsidR="00C532FF" w:rsidRDefault="00C532FF" w:rsidP="00C532FF">
      <w:r>
        <w:t>232.9802</w:t>
      </w:r>
      <w:r>
        <w:tab/>
        <w:t>2.025e0</w:t>
      </w:r>
    </w:p>
    <w:p w:rsidR="00C532FF" w:rsidRDefault="00C532FF" w:rsidP="00C532FF">
      <w:r>
        <w:t>232.9819</w:t>
      </w:r>
      <w:r>
        <w:tab/>
        <w:t>1.013e0</w:t>
      </w:r>
    </w:p>
    <w:p w:rsidR="00C532FF" w:rsidRDefault="00C532FF" w:rsidP="00C532FF">
      <w:r>
        <w:t>232.9933</w:t>
      </w:r>
      <w:r>
        <w:tab/>
        <w:t>2.025e0</w:t>
      </w:r>
    </w:p>
    <w:p w:rsidR="00C532FF" w:rsidRDefault="00C532FF" w:rsidP="00C532FF">
      <w:r>
        <w:t>233.0127</w:t>
      </w:r>
      <w:r>
        <w:tab/>
        <w:t>4.051e0</w:t>
      </w:r>
    </w:p>
    <w:p w:rsidR="00C532FF" w:rsidRDefault="00C532FF" w:rsidP="00C532FF">
      <w:r>
        <w:t>233.0312</w:t>
      </w:r>
      <w:r>
        <w:tab/>
        <w:t>2.025e0</w:t>
      </w:r>
    </w:p>
    <w:p w:rsidR="00C532FF" w:rsidRDefault="00C532FF" w:rsidP="00C532FF">
      <w:r>
        <w:t>233.0647</w:t>
      </w:r>
      <w:r>
        <w:tab/>
        <w:t>1.013e0</w:t>
      </w:r>
    </w:p>
    <w:p w:rsidR="00C532FF" w:rsidRDefault="00C532FF" w:rsidP="00C532FF">
      <w:r>
        <w:t>233.0817</w:t>
      </w:r>
      <w:r>
        <w:tab/>
        <w:t>1.236e0</w:t>
      </w:r>
    </w:p>
    <w:p w:rsidR="00C532FF" w:rsidRDefault="00C532FF" w:rsidP="00C532FF">
      <w:r>
        <w:lastRenderedPageBreak/>
        <w:t>233.0859</w:t>
      </w:r>
      <w:r>
        <w:tab/>
        <w:t>1.766e0</w:t>
      </w:r>
    </w:p>
    <w:p w:rsidR="00C532FF" w:rsidRDefault="00C532FF" w:rsidP="00C532FF">
      <w:r>
        <w:t>233.1044</w:t>
      </w:r>
      <w:r>
        <w:tab/>
        <w:t>5.063e0</w:t>
      </w:r>
    </w:p>
    <w:p w:rsidR="00C532FF" w:rsidRDefault="00C532FF" w:rsidP="00C532FF">
      <w:r>
        <w:t>233.1064</w:t>
      </w:r>
      <w:r>
        <w:tab/>
        <w:t>2.025e0</w:t>
      </w:r>
    </w:p>
    <w:p w:rsidR="00C532FF" w:rsidRDefault="00C532FF" w:rsidP="00C532FF">
      <w:r>
        <w:t>233.1075</w:t>
      </w:r>
      <w:r>
        <w:tab/>
        <w:t>5.063e0</w:t>
      </w:r>
    </w:p>
    <w:p w:rsidR="00C532FF" w:rsidRDefault="00C532FF" w:rsidP="00C532FF">
      <w:r>
        <w:t>233.1188</w:t>
      </w:r>
      <w:r>
        <w:tab/>
        <w:t>3.895e0</w:t>
      </w:r>
    </w:p>
    <w:p w:rsidR="00C532FF" w:rsidRDefault="00C532FF" w:rsidP="00C532FF">
      <w:r>
        <w:t>233.1444</w:t>
      </w:r>
      <w:r>
        <w:tab/>
        <w:t>2.025e0</w:t>
      </w:r>
    </w:p>
    <w:p w:rsidR="00C532FF" w:rsidRDefault="00C532FF" w:rsidP="00C532FF">
      <w:r>
        <w:t>233.1454</w:t>
      </w:r>
      <w:r>
        <w:tab/>
        <w:t>3.038e0</w:t>
      </w:r>
    </w:p>
    <w:p w:rsidR="00C532FF" w:rsidRDefault="00C532FF" w:rsidP="00C532FF">
      <w:r>
        <w:t>233.1483</w:t>
      </w:r>
      <w:r>
        <w:tab/>
        <w:t>1.013e0</w:t>
      </w:r>
    </w:p>
    <w:p w:rsidR="00C532FF" w:rsidRDefault="00C532FF" w:rsidP="00C532FF">
      <w:r>
        <w:t>233.1613</w:t>
      </w:r>
      <w:r>
        <w:tab/>
        <w:t>2.025e0</w:t>
      </w:r>
    </w:p>
    <w:p w:rsidR="00C532FF" w:rsidRDefault="00C532FF" w:rsidP="00C532FF">
      <w:r>
        <w:t>233.1694</w:t>
      </w:r>
      <w:r>
        <w:tab/>
        <w:t>3.038e0</w:t>
      </w:r>
    </w:p>
    <w:p w:rsidR="00C532FF" w:rsidRDefault="00C532FF" w:rsidP="00C532FF">
      <w:r>
        <w:t>233.1714</w:t>
      </w:r>
      <w:r>
        <w:tab/>
        <w:t>3.038e0</w:t>
      </w:r>
    </w:p>
    <w:p w:rsidR="00C532FF" w:rsidRDefault="00C532FF" w:rsidP="00C532FF">
      <w:r>
        <w:t>233.1819</w:t>
      </w:r>
      <w:r>
        <w:tab/>
        <w:t>1.013e0</w:t>
      </w:r>
    </w:p>
    <w:p w:rsidR="00C532FF" w:rsidRDefault="00C532FF" w:rsidP="00C532FF">
      <w:r>
        <w:t>233.1858</w:t>
      </w:r>
      <w:r>
        <w:tab/>
        <w:t>1.013e0</w:t>
      </w:r>
    </w:p>
    <w:p w:rsidR="00C532FF" w:rsidRDefault="00C532FF" w:rsidP="00C532FF">
      <w:r>
        <w:t>233.2000</w:t>
      </w:r>
      <w:r>
        <w:tab/>
        <w:t>4.051e0</w:t>
      </w:r>
    </w:p>
    <w:p w:rsidR="00C532FF" w:rsidRDefault="00C532FF" w:rsidP="00C532FF">
      <w:r>
        <w:t>233.2137</w:t>
      </w:r>
      <w:r>
        <w:tab/>
        <w:t>1.013e0</w:t>
      </w:r>
    </w:p>
    <w:p w:rsidR="00C532FF" w:rsidRDefault="00C532FF" w:rsidP="00C532FF">
      <w:r>
        <w:t>233.2241</w:t>
      </w:r>
      <w:r>
        <w:tab/>
        <w:t>2.158e0</w:t>
      </w:r>
    </w:p>
    <w:p w:rsidR="00C532FF" w:rsidRDefault="00C532FF" w:rsidP="00C532FF">
      <w:r>
        <w:t>233.2387</w:t>
      </w:r>
      <w:r>
        <w:tab/>
        <w:t>1.013e0</w:t>
      </w:r>
    </w:p>
    <w:p w:rsidR="00C532FF" w:rsidRDefault="00C532FF" w:rsidP="00C532FF">
      <w:r>
        <w:t>233.2540</w:t>
      </w:r>
      <w:r>
        <w:tab/>
        <w:t>1.013e0</w:t>
      </w:r>
    </w:p>
    <w:p w:rsidR="00C532FF" w:rsidRDefault="00C532FF" w:rsidP="00C532FF">
      <w:r>
        <w:t>233.2579</w:t>
      </w:r>
      <w:r>
        <w:tab/>
        <w:t>1.013e0</w:t>
      </w:r>
    </w:p>
    <w:p w:rsidR="00C532FF" w:rsidRDefault="00C532FF" w:rsidP="00C532FF">
      <w:r>
        <w:lastRenderedPageBreak/>
        <w:t>233.2750</w:t>
      </w:r>
      <w:r>
        <w:tab/>
        <w:t>1.013e0</w:t>
      </w:r>
    </w:p>
    <w:p w:rsidR="00C532FF" w:rsidRDefault="00C532FF" w:rsidP="00C532FF">
      <w:r>
        <w:t>233.2991</w:t>
      </w:r>
      <w:r>
        <w:tab/>
        <w:t>1.013e0</w:t>
      </w:r>
    </w:p>
    <w:p w:rsidR="00C532FF" w:rsidRDefault="00C532FF" w:rsidP="00C532FF">
      <w:r>
        <w:t>233.3052</w:t>
      </w:r>
      <w:r>
        <w:tab/>
        <w:t>2.025e0</w:t>
      </w:r>
    </w:p>
    <w:p w:rsidR="00C532FF" w:rsidRDefault="00C532FF" w:rsidP="00C532FF">
      <w:r>
        <w:t>233.3146</w:t>
      </w:r>
      <w:r>
        <w:tab/>
        <w:t>1.013e0</w:t>
      </w:r>
    </w:p>
    <w:p w:rsidR="00C532FF" w:rsidRDefault="00C532FF" w:rsidP="00C532FF">
      <w:r>
        <w:t>233.3273</w:t>
      </w:r>
      <w:r>
        <w:tab/>
        <w:t>1.013e0</w:t>
      </w:r>
    </w:p>
    <w:p w:rsidR="00C532FF" w:rsidRDefault="00C532FF" w:rsidP="00C532FF">
      <w:r>
        <w:t>233.3483</w:t>
      </w:r>
      <w:r>
        <w:tab/>
        <w:t>1.013e0</w:t>
      </w:r>
    </w:p>
    <w:p w:rsidR="00C532FF" w:rsidRDefault="00C532FF" w:rsidP="00C532FF">
      <w:r>
        <w:t>233.3640</w:t>
      </w:r>
      <w:r>
        <w:tab/>
        <w:t>1.013e0</w:t>
      </w:r>
    </w:p>
    <w:p w:rsidR="00C532FF" w:rsidRDefault="00C532FF" w:rsidP="00C532FF">
      <w:r>
        <w:t>233.3770</w:t>
      </w:r>
      <w:r>
        <w:tab/>
        <w:t>2.025e0</w:t>
      </w:r>
    </w:p>
    <w:p w:rsidR="00C532FF" w:rsidRDefault="00C532FF" w:rsidP="00C532FF">
      <w:r>
        <w:t>233.3802</w:t>
      </w:r>
      <w:r>
        <w:tab/>
        <w:t>1.013e0</w:t>
      </w:r>
    </w:p>
    <w:p w:rsidR="00C532FF" w:rsidRDefault="00C532FF" w:rsidP="00C532FF">
      <w:r>
        <w:t>233.4048</w:t>
      </w:r>
      <w:r>
        <w:tab/>
        <w:t>1.013e0</w:t>
      </w:r>
    </w:p>
    <w:p w:rsidR="00C532FF" w:rsidRDefault="00C532FF" w:rsidP="00C532FF">
      <w:r>
        <w:t>233.4168</w:t>
      </w:r>
      <w:r>
        <w:tab/>
        <w:t>1.013e0</w:t>
      </w:r>
    </w:p>
    <w:p w:rsidR="00C532FF" w:rsidRDefault="00C532FF" w:rsidP="00C532FF">
      <w:r>
        <w:t>233.4204</w:t>
      </w:r>
      <w:r>
        <w:tab/>
        <w:t>2.025e0</w:t>
      </w:r>
    </w:p>
    <w:p w:rsidR="00C532FF" w:rsidRDefault="00C532FF" w:rsidP="00C532FF">
      <w:r>
        <w:t>233.4281</w:t>
      </w:r>
      <w:r>
        <w:tab/>
        <w:t>1.013e0</w:t>
      </w:r>
    </w:p>
    <w:p w:rsidR="00C532FF" w:rsidRDefault="00C532FF" w:rsidP="00C532FF">
      <w:r>
        <w:t>233.4655</w:t>
      </w:r>
      <w:r>
        <w:tab/>
        <w:t>1.013e0</w:t>
      </w:r>
    </w:p>
    <w:p w:rsidR="00C532FF" w:rsidRDefault="00C532FF" w:rsidP="00C532FF">
      <w:r>
        <w:t>233.4694</w:t>
      </w:r>
      <w:r>
        <w:tab/>
        <w:t>1.013e0</w:t>
      </w:r>
    </w:p>
    <w:p w:rsidR="00C532FF" w:rsidRDefault="00C532FF" w:rsidP="00C532FF">
      <w:r>
        <w:t>233.4898</w:t>
      </w:r>
      <w:r>
        <w:tab/>
        <w:t>1.013e0</w:t>
      </w:r>
    </w:p>
    <w:p w:rsidR="00C532FF" w:rsidRDefault="00C532FF" w:rsidP="00C532FF">
      <w:r>
        <w:t>233.4984</w:t>
      </w:r>
      <w:r>
        <w:tab/>
        <w:t>2.025e0</w:t>
      </w:r>
    </w:p>
    <w:p w:rsidR="00C532FF" w:rsidRDefault="00C532FF" w:rsidP="00C532FF">
      <w:r>
        <w:t>233.5109</w:t>
      </w:r>
      <w:r>
        <w:tab/>
        <w:t>1.013e0</w:t>
      </w:r>
    </w:p>
    <w:p w:rsidR="00C532FF" w:rsidRDefault="00C532FF" w:rsidP="00C532FF">
      <w:r>
        <w:t>233.5265</w:t>
      </w:r>
      <w:r>
        <w:tab/>
        <w:t>1.013e0</w:t>
      </w:r>
    </w:p>
    <w:p w:rsidR="00C532FF" w:rsidRDefault="00C532FF" w:rsidP="00C532FF">
      <w:r>
        <w:lastRenderedPageBreak/>
        <w:t>233.5301</w:t>
      </w:r>
      <w:r>
        <w:tab/>
        <w:t>1.013e0</w:t>
      </w:r>
    </w:p>
    <w:p w:rsidR="00C532FF" w:rsidRDefault="00C532FF" w:rsidP="00C532FF">
      <w:r>
        <w:t>233.5468</w:t>
      </w:r>
      <w:r>
        <w:tab/>
        <w:t>1.013e0</w:t>
      </w:r>
    </w:p>
    <w:p w:rsidR="00C532FF" w:rsidRDefault="00C532FF" w:rsidP="00C532FF">
      <w:r>
        <w:t>233.5567</w:t>
      </w:r>
      <w:r>
        <w:tab/>
        <w:t>2.025e0</w:t>
      </w:r>
    </w:p>
    <w:p w:rsidR="00C532FF" w:rsidRDefault="00C532FF" w:rsidP="00C532FF">
      <w:r>
        <w:t>233.5676</w:t>
      </w:r>
      <w:r>
        <w:tab/>
        <w:t>1.013e0</w:t>
      </w:r>
    </w:p>
    <w:p w:rsidR="00C532FF" w:rsidRDefault="00C532FF" w:rsidP="00C532FF">
      <w:r>
        <w:t>233.5794</w:t>
      </w:r>
      <w:r>
        <w:tab/>
        <w:t>1.013e0</w:t>
      </w:r>
    </w:p>
    <w:p w:rsidR="00C532FF" w:rsidRDefault="00C532FF" w:rsidP="00C532FF">
      <w:r>
        <w:t>233.5871</w:t>
      </w:r>
      <w:r>
        <w:tab/>
        <w:t>1.013e0</w:t>
      </w:r>
    </w:p>
    <w:p w:rsidR="00C532FF" w:rsidRDefault="00C532FF" w:rsidP="00C532FF">
      <w:r>
        <w:t>233.6113</w:t>
      </w:r>
      <w:r>
        <w:tab/>
        <w:t>3.038e0</w:t>
      </w:r>
    </w:p>
    <w:p w:rsidR="00C532FF" w:rsidRDefault="00C532FF" w:rsidP="00C532FF">
      <w:r>
        <w:t>233.6280</w:t>
      </w:r>
      <w:r>
        <w:tab/>
        <w:t>1.013e0</w:t>
      </w:r>
    </w:p>
    <w:p w:rsidR="00C532FF" w:rsidRDefault="00C532FF" w:rsidP="00C532FF">
      <w:r>
        <w:t>233.6320</w:t>
      </w:r>
      <w:r>
        <w:tab/>
        <w:t>1.013e0</w:t>
      </w:r>
    </w:p>
    <w:p w:rsidR="00C532FF" w:rsidRDefault="00C532FF" w:rsidP="00C532FF">
      <w:r>
        <w:t>233.6397</w:t>
      </w:r>
      <w:r>
        <w:tab/>
        <w:t>2.025e0</w:t>
      </w:r>
    </w:p>
    <w:p w:rsidR="00C532FF" w:rsidRDefault="00C532FF" w:rsidP="00C532FF">
      <w:r>
        <w:t>233.6565</w:t>
      </w:r>
      <w:r>
        <w:tab/>
        <w:t>1.013e0</w:t>
      </w:r>
    </w:p>
    <w:p w:rsidR="00C532FF" w:rsidRDefault="00C532FF" w:rsidP="00C532FF">
      <w:r>
        <w:t>233.6650</w:t>
      </w:r>
      <w:r>
        <w:tab/>
        <w:t>1.013e0</w:t>
      </w:r>
    </w:p>
    <w:p w:rsidR="00C532FF" w:rsidRDefault="00C532FF" w:rsidP="00C532FF">
      <w:r>
        <w:t>233.6735</w:t>
      </w:r>
      <w:r>
        <w:tab/>
        <w:t>1.013e0</w:t>
      </w:r>
    </w:p>
    <w:p w:rsidR="00C532FF" w:rsidRDefault="00C532FF" w:rsidP="00C532FF">
      <w:r>
        <w:t>233.6812</w:t>
      </w:r>
      <w:r>
        <w:tab/>
        <w:t>2.025e0</w:t>
      </w:r>
    </w:p>
    <w:p w:rsidR="00C532FF" w:rsidRDefault="00C532FF" w:rsidP="00C532FF">
      <w:r>
        <w:t>233.7177</w:t>
      </w:r>
      <w:r>
        <w:tab/>
        <w:t>1.013e0</w:t>
      </w:r>
    </w:p>
    <w:p w:rsidR="00C532FF" w:rsidRDefault="00C532FF" w:rsidP="00C532FF">
      <w:r>
        <w:t>233.7380</w:t>
      </w:r>
      <w:r>
        <w:tab/>
        <w:t>1.013e0</w:t>
      </w:r>
    </w:p>
    <w:p w:rsidR="00C532FF" w:rsidRDefault="00C532FF" w:rsidP="00C532FF">
      <w:r>
        <w:t>233.7417</w:t>
      </w:r>
      <w:r>
        <w:tab/>
        <w:t>1.013e0</w:t>
      </w:r>
    </w:p>
    <w:p w:rsidR="00C532FF" w:rsidRDefault="00C532FF" w:rsidP="00C532FF">
      <w:r>
        <w:t>233.7573</w:t>
      </w:r>
      <w:r>
        <w:tab/>
        <w:t>2.025e0</w:t>
      </w:r>
    </w:p>
    <w:p w:rsidR="00C532FF" w:rsidRDefault="00C532FF" w:rsidP="00C532FF">
      <w:r>
        <w:t>233.7617</w:t>
      </w:r>
      <w:r>
        <w:tab/>
        <w:t>2.025e0</w:t>
      </w:r>
    </w:p>
    <w:p w:rsidR="00C532FF" w:rsidRDefault="00C532FF" w:rsidP="00C532FF">
      <w:r>
        <w:lastRenderedPageBreak/>
        <w:t>233.7830</w:t>
      </w:r>
      <w:r>
        <w:tab/>
        <w:t>2.025e0</w:t>
      </w:r>
    </w:p>
    <w:p w:rsidR="00C532FF" w:rsidRDefault="00C532FF" w:rsidP="00C532FF">
      <w:r>
        <w:t>233.8024</w:t>
      </w:r>
      <w:r>
        <w:tab/>
        <w:t>1.013e0</w:t>
      </w:r>
    </w:p>
    <w:p w:rsidR="00C532FF" w:rsidRDefault="00C532FF" w:rsidP="00C532FF">
      <w:r>
        <w:t>233.8192</w:t>
      </w:r>
      <w:r>
        <w:tab/>
        <w:t>2.025e0</w:t>
      </w:r>
    </w:p>
    <w:p w:rsidR="00C532FF" w:rsidRDefault="00C532FF" w:rsidP="00C532FF">
      <w:r>
        <w:t>233.8477</w:t>
      </w:r>
      <w:r>
        <w:tab/>
        <w:t>1.013e0</w:t>
      </w:r>
    </w:p>
    <w:p w:rsidR="00C532FF" w:rsidRDefault="00C532FF" w:rsidP="00C532FF">
      <w:r>
        <w:t>233.8716</w:t>
      </w:r>
      <w:r>
        <w:tab/>
        <w:t>1.013e0</w:t>
      </w:r>
    </w:p>
    <w:p w:rsidR="00C532FF" w:rsidRDefault="00C532FF" w:rsidP="00C532FF">
      <w:r>
        <w:t>233.8876</w:t>
      </w:r>
      <w:r>
        <w:tab/>
        <w:t>2.025e0</w:t>
      </w:r>
    </w:p>
    <w:p w:rsidR="00C532FF" w:rsidRDefault="00C532FF" w:rsidP="00C532FF">
      <w:r>
        <w:t>233.8888</w:t>
      </w:r>
      <w:r>
        <w:tab/>
        <w:t>1.013e0</w:t>
      </w:r>
    </w:p>
    <w:p w:rsidR="00C532FF" w:rsidRDefault="00C532FF" w:rsidP="00C532FF">
      <w:r>
        <w:t>233.8926</w:t>
      </w:r>
      <w:r>
        <w:tab/>
        <w:t>1.013e0</w:t>
      </w:r>
    </w:p>
    <w:p w:rsidR="00C532FF" w:rsidRDefault="00C532FF" w:rsidP="00C532FF">
      <w:r>
        <w:t>233.9044</w:t>
      </w:r>
      <w:r>
        <w:tab/>
        <w:t>2.025e0</w:t>
      </w:r>
    </w:p>
    <w:p w:rsidR="00C532FF" w:rsidRDefault="00C532FF" w:rsidP="00C532FF">
      <w:r>
        <w:t>233.9328</w:t>
      </w:r>
      <w:r>
        <w:tab/>
        <w:t>1.013e0</w:t>
      </w:r>
    </w:p>
    <w:p w:rsidR="00C532FF" w:rsidRDefault="00C532FF" w:rsidP="00C532FF">
      <w:r>
        <w:t>233.9496</w:t>
      </w:r>
      <w:r>
        <w:tab/>
        <w:t>1.013e0</w:t>
      </w:r>
    </w:p>
    <w:p w:rsidR="00C532FF" w:rsidRDefault="00C532FF" w:rsidP="00C532FF">
      <w:r>
        <w:t>233.9516</w:t>
      </w:r>
      <w:r>
        <w:tab/>
        <w:t>2.025e0</w:t>
      </w:r>
    </w:p>
    <w:p w:rsidR="00C532FF" w:rsidRDefault="00C532FF" w:rsidP="00C532FF">
      <w:r>
        <w:t>233.9614</w:t>
      </w:r>
      <w:r>
        <w:tab/>
        <w:t>1.013e0</w:t>
      </w:r>
    </w:p>
    <w:p w:rsidR="00C532FF" w:rsidRDefault="00C532FF" w:rsidP="00C532FF">
      <w:r>
        <w:t>233.9727</w:t>
      </w:r>
      <w:r>
        <w:tab/>
        <w:t>1.013e0</w:t>
      </w:r>
    </w:p>
    <w:p w:rsidR="00C532FF" w:rsidRDefault="00C532FF" w:rsidP="00C532FF">
      <w:r>
        <w:t>233.9973</w:t>
      </w:r>
      <w:r>
        <w:tab/>
        <w:t>5.063e0</w:t>
      </w:r>
    </w:p>
    <w:p w:rsidR="00C532FF" w:rsidRDefault="00C532FF" w:rsidP="00C532FF">
      <w:r>
        <w:t>234.0003</w:t>
      </w:r>
      <w:r>
        <w:tab/>
        <w:t>2.025e0</w:t>
      </w:r>
    </w:p>
    <w:p w:rsidR="00C532FF" w:rsidRDefault="00C532FF" w:rsidP="00C532FF">
      <w:r>
        <w:t>234.0041</w:t>
      </w:r>
      <w:r>
        <w:tab/>
        <w:t>3.038e0</w:t>
      </w:r>
    </w:p>
    <w:p w:rsidR="00C532FF" w:rsidRDefault="00C532FF" w:rsidP="00C532FF">
      <w:r>
        <w:t>234.0065</w:t>
      </w:r>
      <w:r>
        <w:tab/>
        <w:t>3.038e0</w:t>
      </w:r>
    </w:p>
    <w:p w:rsidR="00C532FF" w:rsidRDefault="00C532FF" w:rsidP="00C532FF">
      <w:r>
        <w:t>234.0083</w:t>
      </w:r>
      <w:r>
        <w:tab/>
        <w:t>3.038e0</w:t>
      </w:r>
    </w:p>
    <w:p w:rsidR="00C532FF" w:rsidRDefault="00C532FF" w:rsidP="00C532FF">
      <w:r>
        <w:lastRenderedPageBreak/>
        <w:t>234.0101</w:t>
      </w:r>
      <w:r>
        <w:tab/>
        <w:t>2.025e0</w:t>
      </w:r>
    </w:p>
    <w:p w:rsidR="00C532FF" w:rsidRDefault="00C532FF" w:rsidP="00C532FF">
      <w:r>
        <w:t>234.0259</w:t>
      </w:r>
      <w:r>
        <w:tab/>
        <w:t>1.013e0</w:t>
      </w:r>
    </w:p>
    <w:p w:rsidR="00C532FF" w:rsidRDefault="00C532FF" w:rsidP="00C532FF">
      <w:r>
        <w:t>234.0338</w:t>
      </w:r>
      <w:r>
        <w:tab/>
        <w:t>2.025e0</w:t>
      </w:r>
    </w:p>
    <w:p w:rsidR="00C532FF" w:rsidRDefault="00C532FF" w:rsidP="00C532FF">
      <w:r>
        <w:t>234.0540</w:t>
      </w:r>
      <w:r>
        <w:tab/>
        <w:t>2.839e0</w:t>
      </w:r>
    </w:p>
    <w:p w:rsidR="00C532FF" w:rsidRDefault="00C532FF" w:rsidP="00C532FF">
      <w:r>
        <w:t>234.0965</w:t>
      </w:r>
      <w:r>
        <w:tab/>
        <w:t>3.744e1</w:t>
      </w:r>
    </w:p>
    <w:p w:rsidR="00C532FF" w:rsidRDefault="00C532FF" w:rsidP="00C532FF">
      <w:r>
        <w:t>234.0979</w:t>
      </w:r>
      <w:r>
        <w:tab/>
        <w:t>1.415e2</w:t>
      </w:r>
    </w:p>
    <w:p w:rsidR="00C532FF" w:rsidRDefault="00C532FF" w:rsidP="00C532FF">
      <w:r>
        <w:t>234.0997</w:t>
      </w:r>
      <w:r>
        <w:tab/>
        <w:t>1.462e2</w:t>
      </w:r>
    </w:p>
    <w:p w:rsidR="00C532FF" w:rsidRDefault="00C532FF" w:rsidP="00C532FF">
      <w:r>
        <w:t>234.1484</w:t>
      </w:r>
      <w:r>
        <w:tab/>
        <w:t>2.252e0</w:t>
      </w:r>
    </w:p>
    <w:p w:rsidR="00C532FF" w:rsidRDefault="00C532FF" w:rsidP="00C532FF">
      <w:r>
        <w:t>234.1546</w:t>
      </w:r>
      <w:r>
        <w:tab/>
        <w:t>3.038e0</w:t>
      </w:r>
    </w:p>
    <w:p w:rsidR="00C532FF" w:rsidRDefault="00C532FF" w:rsidP="00C532FF">
      <w:r>
        <w:t>234.1653</w:t>
      </w:r>
      <w:r>
        <w:tab/>
        <w:t>1.013e0</w:t>
      </w:r>
    </w:p>
    <w:p w:rsidR="00C532FF" w:rsidRDefault="00C532FF" w:rsidP="00C532FF">
      <w:r>
        <w:t>234.1728</w:t>
      </w:r>
      <w:r>
        <w:tab/>
        <w:t>2.025e0</w:t>
      </w:r>
    </w:p>
    <w:p w:rsidR="00C532FF" w:rsidRDefault="00C532FF" w:rsidP="00C532FF">
      <w:r>
        <w:t>234.1844</w:t>
      </w:r>
      <w:r>
        <w:tab/>
        <w:t>2.025e0</w:t>
      </w:r>
    </w:p>
    <w:p w:rsidR="00C532FF" w:rsidRDefault="00C532FF" w:rsidP="00C532FF">
      <w:r>
        <w:t>234.1967</w:t>
      </w:r>
      <w:r>
        <w:tab/>
        <w:t>1.013e0</w:t>
      </w:r>
    </w:p>
    <w:p w:rsidR="00C532FF" w:rsidRDefault="00C532FF" w:rsidP="00C532FF">
      <w:r>
        <w:t>234.2049</w:t>
      </w:r>
      <w:r>
        <w:tab/>
        <w:t>2.025e0</w:t>
      </w:r>
    </w:p>
    <w:p w:rsidR="00C532FF" w:rsidRDefault="00C532FF" w:rsidP="00C532FF">
      <w:r>
        <w:t>234.2113</w:t>
      </w:r>
      <w:r>
        <w:tab/>
        <w:t>3.038e0</w:t>
      </w:r>
    </w:p>
    <w:p w:rsidR="00C532FF" w:rsidRDefault="00C532FF" w:rsidP="00C532FF">
      <w:r>
        <w:t>234.2141</w:t>
      </w:r>
      <w:r>
        <w:tab/>
        <w:t>1.013e0</w:t>
      </w:r>
    </w:p>
    <w:p w:rsidR="00C532FF" w:rsidRDefault="00C532FF" w:rsidP="00C532FF">
      <w:r>
        <w:t>234.2182</w:t>
      </w:r>
      <w:r>
        <w:tab/>
        <w:t>1.013e0</w:t>
      </w:r>
    </w:p>
    <w:p w:rsidR="00C532FF" w:rsidRDefault="00C532FF" w:rsidP="00C532FF">
      <w:r>
        <w:t>234.2453</w:t>
      </w:r>
      <w:r>
        <w:tab/>
        <w:t>2.025e0</w:t>
      </w:r>
    </w:p>
    <w:p w:rsidR="00C532FF" w:rsidRDefault="00C532FF" w:rsidP="00C532FF">
      <w:r>
        <w:t>234.2583</w:t>
      </w:r>
      <w:r>
        <w:tab/>
        <w:t>1.013e0</w:t>
      </w:r>
    </w:p>
    <w:p w:rsidR="00C532FF" w:rsidRDefault="00C532FF" w:rsidP="00C532FF">
      <w:r>
        <w:lastRenderedPageBreak/>
        <w:t>234.2709</w:t>
      </w:r>
      <w:r>
        <w:tab/>
        <w:t>1.013e0</w:t>
      </w:r>
    </w:p>
    <w:p w:rsidR="00C532FF" w:rsidRDefault="00C532FF" w:rsidP="00C532FF">
      <w:r>
        <w:t>234.2789</w:t>
      </w:r>
      <w:r>
        <w:tab/>
        <w:t>1.013e0</w:t>
      </w:r>
    </w:p>
    <w:p w:rsidR="00C532FF" w:rsidRDefault="00C532FF" w:rsidP="00C532FF">
      <w:r>
        <w:t>234.2948</w:t>
      </w:r>
      <w:r>
        <w:tab/>
        <w:t>3.038e0</w:t>
      </w:r>
    </w:p>
    <w:p w:rsidR="00C532FF" w:rsidRDefault="00C532FF" w:rsidP="00C532FF">
      <w:r>
        <w:t>234.3199</w:t>
      </w:r>
      <w:r>
        <w:tab/>
        <w:t>1.013e0</w:t>
      </w:r>
    </w:p>
    <w:p w:rsidR="00C532FF" w:rsidRDefault="00C532FF" w:rsidP="00C532FF">
      <w:r>
        <w:t>234.3239</w:t>
      </w:r>
      <w:r>
        <w:tab/>
        <w:t>1.013e0</w:t>
      </w:r>
    </w:p>
    <w:p w:rsidR="00C532FF" w:rsidRDefault="00C532FF" w:rsidP="00C532FF">
      <w:r>
        <w:t>234.3318</w:t>
      </w:r>
      <w:r>
        <w:tab/>
        <w:t>2.025e0</w:t>
      </w:r>
    </w:p>
    <w:p w:rsidR="00C532FF" w:rsidRDefault="00C532FF" w:rsidP="00C532FF">
      <w:r>
        <w:t>234.3683</w:t>
      </w:r>
      <w:r>
        <w:tab/>
        <w:t>1.013e0</w:t>
      </w:r>
    </w:p>
    <w:p w:rsidR="00C532FF" w:rsidRDefault="00C532FF" w:rsidP="00C532FF">
      <w:r>
        <w:t>234.3923</w:t>
      </w:r>
      <w:r>
        <w:tab/>
        <w:t>1.013e0</w:t>
      </w:r>
    </w:p>
    <w:p w:rsidR="00C532FF" w:rsidRDefault="00C532FF" w:rsidP="00C532FF">
      <w:r>
        <w:t>234.4054</w:t>
      </w:r>
      <w:r>
        <w:tab/>
        <w:t>3.038e0</w:t>
      </w:r>
    </w:p>
    <w:p w:rsidR="00C532FF" w:rsidRDefault="00C532FF" w:rsidP="00C532FF">
      <w:r>
        <w:t>234.4066</w:t>
      </w:r>
      <w:r>
        <w:tab/>
        <w:t>2.025e0</w:t>
      </w:r>
    </w:p>
    <w:p w:rsidR="00C532FF" w:rsidRDefault="00C532FF" w:rsidP="00C532FF">
      <w:r>
        <w:t>234.4336</w:t>
      </w:r>
      <w:r>
        <w:tab/>
        <w:t>1.013e0</w:t>
      </w:r>
    </w:p>
    <w:p w:rsidR="00C532FF" w:rsidRDefault="00C532FF" w:rsidP="00C532FF">
      <w:r>
        <w:t>234.4377</w:t>
      </w:r>
      <w:r>
        <w:tab/>
        <w:t>1.013e0</w:t>
      </w:r>
    </w:p>
    <w:p w:rsidR="00C532FF" w:rsidRDefault="00C532FF" w:rsidP="00C532FF">
      <w:r>
        <w:t>234.4475</w:t>
      </w:r>
      <w:r>
        <w:tab/>
        <w:t>2.025e0</w:t>
      </w:r>
    </w:p>
    <w:p w:rsidR="00C532FF" w:rsidRDefault="00C532FF" w:rsidP="00C532FF">
      <w:r>
        <w:t>234.4651</w:t>
      </w:r>
      <w:r>
        <w:tab/>
        <w:t>1.013e0</w:t>
      </w:r>
    </w:p>
    <w:p w:rsidR="00C532FF" w:rsidRDefault="00C532FF" w:rsidP="00C532FF">
      <w:r>
        <w:t>234.4695</w:t>
      </w:r>
      <w:r>
        <w:tab/>
        <w:t>1.013e0</w:t>
      </w:r>
    </w:p>
    <w:p w:rsidR="00C532FF" w:rsidRDefault="00C532FF" w:rsidP="00C532FF">
      <w:r>
        <w:t>234.4963</w:t>
      </w:r>
      <w:r>
        <w:tab/>
        <w:t>2.025e0</w:t>
      </w:r>
    </w:p>
    <w:p w:rsidR="00C532FF" w:rsidRDefault="00C532FF" w:rsidP="00C532FF">
      <w:r>
        <w:t>234.5082</w:t>
      </w:r>
      <w:r>
        <w:tab/>
        <w:t>4.051e0</w:t>
      </w:r>
    </w:p>
    <w:p w:rsidR="00C532FF" w:rsidRDefault="00C532FF" w:rsidP="00C532FF">
      <w:r>
        <w:t>234.5099</w:t>
      </w:r>
      <w:r>
        <w:tab/>
        <w:t>1.013e0</w:t>
      </w:r>
    </w:p>
    <w:p w:rsidR="00C532FF" w:rsidRDefault="00C532FF" w:rsidP="00C532FF">
      <w:r>
        <w:t>234.5512</w:t>
      </w:r>
      <w:r>
        <w:tab/>
        <w:t>3.038e0</w:t>
      </w:r>
    </w:p>
    <w:p w:rsidR="00C532FF" w:rsidRDefault="00C532FF" w:rsidP="00C532FF">
      <w:r>
        <w:lastRenderedPageBreak/>
        <w:t>234.5589</w:t>
      </w:r>
      <w:r>
        <w:tab/>
        <w:t>2.025e0</w:t>
      </w:r>
    </w:p>
    <w:p w:rsidR="00C532FF" w:rsidRDefault="00C532FF" w:rsidP="00C532FF">
      <w:r>
        <w:t>234.5733</w:t>
      </w:r>
      <w:r>
        <w:tab/>
        <w:t>2.025e0</w:t>
      </w:r>
    </w:p>
    <w:p w:rsidR="00C532FF" w:rsidRDefault="00C532FF" w:rsidP="00C532FF">
      <w:r>
        <w:t>234.5792</w:t>
      </w:r>
      <w:r>
        <w:tab/>
        <w:t>1.013e0</w:t>
      </w:r>
    </w:p>
    <w:p w:rsidR="00C532FF" w:rsidRDefault="00C532FF" w:rsidP="00C532FF">
      <w:r>
        <w:t>234.5839</w:t>
      </w:r>
      <w:r>
        <w:tab/>
        <w:t>1.013e0</w:t>
      </w:r>
    </w:p>
    <w:p w:rsidR="00C532FF" w:rsidRDefault="00C532FF" w:rsidP="00C532FF">
      <w:r>
        <w:t>234.6080</w:t>
      </w:r>
      <w:r>
        <w:tab/>
        <w:t>1.013e0</w:t>
      </w:r>
    </w:p>
    <w:p w:rsidR="00C532FF" w:rsidRDefault="00C532FF" w:rsidP="00C532FF">
      <w:r>
        <w:t>234.6122</w:t>
      </w:r>
      <w:r>
        <w:tab/>
        <w:t>1.013e0</w:t>
      </w:r>
    </w:p>
    <w:p w:rsidR="00C532FF" w:rsidRDefault="00C532FF" w:rsidP="00C532FF">
      <w:r>
        <w:t>234.6200</w:t>
      </w:r>
      <w:r>
        <w:tab/>
        <w:t>1.013e0</w:t>
      </w:r>
    </w:p>
    <w:p w:rsidR="00C532FF" w:rsidRDefault="00C532FF" w:rsidP="00C532FF">
      <w:r>
        <w:t>234.6238</w:t>
      </w:r>
      <w:r>
        <w:tab/>
        <w:t>1.013e0</w:t>
      </w:r>
    </w:p>
    <w:p w:rsidR="00C532FF" w:rsidRDefault="00C532FF" w:rsidP="00C532FF">
      <w:r>
        <w:t>234.6367</w:t>
      </w:r>
      <w:r>
        <w:tab/>
        <w:t>2.025e0</w:t>
      </w:r>
    </w:p>
    <w:p w:rsidR="00C532FF" w:rsidRDefault="00C532FF" w:rsidP="00C532FF">
      <w:r>
        <w:t>234.6428</w:t>
      </w:r>
      <w:r>
        <w:tab/>
        <w:t>2.025e0</w:t>
      </w:r>
    </w:p>
    <w:p w:rsidR="00C532FF" w:rsidRDefault="00C532FF" w:rsidP="00C532FF">
      <w:r>
        <w:t>234.6496</w:t>
      </w:r>
      <w:r>
        <w:tab/>
        <w:t>1.013e0</w:t>
      </w:r>
    </w:p>
    <w:p w:rsidR="00C532FF" w:rsidRDefault="00C532FF" w:rsidP="00C532FF">
      <w:r>
        <w:t>234.6727</w:t>
      </w:r>
      <w:r>
        <w:tab/>
        <w:t>1.013e0</w:t>
      </w:r>
    </w:p>
    <w:p w:rsidR="00C532FF" w:rsidRDefault="00C532FF" w:rsidP="00C532FF">
      <w:r>
        <w:t>234.6808</w:t>
      </w:r>
      <w:r>
        <w:tab/>
        <w:t>1.013e0</w:t>
      </w:r>
    </w:p>
    <w:p w:rsidR="00C532FF" w:rsidRDefault="00C532FF" w:rsidP="00C532FF">
      <w:r>
        <w:t>234.6859</w:t>
      </w:r>
      <w:r>
        <w:tab/>
        <w:t>3.038e0</w:t>
      </w:r>
    </w:p>
    <w:p w:rsidR="00C532FF" w:rsidRDefault="00C532FF" w:rsidP="00C532FF">
      <w:r>
        <w:t>234.6895</w:t>
      </w:r>
      <w:r>
        <w:tab/>
        <w:t>2.025e0</w:t>
      </w:r>
    </w:p>
    <w:p w:rsidR="00C532FF" w:rsidRDefault="00C532FF" w:rsidP="00C532FF">
      <w:r>
        <w:t>234.6981</w:t>
      </w:r>
      <w:r>
        <w:tab/>
        <w:t>1.013e0</w:t>
      </w:r>
    </w:p>
    <w:p w:rsidR="00C532FF" w:rsidRDefault="00C532FF" w:rsidP="00C532FF">
      <w:r>
        <w:t>234.7026</w:t>
      </w:r>
      <w:r>
        <w:tab/>
        <w:t>1.013e0</w:t>
      </w:r>
    </w:p>
    <w:p w:rsidR="00C532FF" w:rsidRDefault="00C532FF" w:rsidP="00C532FF">
      <w:r>
        <w:t>234.7221</w:t>
      </w:r>
      <w:r>
        <w:tab/>
        <w:t>1.013e0</w:t>
      </w:r>
    </w:p>
    <w:p w:rsidR="00C532FF" w:rsidRDefault="00C532FF" w:rsidP="00C532FF">
      <w:r>
        <w:t>234.7466</w:t>
      </w:r>
      <w:r>
        <w:tab/>
        <w:t>1.013e0</w:t>
      </w:r>
    </w:p>
    <w:p w:rsidR="00C532FF" w:rsidRDefault="00C532FF" w:rsidP="00C532FF">
      <w:r>
        <w:lastRenderedPageBreak/>
        <w:t>234.7553</w:t>
      </w:r>
      <w:r>
        <w:tab/>
        <w:t>1.013e0</w:t>
      </w:r>
    </w:p>
    <w:p w:rsidR="00C532FF" w:rsidRDefault="00C532FF" w:rsidP="00C532FF">
      <w:r>
        <w:t>234.7747</w:t>
      </w:r>
      <w:r>
        <w:tab/>
        <w:t>1.013e0</w:t>
      </w:r>
    </w:p>
    <w:p w:rsidR="00C532FF" w:rsidRDefault="00C532FF" w:rsidP="00C532FF">
      <w:r>
        <w:t>234.8017</w:t>
      </w:r>
      <w:r>
        <w:tab/>
        <w:t>2.025e0</w:t>
      </w:r>
    </w:p>
    <w:p w:rsidR="00C532FF" w:rsidRDefault="00C532FF" w:rsidP="00C532FF">
      <w:r>
        <w:t>234.8039</w:t>
      </w:r>
      <w:r>
        <w:tab/>
        <w:t>1.013e0</w:t>
      </w:r>
    </w:p>
    <w:p w:rsidR="00C532FF" w:rsidRDefault="00C532FF" w:rsidP="00C532FF">
      <w:r>
        <w:t>234.8086</w:t>
      </w:r>
      <w:r>
        <w:tab/>
        <w:t>1.013e0</w:t>
      </w:r>
    </w:p>
    <w:p w:rsidR="00C532FF" w:rsidRDefault="00C532FF" w:rsidP="00C532FF">
      <w:r>
        <w:t>234.8277</w:t>
      </w:r>
      <w:r>
        <w:tab/>
        <w:t>1.013e0</w:t>
      </w:r>
    </w:p>
    <w:p w:rsidR="00C532FF" w:rsidRDefault="00C532FF" w:rsidP="00C532FF">
      <w:r>
        <w:t>234.8319</w:t>
      </w:r>
      <w:r>
        <w:tab/>
        <w:t>1.013e0</w:t>
      </w:r>
    </w:p>
    <w:p w:rsidR="00C532FF" w:rsidRDefault="00C532FF" w:rsidP="00C532FF">
      <w:r>
        <w:t>234.8826</w:t>
      </w:r>
      <w:r>
        <w:tab/>
        <w:t>2.025e0</w:t>
      </w:r>
    </w:p>
    <w:p w:rsidR="00C532FF" w:rsidRDefault="00C532FF" w:rsidP="00C532FF">
      <w:r>
        <w:t>234.9099</w:t>
      </w:r>
      <w:r>
        <w:tab/>
        <w:t>1.013e0</w:t>
      </w:r>
    </w:p>
    <w:p w:rsidR="00C532FF" w:rsidRDefault="00C532FF" w:rsidP="00C532FF">
      <w:r>
        <w:t>234.9154</w:t>
      </w:r>
      <w:r>
        <w:tab/>
        <w:t>3.038e0</w:t>
      </w:r>
    </w:p>
    <w:p w:rsidR="00C532FF" w:rsidRDefault="00C532FF" w:rsidP="00C532FF">
      <w:r>
        <w:t>234.9493</w:t>
      </w:r>
      <w:r>
        <w:tab/>
        <w:t>1.013e0</w:t>
      </w:r>
    </w:p>
    <w:p w:rsidR="00C532FF" w:rsidRDefault="00C532FF" w:rsidP="00C532FF">
      <w:r>
        <w:t>234.9619</w:t>
      </w:r>
      <w:r>
        <w:tab/>
        <w:t>2.025e0</w:t>
      </w:r>
    </w:p>
    <w:p w:rsidR="00C532FF" w:rsidRDefault="00C532FF" w:rsidP="00C532FF">
      <w:r>
        <w:t>234.9711</w:t>
      </w:r>
      <w:r>
        <w:tab/>
        <w:t>1.013e0</w:t>
      </w:r>
    </w:p>
    <w:p w:rsidR="00C532FF" w:rsidRDefault="00C532FF" w:rsidP="00C532FF">
      <w:r>
        <w:t>234.9926</w:t>
      </w:r>
      <w:r>
        <w:tab/>
        <w:t>3.038e0</w:t>
      </w:r>
    </w:p>
    <w:p w:rsidR="00C532FF" w:rsidRDefault="00C532FF" w:rsidP="00C532FF">
      <w:r>
        <w:t>234.9983</w:t>
      </w:r>
      <w:r>
        <w:tab/>
        <w:t>1.013e0</w:t>
      </w:r>
    </w:p>
    <w:p w:rsidR="00C532FF" w:rsidRDefault="00C532FF" w:rsidP="00C532FF">
      <w:r>
        <w:t>235.0153</w:t>
      </w:r>
      <w:r>
        <w:tab/>
        <w:t>3.038e0</w:t>
      </w:r>
    </w:p>
    <w:p w:rsidR="00C532FF" w:rsidRDefault="00C532FF" w:rsidP="00C532FF">
      <w:r>
        <w:t>235.0216</w:t>
      </w:r>
      <w:r>
        <w:tab/>
        <w:t>4.051e0</w:t>
      </w:r>
    </w:p>
    <w:p w:rsidR="00C532FF" w:rsidRDefault="00C532FF" w:rsidP="00C532FF">
      <w:r>
        <w:t>235.0227</w:t>
      </w:r>
      <w:r>
        <w:tab/>
        <w:t>3.038e0</w:t>
      </w:r>
    </w:p>
    <w:p w:rsidR="00C532FF" w:rsidRDefault="00C532FF" w:rsidP="00C532FF">
      <w:r>
        <w:t>235.0280</w:t>
      </w:r>
      <w:r>
        <w:tab/>
        <w:t>2.025e0</w:t>
      </w:r>
    </w:p>
    <w:p w:rsidR="00C532FF" w:rsidRDefault="00C532FF" w:rsidP="00C532FF">
      <w:r>
        <w:lastRenderedPageBreak/>
        <w:t>235.0357</w:t>
      </w:r>
      <w:r>
        <w:tab/>
        <w:t>1.013e0</w:t>
      </w:r>
    </w:p>
    <w:p w:rsidR="00C532FF" w:rsidRDefault="00C532FF" w:rsidP="00C532FF">
      <w:r>
        <w:t>235.0379</w:t>
      </w:r>
      <w:r>
        <w:tab/>
        <w:t>2.025e0</w:t>
      </w:r>
    </w:p>
    <w:p w:rsidR="00C532FF" w:rsidRDefault="00C532FF" w:rsidP="00C532FF">
      <w:r>
        <w:t>235.0516</w:t>
      </w:r>
      <w:r>
        <w:tab/>
        <w:t>1.013e0</w:t>
      </w:r>
    </w:p>
    <w:p w:rsidR="00C532FF" w:rsidRDefault="00C532FF" w:rsidP="00C532FF">
      <w:r>
        <w:t>235.0577</w:t>
      </w:r>
      <w:r>
        <w:tab/>
        <w:t>2.025e0</w:t>
      </w:r>
    </w:p>
    <w:p w:rsidR="00C532FF" w:rsidRDefault="00C532FF" w:rsidP="00C532FF">
      <w:r>
        <w:t>235.0640</w:t>
      </w:r>
      <w:r>
        <w:tab/>
        <w:t>1.013e0</w:t>
      </w:r>
    </w:p>
    <w:p w:rsidR="00C532FF" w:rsidRDefault="00C532FF" w:rsidP="00C532FF">
      <w:r>
        <w:t>235.0852</w:t>
      </w:r>
      <w:r>
        <w:tab/>
        <w:t>1.165e0</w:t>
      </w:r>
    </w:p>
    <w:p w:rsidR="00C532FF" w:rsidRDefault="00C532FF" w:rsidP="00C532FF">
      <w:r>
        <w:t>235.0921</w:t>
      </w:r>
      <w:r>
        <w:tab/>
        <w:t>7.089e0</w:t>
      </w:r>
    </w:p>
    <w:p w:rsidR="00C532FF" w:rsidRDefault="00C532FF" w:rsidP="00C532FF">
      <w:r>
        <w:t>235.1042</w:t>
      </w:r>
      <w:r>
        <w:tab/>
        <w:t>1.558e1</w:t>
      </w:r>
    </w:p>
    <w:p w:rsidR="00C532FF" w:rsidRDefault="00C532FF" w:rsidP="00C532FF">
      <w:r>
        <w:t>235.1065</w:t>
      </w:r>
      <w:r>
        <w:tab/>
        <w:t>2.177e0</w:t>
      </w:r>
    </w:p>
    <w:p w:rsidR="00C532FF" w:rsidRDefault="00C532FF" w:rsidP="00C532FF">
      <w:r>
        <w:t>235.1113</w:t>
      </w:r>
      <w:r>
        <w:tab/>
        <w:t>4.051e0</w:t>
      </w:r>
    </w:p>
    <w:p w:rsidR="00C532FF" w:rsidRDefault="00C532FF" w:rsidP="00C532FF">
      <w:r>
        <w:t>235.1399</w:t>
      </w:r>
      <w:r>
        <w:tab/>
        <w:t>6.076e0</w:t>
      </w:r>
    </w:p>
    <w:p w:rsidR="00C532FF" w:rsidRDefault="00C532FF" w:rsidP="00C532FF">
      <w:r>
        <w:t>235.1417</w:t>
      </w:r>
      <w:r>
        <w:tab/>
        <w:t>6.076e0</w:t>
      </w:r>
    </w:p>
    <w:p w:rsidR="00C532FF" w:rsidRDefault="00C532FF" w:rsidP="00C532FF">
      <w:r>
        <w:t>235.1436</w:t>
      </w:r>
      <w:r>
        <w:tab/>
        <w:t>6.076e0</w:t>
      </w:r>
    </w:p>
    <w:p w:rsidR="00C532FF" w:rsidRDefault="00C532FF" w:rsidP="00C532FF">
      <w:r>
        <w:t>235.1479</w:t>
      </w:r>
      <w:r>
        <w:tab/>
        <w:t>5.649e0</w:t>
      </w:r>
    </w:p>
    <w:p w:rsidR="00C532FF" w:rsidRDefault="00C532FF" w:rsidP="00C532FF">
      <w:r>
        <w:t>235.1498</w:t>
      </w:r>
      <w:r>
        <w:tab/>
        <w:t>3.038e0</w:t>
      </w:r>
    </w:p>
    <w:p w:rsidR="00C532FF" w:rsidRDefault="00C532FF" w:rsidP="00C532FF">
      <w:r>
        <w:t>235.1524</w:t>
      </w:r>
      <w:r>
        <w:tab/>
        <w:t>4.051e0</w:t>
      </w:r>
    </w:p>
    <w:p w:rsidR="00C532FF" w:rsidRDefault="00C532FF" w:rsidP="00C532FF">
      <w:r>
        <w:t>235.1662</w:t>
      </w:r>
      <w:r>
        <w:tab/>
        <w:t>2.025e0</w:t>
      </w:r>
    </w:p>
    <w:p w:rsidR="00C532FF" w:rsidRDefault="00C532FF" w:rsidP="00C532FF">
      <w:r>
        <w:t>235.1706</w:t>
      </w:r>
      <w:r>
        <w:tab/>
        <w:t>6.076e0</w:t>
      </w:r>
    </w:p>
    <w:p w:rsidR="00C532FF" w:rsidRDefault="00C532FF" w:rsidP="00C532FF">
      <w:r>
        <w:t>235.1798</w:t>
      </w:r>
      <w:r>
        <w:tab/>
        <w:t>2.025e0</w:t>
      </w:r>
    </w:p>
    <w:p w:rsidR="00C532FF" w:rsidRDefault="00C532FF" w:rsidP="00C532FF">
      <w:r>
        <w:lastRenderedPageBreak/>
        <w:t>235.1892</w:t>
      </w:r>
      <w:r>
        <w:tab/>
        <w:t>2.025e0</w:t>
      </w:r>
    </w:p>
    <w:p w:rsidR="00C532FF" w:rsidRDefault="00C532FF" w:rsidP="00C532FF">
      <w:r>
        <w:t>235.1986</w:t>
      </w:r>
      <w:r>
        <w:tab/>
        <w:t>1.013e0</w:t>
      </w:r>
    </w:p>
    <w:p w:rsidR="00C532FF" w:rsidRDefault="00C532FF" w:rsidP="00C532FF">
      <w:r>
        <w:t>235.2064</w:t>
      </w:r>
      <w:r>
        <w:tab/>
        <w:t>2.025e0</w:t>
      </w:r>
    </w:p>
    <w:p w:rsidR="00C532FF" w:rsidRDefault="00C532FF" w:rsidP="00C532FF">
      <w:r>
        <w:t>235.2106</w:t>
      </w:r>
      <w:r>
        <w:tab/>
        <w:t>1.013e0</w:t>
      </w:r>
    </w:p>
    <w:p w:rsidR="00C532FF" w:rsidRDefault="00C532FF" w:rsidP="00C532FF">
      <w:r>
        <w:t>235.2275</w:t>
      </w:r>
      <w:r>
        <w:tab/>
        <w:t>2.025e0</w:t>
      </w:r>
    </w:p>
    <w:p w:rsidR="00C532FF" w:rsidRDefault="00C532FF" w:rsidP="00C532FF">
      <w:r>
        <w:t>235.2519</w:t>
      </w:r>
      <w:r>
        <w:tab/>
        <w:t>2.025e0</w:t>
      </w:r>
    </w:p>
    <w:p w:rsidR="00C532FF" w:rsidRDefault="00C532FF" w:rsidP="00C532FF">
      <w:r>
        <w:t>235.2635</w:t>
      </w:r>
      <w:r>
        <w:tab/>
        <w:t>2.025e0</w:t>
      </w:r>
    </w:p>
    <w:p w:rsidR="00C532FF" w:rsidRDefault="00C532FF" w:rsidP="00C532FF">
      <w:r>
        <w:t>235.2744</w:t>
      </w:r>
      <w:r>
        <w:tab/>
        <w:t>2.025e0</w:t>
      </w:r>
    </w:p>
    <w:p w:rsidR="00C532FF" w:rsidRDefault="00C532FF" w:rsidP="00C532FF">
      <w:r>
        <w:t>235.2933</w:t>
      </w:r>
      <w:r>
        <w:tab/>
        <w:t>1.013e0</w:t>
      </w:r>
    </w:p>
    <w:p w:rsidR="00C532FF" w:rsidRDefault="00C532FF" w:rsidP="00C532FF">
      <w:r>
        <w:t>235.2971</w:t>
      </w:r>
      <w:r>
        <w:tab/>
        <w:t>1.013e0</w:t>
      </w:r>
    </w:p>
    <w:p w:rsidR="00C532FF" w:rsidRDefault="00C532FF" w:rsidP="00C532FF">
      <w:r>
        <w:t>235.3086</w:t>
      </w:r>
      <w:r>
        <w:tab/>
        <w:t>1.013e0</w:t>
      </w:r>
    </w:p>
    <w:p w:rsidR="00C532FF" w:rsidRDefault="00C532FF" w:rsidP="00C532FF">
      <w:r>
        <w:t>235.3127</w:t>
      </w:r>
      <w:r>
        <w:tab/>
        <w:t>1.013e0</w:t>
      </w:r>
    </w:p>
    <w:p w:rsidR="00C532FF" w:rsidRDefault="00C532FF" w:rsidP="00C532FF">
      <w:r>
        <w:t>235.3163</w:t>
      </w:r>
      <w:r>
        <w:tab/>
        <w:t>1.013e0</w:t>
      </w:r>
    </w:p>
    <w:p w:rsidR="00C532FF" w:rsidRDefault="00C532FF" w:rsidP="00C532FF">
      <w:r>
        <w:t>235.3246</w:t>
      </w:r>
      <w:r>
        <w:tab/>
        <w:t>1.013e0</w:t>
      </w:r>
    </w:p>
    <w:p w:rsidR="00C532FF" w:rsidRDefault="00C532FF" w:rsidP="00C532FF">
      <w:r>
        <w:t>235.3312</w:t>
      </w:r>
      <w:r>
        <w:tab/>
        <w:t>2.025e0</w:t>
      </w:r>
    </w:p>
    <w:p w:rsidR="00C532FF" w:rsidRDefault="00C532FF" w:rsidP="00C532FF">
      <w:r>
        <w:t>235.3420</w:t>
      </w:r>
      <w:r>
        <w:tab/>
        <w:t>1.013e0</w:t>
      </w:r>
    </w:p>
    <w:p w:rsidR="00C532FF" w:rsidRDefault="00C532FF" w:rsidP="00C532FF">
      <w:r>
        <w:t>235.3618</w:t>
      </w:r>
      <w:r>
        <w:tab/>
        <w:t>2.025e0</w:t>
      </w:r>
    </w:p>
    <w:p w:rsidR="00C532FF" w:rsidRDefault="00C532FF" w:rsidP="00C532FF">
      <w:r>
        <w:t>235.3657</w:t>
      </w:r>
      <w:r>
        <w:tab/>
        <w:t>2.025e0</w:t>
      </w:r>
    </w:p>
    <w:p w:rsidR="00C532FF" w:rsidRDefault="00C532FF" w:rsidP="00C532FF">
      <w:r>
        <w:t>235.3820</w:t>
      </w:r>
      <w:r>
        <w:tab/>
        <w:t>1.013e0</w:t>
      </w:r>
    </w:p>
    <w:p w:rsidR="00C532FF" w:rsidRDefault="00C532FF" w:rsidP="00C532FF">
      <w:r>
        <w:lastRenderedPageBreak/>
        <w:t>235.4109</w:t>
      </w:r>
      <w:r>
        <w:tab/>
        <w:t>1.013e0</w:t>
      </w:r>
    </w:p>
    <w:p w:rsidR="00C532FF" w:rsidRDefault="00C532FF" w:rsidP="00C532FF">
      <w:r>
        <w:t>235.4350</w:t>
      </w:r>
      <w:r>
        <w:tab/>
        <w:t>1.013e0</w:t>
      </w:r>
    </w:p>
    <w:p w:rsidR="00C532FF" w:rsidRDefault="00C532FF" w:rsidP="00C532FF">
      <w:r>
        <w:t>235.4679</w:t>
      </w:r>
      <w:r>
        <w:tab/>
        <w:t>1.013e0</w:t>
      </w:r>
    </w:p>
    <w:p w:rsidR="00C532FF" w:rsidRDefault="00C532FF" w:rsidP="00C532FF">
      <w:r>
        <w:t>235.4715</w:t>
      </w:r>
      <w:r>
        <w:tab/>
        <w:t>1.013e0</w:t>
      </w:r>
    </w:p>
    <w:p w:rsidR="00C532FF" w:rsidRDefault="00C532FF" w:rsidP="00C532FF">
      <w:r>
        <w:t>235.5010</w:t>
      </w:r>
      <w:r>
        <w:tab/>
        <w:t>1.013e0</w:t>
      </w:r>
    </w:p>
    <w:p w:rsidR="00C532FF" w:rsidRDefault="00C532FF" w:rsidP="00C532FF">
      <w:r>
        <w:t>235.5054</w:t>
      </w:r>
      <w:r>
        <w:tab/>
        <w:t>1.013e0</w:t>
      </w:r>
    </w:p>
    <w:p w:rsidR="00C532FF" w:rsidRDefault="00C532FF" w:rsidP="00C532FF">
      <w:r>
        <w:t>235.5206</w:t>
      </w:r>
      <w:r>
        <w:tab/>
        <w:t>1.013e0</w:t>
      </w:r>
    </w:p>
    <w:p w:rsidR="00C532FF" w:rsidRDefault="00C532FF" w:rsidP="00C532FF">
      <w:r>
        <w:t>235.5408</w:t>
      </w:r>
      <w:r>
        <w:tab/>
        <w:t>1.013e0</w:t>
      </w:r>
    </w:p>
    <w:p w:rsidR="00C532FF" w:rsidRDefault="00C532FF" w:rsidP="00C532FF">
      <w:r>
        <w:t>235.5739</w:t>
      </w:r>
      <w:r>
        <w:tab/>
        <w:t>1.013e0</w:t>
      </w:r>
    </w:p>
    <w:p w:rsidR="00C532FF" w:rsidRDefault="00C532FF" w:rsidP="00C532FF">
      <w:r>
        <w:t>235.5779</w:t>
      </w:r>
      <w:r>
        <w:tab/>
        <w:t>2.025e0</w:t>
      </w:r>
    </w:p>
    <w:p w:rsidR="00C532FF" w:rsidRDefault="00C532FF" w:rsidP="00C532FF">
      <w:r>
        <w:t>235.6058</w:t>
      </w:r>
      <w:r>
        <w:tab/>
        <w:t>2.025e0</w:t>
      </w:r>
    </w:p>
    <w:p w:rsidR="00C532FF" w:rsidRDefault="00C532FF" w:rsidP="00C532FF">
      <w:r>
        <w:t>235.6073</w:t>
      </w:r>
      <w:r>
        <w:tab/>
        <w:t>1.013e0</w:t>
      </w:r>
    </w:p>
    <w:p w:rsidR="00C532FF" w:rsidRDefault="00C532FF" w:rsidP="00C532FF">
      <w:r>
        <w:t>235.6114</w:t>
      </w:r>
      <w:r>
        <w:tab/>
        <w:t>1.013e0</w:t>
      </w:r>
    </w:p>
    <w:p w:rsidR="00C532FF" w:rsidRDefault="00C532FF" w:rsidP="00C532FF">
      <w:r>
        <w:t>235.6131</w:t>
      </w:r>
      <w:r>
        <w:tab/>
        <w:t>2.025e0</w:t>
      </w:r>
    </w:p>
    <w:p w:rsidR="00C532FF" w:rsidRDefault="00C532FF" w:rsidP="00C532FF">
      <w:r>
        <w:t>235.6289</w:t>
      </w:r>
      <w:r>
        <w:tab/>
        <w:t>2.025e0</w:t>
      </w:r>
    </w:p>
    <w:p w:rsidR="00C532FF" w:rsidRDefault="00C532FF" w:rsidP="00C532FF">
      <w:r>
        <w:t>235.6345</w:t>
      </w:r>
      <w:r>
        <w:tab/>
        <w:t>1.013e0</w:t>
      </w:r>
    </w:p>
    <w:p w:rsidR="00C532FF" w:rsidRDefault="00C532FF" w:rsidP="00C532FF">
      <w:r>
        <w:t>235.6530</w:t>
      </w:r>
      <w:r>
        <w:tab/>
        <w:t>2.025e0</w:t>
      </w:r>
    </w:p>
    <w:p w:rsidR="00C532FF" w:rsidRDefault="00C532FF" w:rsidP="00C532FF">
      <w:r>
        <w:t>235.6720</w:t>
      </w:r>
      <w:r>
        <w:tab/>
        <w:t>2.025e0</w:t>
      </w:r>
    </w:p>
    <w:p w:rsidR="00C532FF" w:rsidRDefault="00C532FF" w:rsidP="00C532FF">
      <w:r>
        <w:t>235.6956</w:t>
      </w:r>
      <w:r>
        <w:tab/>
        <w:t>3.038e0</w:t>
      </w:r>
    </w:p>
    <w:p w:rsidR="00C532FF" w:rsidRDefault="00C532FF" w:rsidP="00C532FF">
      <w:r>
        <w:lastRenderedPageBreak/>
        <w:t>235.7175</w:t>
      </w:r>
      <w:r>
        <w:tab/>
        <w:t>1.013e0</w:t>
      </w:r>
    </w:p>
    <w:p w:rsidR="00C532FF" w:rsidRDefault="00C532FF" w:rsidP="00C532FF">
      <w:r>
        <w:t>235.7213</w:t>
      </w:r>
      <w:r>
        <w:tab/>
        <w:t>1.013e0</w:t>
      </w:r>
    </w:p>
    <w:p w:rsidR="00C532FF" w:rsidRDefault="00C532FF" w:rsidP="00C532FF">
      <w:r>
        <w:t>235.7446</w:t>
      </w:r>
      <w:r>
        <w:tab/>
        <w:t>1.013e0</w:t>
      </w:r>
    </w:p>
    <w:p w:rsidR="00C532FF" w:rsidRDefault="00C532FF" w:rsidP="00C532FF">
      <w:r>
        <w:t>235.7529</w:t>
      </w:r>
      <w:r>
        <w:tab/>
        <w:t>1.013e0</w:t>
      </w:r>
    </w:p>
    <w:p w:rsidR="00C532FF" w:rsidRDefault="00C532FF" w:rsidP="00C532FF">
      <w:r>
        <w:t>235.7662</w:t>
      </w:r>
      <w:r>
        <w:tab/>
        <w:t>1.013e0</w:t>
      </w:r>
    </w:p>
    <w:p w:rsidR="00C532FF" w:rsidRDefault="00C532FF" w:rsidP="00C532FF">
      <w:r>
        <w:t>235.7743</w:t>
      </w:r>
      <w:r>
        <w:tab/>
        <w:t>1.013e0</w:t>
      </w:r>
    </w:p>
    <w:p w:rsidR="00C532FF" w:rsidRDefault="00C532FF" w:rsidP="00C532FF">
      <w:r>
        <w:t>235.7838</w:t>
      </w:r>
      <w:r>
        <w:tab/>
        <w:t>2.025e0</w:t>
      </w:r>
    </w:p>
    <w:p w:rsidR="00C532FF" w:rsidRDefault="00C532FF" w:rsidP="00C532FF">
      <w:r>
        <w:t>235.7939</w:t>
      </w:r>
      <w:r>
        <w:tab/>
        <w:t>1.013e0</w:t>
      </w:r>
    </w:p>
    <w:p w:rsidR="00C532FF" w:rsidRDefault="00C532FF" w:rsidP="00C532FF">
      <w:r>
        <w:t>235.7990</w:t>
      </w:r>
      <w:r>
        <w:tab/>
        <w:t>2.025e0</w:t>
      </w:r>
    </w:p>
    <w:p w:rsidR="00C532FF" w:rsidRDefault="00C532FF" w:rsidP="00C532FF">
      <w:r>
        <w:t>235.8349</w:t>
      </w:r>
      <w:r>
        <w:tab/>
        <w:t>1.013e0</w:t>
      </w:r>
    </w:p>
    <w:p w:rsidR="00C532FF" w:rsidRDefault="00C532FF" w:rsidP="00C532FF">
      <w:r>
        <w:t>235.8391</w:t>
      </w:r>
      <w:r>
        <w:tab/>
        <w:t>1.013e0</w:t>
      </w:r>
    </w:p>
    <w:p w:rsidR="00C532FF" w:rsidRDefault="00C532FF" w:rsidP="00C532FF">
      <w:r>
        <w:t>235.8430</w:t>
      </w:r>
      <w:r>
        <w:tab/>
        <w:t>1.013e0</w:t>
      </w:r>
    </w:p>
    <w:p w:rsidR="00C532FF" w:rsidRDefault="00C532FF" w:rsidP="00C532FF">
      <w:r>
        <w:t>235.8507</w:t>
      </w:r>
      <w:r>
        <w:tab/>
        <w:t>2.025e0</w:t>
      </w:r>
    </w:p>
    <w:p w:rsidR="00C532FF" w:rsidRDefault="00C532FF" w:rsidP="00C532FF">
      <w:r>
        <w:t>235.8738</w:t>
      </w:r>
      <w:r>
        <w:tab/>
        <w:t>1.967e0</w:t>
      </w:r>
    </w:p>
    <w:p w:rsidR="00C532FF" w:rsidRDefault="00C532FF" w:rsidP="00C532FF">
      <w:r>
        <w:t>235.8763</w:t>
      </w:r>
      <w:r>
        <w:tab/>
        <w:t>1.013e0</w:t>
      </w:r>
    </w:p>
    <w:p w:rsidR="00C532FF" w:rsidRDefault="00C532FF" w:rsidP="00C532FF">
      <w:r>
        <w:t>235.8880</w:t>
      </w:r>
      <w:r>
        <w:tab/>
        <w:t>1.013e0</w:t>
      </w:r>
    </w:p>
    <w:p w:rsidR="00C532FF" w:rsidRDefault="00C532FF" w:rsidP="00C532FF">
      <w:r>
        <w:t>235.8997</w:t>
      </w:r>
      <w:r>
        <w:tab/>
        <w:t>1.013e0</w:t>
      </w:r>
    </w:p>
    <w:p w:rsidR="00C532FF" w:rsidRDefault="00C532FF" w:rsidP="00C532FF">
      <w:r>
        <w:t>235.9038</w:t>
      </w:r>
      <w:r>
        <w:tab/>
        <w:t>1.013e0</w:t>
      </w:r>
    </w:p>
    <w:p w:rsidR="00C532FF" w:rsidRDefault="00C532FF" w:rsidP="00C532FF">
      <w:r>
        <w:t>235.9169</w:t>
      </w:r>
      <w:r>
        <w:tab/>
        <w:t>1.013e0</w:t>
      </w:r>
    </w:p>
    <w:p w:rsidR="00C532FF" w:rsidRDefault="00C532FF" w:rsidP="00C532FF">
      <w:r>
        <w:lastRenderedPageBreak/>
        <w:t>235.9568</w:t>
      </w:r>
      <w:r>
        <w:tab/>
        <w:t>1.013e0</w:t>
      </w:r>
    </w:p>
    <w:p w:rsidR="00C532FF" w:rsidRDefault="00C532FF" w:rsidP="00C532FF">
      <w:r>
        <w:t>235.9653</w:t>
      </w:r>
      <w:r>
        <w:tab/>
        <w:t>1.013e0</w:t>
      </w:r>
    </w:p>
    <w:p w:rsidR="00C532FF" w:rsidRDefault="00C532FF" w:rsidP="00C532FF">
      <w:r>
        <w:t>235.9825</w:t>
      </w:r>
      <w:r>
        <w:tab/>
        <w:t>2.025e0</w:t>
      </w:r>
    </w:p>
    <w:p w:rsidR="00C532FF" w:rsidRDefault="00C532FF" w:rsidP="00C532FF">
      <w:r>
        <w:t>235.9865</w:t>
      </w:r>
      <w:r>
        <w:tab/>
        <w:t>1.013e0</w:t>
      </w:r>
    </w:p>
    <w:p w:rsidR="00C532FF" w:rsidRDefault="00C532FF" w:rsidP="00C532FF">
      <w:r>
        <w:t>235.9904</w:t>
      </w:r>
      <w:r>
        <w:tab/>
        <w:t>1.013e0</w:t>
      </w:r>
    </w:p>
    <w:p w:rsidR="00C532FF" w:rsidRDefault="00C532FF" w:rsidP="00C532FF">
      <w:r>
        <w:t>236.0000</w:t>
      </w:r>
      <w:r>
        <w:tab/>
        <w:t>3.038e0</w:t>
      </w:r>
    </w:p>
    <w:p w:rsidR="00C532FF" w:rsidRDefault="00C532FF" w:rsidP="00C532FF">
      <w:r>
        <w:t>236.0072</w:t>
      </w:r>
      <w:r>
        <w:tab/>
        <w:t>3.038e0</w:t>
      </w:r>
    </w:p>
    <w:p w:rsidR="00C532FF" w:rsidRDefault="00C532FF" w:rsidP="00C532FF">
      <w:r>
        <w:t>236.0103</w:t>
      </w:r>
      <w:r>
        <w:tab/>
        <w:t>2.025e0</w:t>
      </w:r>
    </w:p>
    <w:p w:rsidR="00C532FF" w:rsidRDefault="00C532FF" w:rsidP="00C532FF">
      <w:r>
        <w:t>236.0168</w:t>
      </w:r>
      <w:r>
        <w:tab/>
        <w:t>5.063e0</w:t>
      </w:r>
    </w:p>
    <w:p w:rsidR="00C532FF" w:rsidRDefault="00C532FF" w:rsidP="00C532FF">
      <w:r>
        <w:t>236.0286</w:t>
      </w:r>
      <w:r>
        <w:tab/>
        <w:t>2.025e0</w:t>
      </w:r>
    </w:p>
    <w:p w:rsidR="00C532FF" w:rsidRDefault="00C532FF" w:rsidP="00C532FF">
      <w:r>
        <w:t>236.0396</w:t>
      </w:r>
      <w:r>
        <w:tab/>
        <w:t>1.013e0</w:t>
      </w:r>
    </w:p>
    <w:p w:rsidR="00C532FF" w:rsidRDefault="00C532FF" w:rsidP="00C532FF">
      <w:r>
        <w:t>236.0629</w:t>
      </w:r>
      <w:r>
        <w:tab/>
        <w:t>1.013e0</w:t>
      </w:r>
    </w:p>
    <w:p w:rsidR="00C532FF" w:rsidRDefault="00C532FF" w:rsidP="00C532FF">
      <w:r>
        <w:t>236.0866</w:t>
      </w:r>
      <w:r>
        <w:tab/>
        <w:t>2.541e0</w:t>
      </w:r>
    </w:p>
    <w:p w:rsidR="00C532FF" w:rsidRDefault="00C532FF" w:rsidP="00C532FF">
      <w:r>
        <w:t>236.0888</w:t>
      </w:r>
      <w:r>
        <w:tab/>
        <w:t>1.013e0</w:t>
      </w:r>
    </w:p>
    <w:p w:rsidR="00C532FF" w:rsidRDefault="00C532FF" w:rsidP="00C532FF">
      <w:r>
        <w:t>236.1005</w:t>
      </w:r>
      <w:r>
        <w:tab/>
        <w:t>2.025e0</w:t>
      </w:r>
    </w:p>
    <w:p w:rsidR="00C532FF" w:rsidRDefault="00C532FF" w:rsidP="00C532FF">
      <w:r>
        <w:t>236.1022</w:t>
      </w:r>
      <w:r>
        <w:tab/>
        <w:t>6.040e0</w:t>
      </w:r>
    </w:p>
    <w:p w:rsidR="00C532FF" w:rsidRDefault="00C532FF" w:rsidP="00C532FF">
      <w:r>
        <w:t>236.1051</w:t>
      </w:r>
      <w:r>
        <w:tab/>
        <w:t>3.038e0</w:t>
      </w:r>
    </w:p>
    <w:p w:rsidR="00C532FF" w:rsidRDefault="00C532FF" w:rsidP="00C532FF">
      <w:r>
        <w:t>236.1159</w:t>
      </w:r>
      <w:r>
        <w:tab/>
        <w:t>5.063e0</w:t>
      </w:r>
    </w:p>
    <w:p w:rsidR="00C532FF" w:rsidRDefault="00C532FF" w:rsidP="00C532FF">
      <w:r>
        <w:t>236.1205</w:t>
      </w:r>
      <w:r>
        <w:tab/>
        <w:t>1.013e0</w:t>
      </w:r>
    </w:p>
    <w:p w:rsidR="00C532FF" w:rsidRDefault="00C532FF" w:rsidP="00C532FF">
      <w:r>
        <w:lastRenderedPageBreak/>
        <w:t>236.1320</w:t>
      </w:r>
      <w:r>
        <w:tab/>
        <w:t>1.894e0</w:t>
      </w:r>
    </w:p>
    <w:p w:rsidR="00C532FF" w:rsidRDefault="00C532FF" w:rsidP="00C532FF">
      <w:r>
        <w:t>236.1401</w:t>
      </w:r>
      <w:r>
        <w:tab/>
        <w:t>4.051e0</w:t>
      </w:r>
    </w:p>
    <w:p w:rsidR="00C532FF" w:rsidRDefault="00C532FF" w:rsidP="00C532FF">
      <w:r>
        <w:t>236.1533</w:t>
      </w:r>
      <w:r>
        <w:tab/>
        <w:t>1.013e0</w:t>
      </w:r>
    </w:p>
    <w:p w:rsidR="00C532FF" w:rsidRDefault="00C532FF" w:rsidP="00C532FF">
      <w:r>
        <w:t>236.1613</w:t>
      </w:r>
      <w:r>
        <w:tab/>
        <w:t>2.025e0</w:t>
      </w:r>
    </w:p>
    <w:p w:rsidR="00C532FF" w:rsidRDefault="00C532FF" w:rsidP="00C532FF">
      <w:r>
        <w:t>236.1672</w:t>
      </w:r>
      <w:r>
        <w:tab/>
        <w:t>2.025e0</w:t>
      </w:r>
    </w:p>
    <w:p w:rsidR="00C532FF" w:rsidRDefault="00C532FF" w:rsidP="00C532FF">
      <w:r>
        <w:t>236.1689</w:t>
      </w:r>
      <w:r>
        <w:tab/>
        <w:t>1.013e0</w:t>
      </w:r>
    </w:p>
    <w:p w:rsidR="00C532FF" w:rsidRDefault="00C532FF" w:rsidP="00C532FF">
      <w:r>
        <w:t>236.1736</w:t>
      </w:r>
      <w:r>
        <w:tab/>
        <w:t>1.013e0</w:t>
      </w:r>
    </w:p>
    <w:p w:rsidR="00C532FF" w:rsidRDefault="00C532FF" w:rsidP="00C532FF">
      <w:r>
        <w:t>236.1871</w:t>
      </w:r>
      <w:r>
        <w:tab/>
        <w:t>4.051e0</w:t>
      </w:r>
    </w:p>
    <w:p w:rsidR="00C532FF" w:rsidRDefault="00C532FF" w:rsidP="00C532FF">
      <w:r>
        <w:t>236.1908</w:t>
      </w:r>
      <w:r>
        <w:tab/>
        <w:t>1.013e0</w:t>
      </w:r>
    </w:p>
    <w:p w:rsidR="00C532FF" w:rsidRDefault="00C532FF" w:rsidP="00C532FF">
      <w:r>
        <w:t>236.2024</w:t>
      </w:r>
      <w:r>
        <w:tab/>
        <w:t>1.013e0</w:t>
      </w:r>
    </w:p>
    <w:p w:rsidR="00C532FF" w:rsidRDefault="00C532FF" w:rsidP="00C532FF">
      <w:r>
        <w:t>236.2265</w:t>
      </w:r>
      <w:r>
        <w:tab/>
        <w:t>1.013e0</w:t>
      </w:r>
    </w:p>
    <w:p w:rsidR="00C532FF" w:rsidRDefault="00C532FF" w:rsidP="00C532FF">
      <w:r>
        <w:t>236.2375</w:t>
      </w:r>
      <w:r>
        <w:tab/>
        <w:t>2.025e0</w:t>
      </w:r>
    </w:p>
    <w:p w:rsidR="00C532FF" w:rsidRDefault="00C532FF" w:rsidP="00C532FF">
      <w:r>
        <w:t>236.2480</w:t>
      </w:r>
      <w:r>
        <w:tab/>
        <w:t>1.013e0</w:t>
      </w:r>
    </w:p>
    <w:p w:rsidR="00C532FF" w:rsidRDefault="00C532FF" w:rsidP="00C532FF">
      <w:r>
        <w:t>236.2597</w:t>
      </w:r>
      <w:r>
        <w:tab/>
        <w:t>1.013e0</w:t>
      </w:r>
    </w:p>
    <w:p w:rsidR="00C532FF" w:rsidRDefault="00C532FF" w:rsidP="00C532FF">
      <w:r>
        <w:t>236.2755</w:t>
      </w:r>
      <w:r>
        <w:tab/>
        <w:t>1.013e0</w:t>
      </w:r>
    </w:p>
    <w:p w:rsidR="00C532FF" w:rsidRDefault="00C532FF" w:rsidP="00C532FF">
      <w:r>
        <w:t>236.3206</w:t>
      </w:r>
      <w:r>
        <w:tab/>
        <w:t>1.013e0</w:t>
      </w:r>
    </w:p>
    <w:p w:rsidR="00C532FF" w:rsidRDefault="00C532FF" w:rsidP="00C532FF">
      <w:r>
        <w:t>236.3409</w:t>
      </w:r>
      <w:r>
        <w:tab/>
        <w:t>3.038e0</w:t>
      </w:r>
    </w:p>
    <w:p w:rsidR="00C532FF" w:rsidRDefault="00C532FF" w:rsidP="00C532FF">
      <w:r>
        <w:t>236.3419</w:t>
      </w:r>
      <w:r>
        <w:tab/>
        <w:t>1.013e0</w:t>
      </w:r>
    </w:p>
    <w:p w:rsidR="00C532FF" w:rsidRDefault="00C532FF" w:rsidP="00C532FF">
      <w:r>
        <w:t>236.3734</w:t>
      </w:r>
      <w:r>
        <w:tab/>
        <w:t>1.013e0</w:t>
      </w:r>
    </w:p>
    <w:p w:rsidR="00C532FF" w:rsidRDefault="00C532FF" w:rsidP="00C532FF">
      <w:r>
        <w:lastRenderedPageBreak/>
        <w:t>236.3818</w:t>
      </w:r>
      <w:r>
        <w:tab/>
        <w:t>3.038e0</w:t>
      </w:r>
    </w:p>
    <w:p w:rsidR="00C532FF" w:rsidRDefault="00C532FF" w:rsidP="00C532FF">
      <w:r>
        <w:t>236.3866</w:t>
      </w:r>
      <w:r>
        <w:tab/>
        <w:t>2.025e0</w:t>
      </w:r>
    </w:p>
    <w:p w:rsidR="00C532FF" w:rsidRDefault="00C532FF" w:rsidP="00C532FF">
      <w:r>
        <w:t>236.4148</w:t>
      </w:r>
      <w:r>
        <w:tab/>
        <w:t>1.013e0</w:t>
      </w:r>
    </w:p>
    <w:p w:rsidR="00C532FF" w:rsidRDefault="00C532FF" w:rsidP="00C532FF">
      <w:r>
        <w:t>236.4377</w:t>
      </w:r>
      <w:r>
        <w:tab/>
        <w:t>4.051e0</w:t>
      </w:r>
    </w:p>
    <w:p w:rsidR="00C532FF" w:rsidRDefault="00C532FF" w:rsidP="00C532FF">
      <w:r>
        <w:t>236.4392</w:t>
      </w:r>
      <w:r>
        <w:tab/>
        <w:t>1.013e0</w:t>
      </w:r>
    </w:p>
    <w:p w:rsidR="00C532FF" w:rsidRDefault="00C532FF" w:rsidP="00C532FF">
      <w:r>
        <w:t>236.4990</w:t>
      </w:r>
      <w:r>
        <w:tab/>
        <w:t>2.025e0</w:t>
      </w:r>
    </w:p>
    <w:p w:rsidR="00C532FF" w:rsidRDefault="00C532FF" w:rsidP="00C532FF">
      <w:r>
        <w:t>236.5012</w:t>
      </w:r>
      <w:r>
        <w:tab/>
        <w:t>1.013e0</w:t>
      </w:r>
    </w:p>
    <w:p w:rsidR="00C532FF" w:rsidRDefault="00C532FF" w:rsidP="00C532FF">
      <w:r>
        <w:t>236.5088</w:t>
      </w:r>
      <w:r>
        <w:tab/>
        <w:t>2.025e0</w:t>
      </w:r>
    </w:p>
    <w:p w:rsidR="00C532FF" w:rsidRDefault="00C532FF" w:rsidP="00C532FF">
      <w:r>
        <w:t>236.5173</w:t>
      </w:r>
      <w:r>
        <w:tab/>
        <w:t>2.025e0</w:t>
      </w:r>
    </w:p>
    <w:p w:rsidR="00C532FF" w:rsidRDefault="00C532FF" w:rsidP="00C532FF">
      <w:r>
        <w:t>236.5307</w:t>
      </w:r>
      <w:r>
        <w:tab/>
        <w:t>2.025e0</w:t>
      </w:r>
    </w:p>
    <w:p w:rsidR="00C532FF" w:rsidRDefault="00C532FF" w:rsidP="00C532FF">
      <w:r>
        <w:t>236.5414</w:t>
      </w:r>
      <w:r>
        <w:tab/>
        <w:t>1.013e0</w:t>
      </w:r>
    </w:p>
    <w:p w:rsidR="00C532FF" w:rsidRDefault="00C532FF" w:rsidP="00C532FF">
      <w:r>
        <w:t>236.5704</w:t>
      </w:r>
      <w:r>
        <w:tab/>
        <w:t>1.013e0</w:t>
      </w:r>
    </w:p>
    <w:p w:rsidR="00C532FF" w:rsidRDefault="00C532FF" w:rsidP="00C532FF">
      <w:r>
        <w:t>236.5782</w:t>
      </w:r>
      <w:r>
        <w:tab/>
        <w:t>2.025e0</w:t>
      </w:r>
    </w:p>
    <w:p w:rsidR="00C532FF" w:rsidRDefault="00C532FF" w:rsidP="00C532FF">
      <w:r>
        <w:t>236.5818</w:t>
      </w:r>
      <w:r>
        <w:tab/>
        <w:t>1.013e0</w:t>
      </w:r>
    </w:p>
    <w:p w:rsidR="00C532FF" w:rsidRDefault="00C532FF" w:rsidP="00C532FF">
      <w:r>
        <w:t>236.6035</w:t>
      </w:r>
      <w:r>
        <w:tab/>
        <w:t>1.013e0</w:t>
      </w:r>
    </w:p>
    <w:p w:rsidR="00C532FF" w:rsidRDefault="00C532FF" w:rsidP="00C532FF">
      <w:r>
        <w:t>236.6164</w:t>
      </w:r>
      <w:r>
        <w:tab/>
        <w:t>3.038e0</w:t>
      </w:r>
    </w:p>
    <w:p w:rsidR="00C532FF" w:rsidRDefault="00C532FF" w:rsidP="00C532FF">
      <w:r>
        <w:t>236.6275</w:t>
      </w:r>
      <w:r>
        <w:tab/>
        <w:t>1.013e0</w:t>
      </w:r>
    </w:p>
    <w:p w:rsidR="00C532FF" w:rsidRDefault="00C532FF" w:rsidP="00C532FF">
      <w:r>
        <w:t>236.6349</w:t>
      </w:r>
      <w:r>
        <w:tab/>
        <w:t>1.013e0</w:t>
      </w:r>
    </w:p>
    <w:p w:rsidR="00C532FF" w:rsidRDefault="00C532FF" w:rsidP="00C532FF">
      <w:r>
        <w:t>236.6666</w:t>
      </w:r>
      <w:r>
        <w:tab/>
        <w:t>2.025e0</w:t>
      </w:r>
    </w:p>
    <w:p w:rsidR="00C532FF" w:rsidRDefault="00C532FF" w:rsidP="00C532FF">
      <w:r>
        <w:lastRenderedPageBreak/>
        <w:t>236.7011</w:t>
      </w:r>
      <w:r>
        <w:tab/>
        <w:t>1.013e0</w:t>
      </w:r>
    </w:p>
    <w:p w:rsidR="00C532FF" w:rsidRDefault="00C532FF" w:rsidP="00C532FF">
      <w:r>
        <w:t>236.7125</w:t>
      </w:r>
      <w:r>
        <w:tab/>
        <w:t>2.025e0</w:t>
      </w:r>
    </w:p>
    <w:p w:rsidR="00C532FF" w:rsidRDefault="00C532FF" w:rsidP="00C532FF">
      <w:r>
        <w:t>236.7298</w:t>
      </w:r>
      <w:r>
        <w:tab/>
        <w:t>1.013e0</w:t>
      </w:r>
    </w:p>
    <w:p w:rsidR="00C532FF" w:rsidRDefault="00C532FF" w:rsidP="00C532FF">
      <w:r>
        <w:t>236.7588</w:t>
      </w:r>
      <w:r>
        <w:tab/>
        <w:t>1.013e0</w:t>
      </w:r>
    </w:p>
    <w:p w:rsidR="00C532FF" w:rsidRDefault="00C532FF" w:rsidP="00C532FF">
      <w:r>
        <w:t>236.7630</w:t>
      </w:r>
      <w:r>
        <w:tab/>
        <w:t>1.013e0</w:t>
      </w:r>
    </w:p>
    <w:p w:rsidR="00C532FF" w:rsidRDefault="00C532FF" w:rsidP="00C532FF">
      <w:r>
        <w:t>236.7708</w:t>
      </w:r>
      <w:r>
        <w:tab/>
        <w:t>1.013e0</w:t>
      </w:r>
    </w:p>
    <w:p w:rsidR="00C532FF" w:rsidRDefault="00C532FF" w:rsidP="00C532FF">
      <w:r>
        <w:t>236.7829</w:t>
      </w:r>
      <w:r>
        <w:tab/>
        <w:t>2.025e0</w:t>
      </w:r>
    </w:p>
    <w:p w:rsidR="00C532FF" w:rsidRDefault="00C532FF" w:rsidP="00C532FF">
      <w:r>
        <w:t>236.7931</w:t>
      </w:r>
      <w:r>
        <w:tab/>
        <w:t>2.025e0</w:t>
      </w:r>
    </w:p>
    <w:p w:rsidR="00C532FF" w:rsidRDefault="00C532FF" w:rsidP="00C532FF">
      <w:r>
        <w:t>236.8074</w:t>
      </w:r>
      <w:r>
        <w:tab/>
        <w:t>1.013e0</w:t>
      </w:r>
    </w:p>
    <w:p w:rsidR="00C532FF" w:rsidRDefault="00C532FF" w:rsidP="00C532FF">
      <w:r>
        <w:t>236.8164</w:t>
      </w:r>
      <w:r>
        <w:tab/>
        <w:t>2.025e0</w:t>
      </w:r>
    </w:p>
    <w:p w:rsidR="00C532FF" w:rsidRDefault="00C532FF" w:rsidP="00C532FF">
      <w:r>
        <w:t>236.8242</w:t>
      </w:r>
      <w:r>
        <w:tab/>
        <w:t>2.025e0</w:t>
      </w:r>
    </w:p>
    <w:p w:rsidR="00C532FF" w:rsidRDefault="00C532FF" w:rsidP="00C532FF">
      <w:r>
        <w:t>236.8278</w:t>
      </w:r>
      <w:r>
        <w:tab/>
        <w:t>1.013e0</w:t>
      </w:r>
    </w:p>
    <w:p w:rsidR="00C532FF" w:rsidRDefault="00C532FF" w:rsidP="00C532FF">
      <w:r>
        <w:t>236.8654</w:t>
      </w:r>
      <w:r>
        <w:tab/>
        <w:t>1.013e0</w:t>
      </w:r>
    </w:p>
    <w:p w:rsidR="00C532FF" w:rsidRDefault="00C532FF" w:rsidP="00C532FF">
      <w:r>
        <w:t>236.9321</w:t>
      </w:r>
      <w:r>
        <w:tab/>
        <w:t>2.025e0</w:t>
      </w:r>
    </w:p>
    <w:p w:rsidR="00C532FF" w:rsidRDefault="00C532FF" w:rsidP="00C532FF">
      <w:r>
        <w:t>236.9419</w:t>
      </w:r>
      <w:r>
        <w:tab/>
        <w:t>1.013e0</w:t>
      </w:r>
    </w:p>
    <w:p w:rsidR="00C532FF" w:rsidRDefault="00C532FF" w:rsidP="00C532FF">
      <w:r>
        <w:t>236.9539</w:t>
      </w:r>
      <w:r>
        <w:tab/>
        <w:t>1.013e0</w:t>
      </w:r>
    </w:p>
    <w:p w:rsidR="00C532FF" w:rsidRDefault="00C532FF" w:rsidP="00C532FF">
      <w:r>
        <w:t>236.9758</w:t>
      </w:r>
      <w:r>
        <w:tab/>
        <w:t>1.013e0</w:t>
      </w:r>
    </w:p>
    <w:p w:rsidR="00C532FF" w:rsidRDefault="00C532FF" w:rsidP="00C532FF">
      <w:r>
        <w:t>236.9872</w:t>
      </w:r>
      <w:r>
        <w:tab/>
        <w:t>1.013e0</w:t>
      </w:r>
    </w:p>
    <w:p w:rsidR="00C532FF" w:rsidRDefault="00C532FF" w:rsidP="00C532FF">
      <w:r>
        <w:t>237.0095</w:t>
      </w:r>
      <w:r>
        <w:tab/>
        <w:t>4.051e0</w:t>
      </w:r>
    </w:p>
    <w:p w:rsidR="00C532FF" w:rsidRDefault="00C532FF" w:rsidP="00C532FF">
      <w:r>
        <w:lastRenderedPageBreak/>
        <w:t>237.0168</w:t>
      </w:r>
      <w:r>
        <w:tab/>
        <w:t>1.418e1</w:t>
      </w:r>
    </w:p>
    <w:p w:rsidR="00C532FF" w:rsidRDefault="00C532FF" w:rsidP="00C532FF">
      <w:r>
        <w:t>237.0189</w:t>
      </w:r>
      <w:r>
        <w:tab/>
        <w:t>4.495e0</w:t>
      </w:r>
    </w:p>
    <w:p w:rsidR="00C532FF" w:rsidRDefault="00C532FF" w:rsidP="00C532FF">
      <w:r>
        <w:t>237.0217</w:t>
      </w:r>
      <w:r>
        <w:tab/>
        <w:t>1.074e1</w:t>
      </w:r>
    </w:p>
    <w:p w:rsidR="00C532FF" w:rsidRDefault="00C532FF" w:rsidP="00C532FF">
      <w:r>
        <w:t>237.0255</w:t>
      </w:r>
      <w:r>
        <w:tab/>
        <w:t>1.316e1</w:t>
      </w:r>
    </w:p>
    <w:p w:rsidR="00C532FF" w:rsidRDefault="00C532FF" w:rsidP="00C532FF">
      <w:r>
        <w:t>237.0381</w:t>
      </w:r>
      <w:r>
        <w:tab/>
        <w:t>7.089e0</w:t>
      </w:r>
    </w:p>
    <w:p w:rsidR="00C532FF" w:rsidRDefault="00C532FF" w:rsidP="00C532FF">
      <w:r>
        <w:t>237.0546</w:t>
      </w:r>
      <w:r>
        <w:tab/>
        <w:t>2.025e0</w:t>
      </w:r>
    </w:p>
    <w:p w:rsidR="00C532FF" w:rsidRDefault="00C532FF" w:rsidP="00C532FF">
      <w:r>
        <w:t>237.0629</w:t>
      </w:r>
      <w:r>
        <w:tab/>
        <w:t>3.021e0</w:t>
      </w:r>
    </w:p>
    <w:p w:rsidR="00C532FF" w:rsidRDefault="00C532FF" w:rsidP="00C532FF">
      <w:r>
        <w:t>237.0681</w:t>
      </w:r>
      <w:r>
        <w:tab/>
        <w:t>3.038e0</w:t>
      </w:r>
    </w:p>
    <w:p w:rsidR="00C532FF" w:rsidRDefault="00C532FF" w:rsidP="00C532FF">
      <w:r>
        <w:t>237.0747</w:t>
      </w:r>
      <w:r>
        <w:tab/>
        <w:t>3.038e0</w:t>
      </w:r>
    </w:p>
    <w:p w:rsidR="00C532FF" w:rsidRDefault="00C532FF" w:rsidP="00C532FF">
      <w:r>
        <w:t>237.0759</w:t>
      </w:r>
      <w:r>
        <w:tab/>
        <w:t>2.025e0</w:t>
      </w:r>
    </w:p>
    <w:p w:rsidR="00C532FF" w:rsidRDefault="00C532FF" w:rsidP="00C532FF">
      <w:r>
        <w:t>237.0812</w:t>
      </w:r>
      <w:r>
        <w:tab/>
        <w:t>3.038e0</w:t>
      </w:r>
    </w:p>
    <w:p w:rsidR="00C532FF" w:rsidRDefault="00C532FF" w:rsidP="00C532FF">
      <w:r>
        <w:t>237.0956</w:t>
      </w:r>
      <w:r>
        <w:tab/>
        <w:t>3.038e0</w:t>
      </w:r>
    </w:p>
    <w:p w:rsidR="00C532FF" w:rsidRDefault="00C532FF" w:rsidP="00C532FF">
      <w:r>
        <w:t>237.0978</w:t>
      </w:r>
      <w:r>
        <w:tab/>
        <w:t>3.038e0</w:t>
      </w:r>
    </w:p>
    <w:p w:rsidR="00C532FF" w:rsidRDefault="00C532FF" w:rsidP="00C532FF">
      <w:r>
        <w:t>237.1059</w:t>
      </w:r>
      <w:r>
        <w:tab/>
        <w:t>5.032e0</w:t>
      </w:r>
    </w:p>
    <w:p w:rsidR="00C532FF" w:rsidRDefault="00C532FF" w:rsidP="00C532FF">
      <w:r>
        <w:t>237.1183</w:t>
      </w:r>
      <w:r>
        <w:tab/>
        <w:t>2.025e0</w:t>
      </w:r>
    </w:p>
    <w:p w:rsidR="00C532FF" w:rsidRDefault="00C532FF" w:rsidP="00C532FF">
      <w:r>
        <w:t>237.1246</w:t>
      </w:r>
      <w:r>
        <w:tab/>
        <w:t>2.025e0</w:t>
      </w:r>
    </w:p>
    <w:p w:rsidR="00C532FF" w:rsidRDefault="00C532FF" w:rsidP="00C532FF">
      <w:r>
        <w:t>237.1307</w:t>
      </w:r>
      <w:r>
        <w:tab/>
        <w:t>3.038e0</w:t>
      </w:r>
    </w:p>
    <w:p w:rsidR="00C532FF" w:rsidRDefault="00C532FF" w:rsidP="00C532FF">
      <w:r>
        <w:t>237.1352</w:t>
      </w:r>
      <w:r>
        <w:tab/>
        <w:t>4.051e0</w:t>
      </w:r>
    </w:p>
    <w:p w:rsidR="00C532FF" w:rsidRDefault="00C532FF" w:rsidP="00C532FF">
      <w:r>
        <w:t>237.1447</w:t>
      </w:r>
      <w:r>
        <w:tab/>
        <w:t>3.038e0</w:t>
      </w:r>
    </w:p>
    <w:p w:rsidR="00C532FF" w:rsidRDefault="00C532FF" w:rsidP="00C532FF">
      <w:r>
        <w:lastRenderedPageBreak/>
        <w:t>237.1467</w:t>
      </w:r>
      <w:r>
        <w:tab/>
        <w:t>2.025e0</w:t>
      </w:r>
    </w:p>
    <w:p w:rsidR="00C532FF" w:rsidRDefault="00C532FF" w:rsidP="00C532FF">
      <w:r>
        <w:t>237.1528</w:t>
      </w:r>
      <w:r>
        <w:tab/>
        <w:t>3.038e0</w:t>
      </w:r>
    </w:p>
    <w:p w:rsidR="00C532FF" w:rsidRDefault="00C532FF" w:rsidP="00C532FF">
      <w:r>
        <w:t>237.1582</w:t>
      </w:r>
      <w:r>
        <w:tab/>
        <w:t>3.038e0</w:t>
      </w:r>
    </w:p>
    <w:p w:rsidR="00C532FF" w:rsidRDefault="00C532FF" w:rsidP="00C532FF">
      <w:r>
        <w:t>237.1760</w:t>
      </w:r>
      <w:r>
        <w:tab/>
        <w:t>2.025e0</w:t>
      </w:r>
    </w:p>
    <w:p w:rsidR="00C532FF" w:rsidRDefault="00C532FF" w:rsidP="00C532FF">
      <w:r>
        <w:t>237.1841</w:t>
      </w:r>
      <w:r>
        <w:tab/>
        <w:t>1.013e0</w:t>
      </w:r>
    </w:p>
    <w:p w:rsidR="00C532FF" w:rsidRDefault="00C532FF" w:rsidP="00C532FF">
      <w:r>
        <w:t>237.2101</w:t>
      </w:r>
      <w:r>
        <w:tab/>
        <w:t>2.025e0</w:t>
      </w:r>
    </w:p>
    <w:p w:rsidR="00C532FF" w:rsidRDefault="00C532FF" w:rsidP="00C532FF">
      <w:r>
        <w:t>237.2163</w:t>
      </w:r>
      <w:r>
        <w:tab/>
        <w:t>1.013e0</w:t>
      </w:r>
    </w:p>
    <w:p w:rsidR="00C532FF" w:rsidRDefault="00C532FF" w:rsidP="00C532FF">
      <w:r>
        <w:t>237.2591</w:t>
      </w:r>
      <w:r>
        <w:tab/>
        <w:t>2.025e0</w:t>
      </w:r>
    </w:p>
    <w:p w:rsidR="00C532FF" w:rsidRDefault="00C532FF" w:rsidP="00C532FF">
      <w:r>
        <w:t>237.3064</w:t>
      </w:r>
      <w:r>
        <w:tab/>
        <w:t>1.013e0</w:t>
      </w:r>
    </w:p>
    <w:p w:rsidR="00C532FF" w:rsidRDefault="00C532FF" w:rsidP="00C532FF">
      <w:r>
        <w:t>237.3103</w:t>
      </w:r>
      <w:r>
        <w:tab/>
        <w:t>2.025e0</w:t>
      </w:r>
    </w:p>
    <w:p w:rsidR="00C532FF" w:rsidRDefault="00C532FF" w:rsidP="00C532FF">
      <w:r>
        <w:t>237.3139</w:t>
      </w:r>
      <w:r>
        <w:tab/>
        <w:t>1.013e0</w:t>
      </w:r>
    </w:p>
    <w:p w:rsidR="00C532FF" w:rsidRDefault="00C532FF" w:rsidP="00C532FF">
      <w:r>
        <w:t>237.3361</w:t>
      </w:r>
      <w:r>
        <w:tab/>
        <w:t>1.013e0</w:t>
      </w:r>
    </w:p>
    <w:p w:rsidR="00C532FF" w:rsidRDefault="00C532FF" w:rsidP="00C532FF">
      <w:r>
        <w:t>237.3717</w:t>
      </w:r>
      <w:r>
        <w:tab/>
        <w:t>1.013e0</w:t>
      </w:r>
    </w:p>
    <w:p w:rsidR="00C532FF" w:rsidRDefault="00C532FF" w:rsidP="00C532FF">
      <w:r>
        <w:t>237.3760</w:t>
      </w:r>
      <w:r>
        <w:tab/>
        <w:t>2.025e0</w:t>
      </w:r>
    </w:p>
    <w:p w:rsidR="00C532FF" w:rsidRDefault="00C532FF" w:rsidP="00C532FF">
      <w:r>
        <w:t>237.3850</w:t>
      </w:r>
      <w:r>
        <w:tab/>
        <w:t>1.013e0</w:t>
      </w:r>
    </w:p>
    <w:p w:rsidR="00C532FF" w:rsidRDefault="00C532FF" w:rsidP="00C532FF">
      <w:r>
        <w:t>237.4182</w:t>
      </w:r>
      <w:r>
        <w:tab/>
        <w:t>2.025e0</w:t>
      </w:r>
    </w:p>
    <w:p w:rsidR="00C532FF" w:rsidRDefault="00C532FF" w:rsidP="00C532FF">
      <w:r>
        <w:t>237.4580</w:t>
      </w:r>
      <w:r>
        <w:tab/>
        <w:t>1.013e0</w:t>
      </w:r>
    </w:p>
    <w:p w:rsidR="00C532FF" w:rsidRDefault="00C532FF" w:rsidP="00C532FF">
      <w:r>
        <w:t>237.4818</w:t>
      </w:r>
      <w:r>
        <w:tab/>
        <w:t>2.025e0</w:t>
      </w:r>
    </w:p>
    <w:p w:rsidR="00C532FF" w:rsidRDefault="00C532FF" w:rsidP="00C532FF">
      <w:r>
        <w:t>237.4887</w:t>
      </w:r>
      <w:r>
        <w:tab/>
        <w:t>3.038e0</w:t>
      </w:r>
    </w:p>
    <w:p w:rsidR="00C532FF" w:rsidRDefault="00C532FF" w:rsidP="00C532FF">
      <w:r>
        <w:lastRenderedPageBreak/>
        <w:t>237.5363</w:t>
      </w:r>
      <w:r>
        <w:tab/>
        <w:t>1.013e0</w:t>
      </w:r>
    </w:p>
    <w:p w:rsidR="00C532FF" w:rsidRDefault="00C532FF" w:rsidP="00C532FF">
      <w:r>
        <w:t>237.5410</w:t>
      </w:r>
      <w:r>
        <w:tab/>
        <w:t>1.013e0</w:t>
      </w:r>
    </w:p>
    <w:p w:rsidR="00C532FF" w:rsidRDefault="00C532FF" w:rsidP="00C532FF">
      <w:r>
        <w:t>237.5524</w:t>
      </w:r>
      <w:r>
        <w:tab/>
        <w:t>2.025e0</w:t>
      </w:r>
    </w:p>
    <w:p w:rsidR="00C532FF" w:rsidRDefault="00C532FF" w:rsidP="00C532FF">
      <w:r>
        <w:t>237.5679</w:t>
      </w:r>
      <w:r>
        <w:tab/>
        <w:t>2.025e0</w:t>
      </w:r>
    </w:p>
    <w:p w:rsidR="00C532FF" w:rsidRDefault="00C532FF" w:rsidP="00C532FF">
      <w:r>
        <w:t>237.5722</w:t>
      </w:r>
      <w:r>
        <w:tab/>
        <w:t>1.013e0</w:t>
      </w:r>
    </w:p>
    <w:p w:rsidR="00C532FF" w:rsidRDefault="00C532FF" w:rsidP="00C532FF">
      <w:r>
        <w:t>237.5938</w:t>
      </w:r>
      <w:r>
        <w:tab/>
        <w:t>1.013e0</w:t>
      </w:r>
    </w:p>
    <w:p w:rsidR="00C532FF" w:rsidRDefault="00C532FF" w:rsidP="00C532FF">
      <w:r>
        <w:t>237.6097</w:t>
      </w:r>
      <w:r>
        <w:tab/>
        <w:t>1.013e0</w:t>
      </w:r>
    </w:p>
    <w:p w:rsidR="00C532FF" w:rsidRDefault="00C532FF" w:rsidP="00C532FF">
      <w:r>
        <w:t>237.6390</w:t>
      </w:r>
      <w:r>
        <w:tab/>
        <w:t>1.013e0</w:t>
      </w:r>
    </w:p>
    <w:p w:rsidR="00C532FF" w:rsidRDefault="00C532FF" w:rsidP="00C532FF">
      <w:r>
        <w:t>237.6472</w:t>
      </w:r>
      <w:r>
        <w:tab/>
        <w:t>1.013e0</w:t>
      </w:r>
    </w:p>
    <w:p w:rsidR="00C532FF" w:rsidRDefault="00C532FF" w:rsidP="00C532FF">
      <w:r>
        <w:t>237.6508</w:t>
      </w:r>
      <w:r>
        <w:tab/>
        <w:t>1.013e0</w:t>
      </w:r>
    </w:p>
    <w:p w:rsidR="00C532FF" w:rsidRDefault="00C532FF" w:rsidP="00C532FF">
      <w:r>
        <w:t>237.6578</w:t>
      </w:r>
      <w:r>
        <w:tab/>
        <w:t>3.038e0</w:t>
      </w:r>
    </w:p>
    <w:p w:rsidR="00C532FF" w:rsidRDefault="00C532FF" w:rsidP="00C532FF">
      <w:r>
        <w:t>237.6706</w:t>
      </w:r>
      <w:r>
        <w:tab/>
        <w:t>1.013e0</w:t>
      </w:r>
    </w:p>
    <w:p w:rsidR="00C532FF" w:rsidRDefault="00C532FF" w:rsidP="00C532FF">
      <w:r>
        <w:t>237.6924</w:t>
      </w:r>
      <w:r>
        <w:tab/>
        <w:t>1.013e0</w:t>
      </w:r>
    </w:p>
    <w:p w:rsidR="00C532FF" w:rsidRDefault="00C532FF" w:rsidP="00C532FF">
      <w:r>
        <w:t>237.7003</w:t>
      </w:r>
      <w:r>
        <w:tab/>
        <w:t>1.013e0</w:t>
      </w:r>
    </w:p>
    <w:p w:rsidR="00C532FF" w:rsidRDefault="00C532FF" w:rsidP="00C532FF">
      <w:r>
        <w:t>237.7370</w:t>
      </w:r>
      <w:r>
        <w:tab/>
        <w:t>1.013e0</w:t>
      </w:r>
    </w:p>
    <w:p w:rsidR="00C532FF" w:rsidRDefault="00C532FF" w:rsidP="00C532FF">
      <w:r>
        <w:t>237.7494</w:t>
      </w:r>
      <w:r>
        <w:tab/>
        <w:t>1.013e0</w:t>
      </w:r>
    </w:p>
    <w:p w:rsidR="00C532FF" w:rsidRDefault="00C532FF" w:rsidP="00C532FF">
      <w:r>
        <w:t>237.7535</w:t>
      </w:r>
      <w:r>
        <w:tab/>
        <w:t>1.013e0</w:t>
      </w:r>
    </w:p>
    <w:p w:rsidR="00C532FF" w:rsidRDefault="00C532FF" w:rsidP="00C532FF">
      <w:r>
        <w:t>237.7770</w:t>
      </w:r>
      <w:r>
        <w:tab/>
        <w:t>1.013e0</w:t>
      </w:r>
    </w:p>
    <w:p w:rsidR="00C532FF" w:rsidRDefault="00C532FF" w:rsidP="00C532FF">
      <w:r>
        <w:t>237.8185</w:t>
      </w:r>
      <w:r>
        <w:tab/>
        <w:t>1.013e0</w:t>
      </w:r>
    </w:p>
    <w:p w:rsidR="00C532FF" w:rsidRDefault="00C532FF" w:rsidP="00C532FF">
      <w:r>
        <w:lastRenderedPageBreak/>
        <w:t>237.8521</w:t>
      </w:r>
      <w:r>
        <w:tab/>
        <w:t>1.013e0</w:t>
      </w:r>
    </w:p>
    <w:p w:rsidR="00C532FF" w:rsidRDefault="00C532FF" w:rsidP="00C532FF">
      <w:r>
        <w:t>237.8972</w:t>
      </w:r>
      <w:r>
        <w:tab/>
        <w:t>2.025e0</w:t>
      </w:r>
    </w:p>
    <w:p w:rsidR="00C532FF" w:rsidRDefault="00C532FF" w:rsidP="00C532FF">
      <w:r>
        <w:t>237.9034</w:t>
      </w:r>
      <w:r>
        <w:tab/>
        <w:t>2.025e0</w:t>
      </w:r>
    </w:p>
    <w:p w:rsidR="00C532FF" w:rsidRDefault="00C532FF" w:rsidP="00C532FF">
      <w:r>
        <w:t>237.9248</w:t>
      </w:r>
      <w:r>
        <w:tab/>
        <w:t>1.013e0</w:t>
      </w:r>
    </w:p>
    <w:p w:rsidR="00C532FF" w:rsidRDefault="00C532FF" w:rsidP="00C532FF">
      <w:r>
        <w:t>237.9505</w:t>
      </w:r>
      <w:r>
        <w:tab/>
        <w:t>1.013e0</w:t>
      </w:r>
    </w:p>
    <w:p w:rsidR="00C532FF" w:rsidRDefault="00C532FF" w:rsidP="00C532FF">
      <w:r>
        <w:t>237.9862</w:t>
      </w:r>
      <w:r>
        <w:tab/>
        <w:t>1.013e0</w:t>
      </w:r>
    </w:p>
    <w:p w:rsidR="00C532FF" w:rsidRDefault="00C532FF" w:rsidP="00C532FF">
      <w:r>
        <w:t>238.0039</w:t>
      </w:r>
      <w:r>
        <w:tab/>
        <w:t>1.013e0</w:t>
      </w:r>
    </w:p>
    <w:p w:rsidR="00C532FF" w:rsidRDefault="00C532FF" w:rsidP="00C532FF">
      <w:r>
        <w:t>238.0094</w:t>
      </w:r>
      <w:r>
        <w:tab/>
        <w:t>2.025e0</w:t>
      </w:r>
    </w:p>
    <w:p w:rsidR="00C532FF" w:rsidRDefault="00C532FF" w:rsidP="00C532FF">
      <w:r>
        <w:t>238.0177</w:t>
      </w:r>
      <w:r>
        <w:tab/>
        <w:t>4.051e0</w:t>
      </w:r>
    </w:p>
    <w:p w:rsidR="00C532FF" w:rsidRDefault="00C532FF" w:rsidP="00C532FF">
      <w:r>
        <w:t>238.0195</w:t>
      </w:r>
      <w:r>
        <w:tab/>
        <w:t>2.025e0</w:t>
      </w:r>
    </w:p>
    <w:p w:rsidR="00C532FF" w:rsidRDefault="00C532FF" w:rsidP="00C532FF">
      <w:r>
        <w:t>238.0234</w:t>
      </w:r>
      <w:r>
        <w:tab/>
        <w:t>2.025e0</w:t>
      </w:r>
    </w:p>
    <w:p w:rsidR="00C532FF" w:rsidRDefault="00C532FF" w:rsidP="00C532FF">
      <w:r>
        <w:t>238.0259</w:t>
      </w:r>
      <w:r>
        <w:tab/>
        <w:t>5.072e0</w:t>
      </w:r>
    </w:p>
    <w:p w:rsidR="00C532FF" w:rsidRDefault="00C532FF" w:rsidP="00C532FF">
      <w:r>
        <w:t>238.0329</w:t>
      </w:r>
      <w:r>
        <w:tab/>
        <w:t>7.089e0</w:t>
      </w:r>
    </w:p>
    <w:p w:rsidR="00C532FF" w:rsidRDefault="00C532FF" w:rsidP="00C532FF">
      <w:r>
        <w:t>238.0412</w:t>
      </w:r>
      <w:r>
        <w:tab/>
        <w:t>4.051e0</w:t>
      </w:r>
    </w:p>
    <w:p w:rsidR="00C532FF" w:rsidRDefault="00C532FF" w:rsidP="00C532FF">
      <w:r>
        <w:t>238.0458</w:t>
      </w:r>
      <w:r>
        <w:tab/>
        <w:t>2.025e0</w:t>
      </w:r>
    </w:p>
    <w:p w:rsidR="00C532FF" w:rsidRDefault="00C532FF" w:rsidP="00C532FF">
      <w:r>
        <w:t>238.0763</w:t>
      </w:r>
      <w:r>
        <w:tab/>
        <w:t>1.013e0</w:t>
      </w:r>
    </w:p>
    <w:p w:rsidR="00C532FF" w:rsidRDefault="00C532FF" w:rsidP="00C532FF">
      <w:r>
        <w:t>238.0888</w:t>
      </w:r>
      <w:r>
        <w:tab/>
        <w:t>1.013e0</w:t>
      </w:r>
    </w:p>
    <w:p w:rsidR="00C532FF" w:rsidRDefault="00C532FF" w:rsidP="00C532FF">
      <w:r>
        <w:t>238.1008</w:t>
      </w:r>
      <w:r>
        <w:tab/>
        <w:t>2.025e0</w:t>
      </w:r>
    </w:p>
    <w:p w:rsidR="00C532FF" w:rsidRDefault="00C532FF" w:rsidP="00C532FF">
      <w:r>
        <w:t>238.1033</w:t>
      </w:r>
      <w:r>
        <w:tab/>
        <w:t>7.591e0</w:t>
      </w:r>
    </w:p>
    <w:p w:rsidR="00C532FF" w:rsidRDefault="00C532FF" w:rsidP="00C532FF">
      <w:r>
        <w:lastRenderedPageBreak/>
        <w:t>238.1108</w:t>
      </w:r>
      <w:r>
        <w:tab/>
        <w:t>6.076e0</w:t>
      </w:r>
    </w:p>
    <w:p w:rsidR="00C532FF" w:rsidRDefault="00C532FF" w:rsidP="00C532FF">
      <w:r>
        <w:t>238.1137</w:t>
      </w:r>
      <w:r>
        <w:tab/>
        <w:t>3.038e0</w:t>
      </w:r>
    </w:p>
    <w:p w:rsidR="00C532FF" w:rsidRDefault="00C532FF" w:rsidP="00C532FF">
      <w:r>
        <w:t>238.1178</w:t>
      </w:r>
      <w:r>
        <w:tab/>
        <w:t>1.013e0</w:t>
      </w:r>
    </w:p>
    <w:p w:rsidR="00C532FF" w:rsidRDefault="00C532FF" w:rsidP="00C532FF">
      <w:r>
        <w:t>238.1200</w:t>
      </w:r>
      <w:r>
        <w:tab/>
        <w:t>3.038e0</w:t>
      </w:r>
    </w:p>
    <w:p w:rsidR="00C532FF" w:rsidRDefault="00C532FF" w:rsidP="00C532FF">
      <w:r>
        <w:t>238.1538</w:t>
      </w:r>
      <w:r>
        <w:tab/>
        <w:t>4.051e0</w:t>
      </w:r>
    </w:p>
    <w:p w:rsidR="00C532FF" w:rsidRDefault="00C532FF" w:rsidP="00C532FF">
      <w:r>
        <w:t>238.1572</w:t>
      </w:r>
      <w:r>
        <w:tab/>
        <w:t>2.025e0</w:t>
      </w:r>
    </w:p>
    <w:p w:rsidR="00C532FF" w:rsidRDefault="00C532FF" w:rsidP="00C532FF">
      <w:r>
        <w:t>238.1690</w:t>
      </w:r>
      <w:r>
        <w:tab/>
        <w:t>2.025e0</w:t>
      </w:r>
    </w:p>
    <w:p w:rsidR="00C532FF" w:rsidRDefault="00C532FF" w:rsidP="00C532FF">
      <w:r>
        <w:t>238.1711</w:t>
      </w:r>
      <w:r>
        <w:tab/>
        <w:t>5.063e0</w:t>
      </w:r>
    </w:p>
    <w:p w:rsidR="00C532FF" w:rsidRDefault="00C532FF" w:rsidP="00C532FF">
      <w:r>
        <w:t>238.1788</w:t>
      </w:r>
      <w:r>
        <w:tab/>
        <w:t>1.013e0</w:t>
      </w:r>
    </w:p>
    <w:p w:rsidR="00C532FF" w:rsidRDefault="00C532FF" w:rsidP="00C532FF">
      <w:r>
        <w:t>238.1829</w:t>
      </w:r>
      <w:r>
        <w:tab/>
        <w:t>1.013e0</w:t>
      </w:r>
    </w:p>
    <w:p w:rsidR="00C532FF" w:rsidRDefault="00C532FF" w:rsidP="00C532FF">
      <w:r>
        <w:t>238.1961</w:t>
      </w:r>
      <w:r>
        <w:tab/>
        <w:t>1.013e0</w:t>
      </w:r>
    </w:p>
    <w:p w:rsidR="00C532FF" w:rsidRDefault="00C532FF" w:rsidP="00C532FF">
      <w:r>
        <w:t>238.2003</w:t>
      </w:r>
      <w:r>
        <w:tab/>
        <w:t>1.013e0</w:t>
      </w:r>
    </w:p>
    <w:p w:rsidR="00C532FF" w:rsidRDefault="00C532FF" w:rsidP="00C532FF">
      <w:r>
        <w:t>238.2242</w:t>
      </w:r>
      <w:r>
        <w:tab/>
        <w:t>1.013e0</w:t>
      </w:r>
    </w:p>
    <w:p w:rsidR="00C532FF" w:rsidRDefault="00C532FF" w:rsidP="00C532FF">
      <w:r>
        <w:t>238.2541</w:t>
      </w:r>
      <w:r>
        <w:tab/>
        <w:t>1.013e0</w:t>
      </w:r>
    </w:p>
    <w:p w:rsidR="00C532FF" w:rsidRDefault="00C532FF" w:rsidP="00C532FF">
      <w:r>
        <w:t>238.2738</w:t>
      </w:r>
      <w:r>
        <w:tab/>
        <w:t>1.013e0</w:t>
      </w:r>
    </w:p>
    <w:p w:rsidR="00C532FF" w:rsidRDefault="00C532FF" w:rsidP="00C532FF">
      <w:r>
        <w:t>238.2777</w:t>
      </w:r>
      <w:r>
        <w:tab/>
        <w:t>1.013e0</w:t>
      </w:r>
    </w:p>
    <w:p w:rsidR="00C532FF" w:rsidRDefault="00C532FF" w:rsidP="00C532FF">
      <w:r>
        <w:t>238.2813</w:t>
      </w:r>
      <w:r>
        <w:tab/>
        <w:t>1.013e0</w:t>
      </w:r>
    </w:p>
    <w:p w:rsidR="00C532FF" w:rsidRDefault="00C532FF" w:rsidP="00C532FF">
      <w:r>
        <w:t>238.3111</w:t>
      </w:r>
      <w:r>
        <w:tab/>
        <w:t>1.013e0</w:t>
      </w:r>
    </w:p>
    <w:p w:rsidR="00C532FF" w:rsidRDefault="00C532FF" w:rsidP="00C532FF">
      <w:r>
        <w:t>238.3188</w:t>
      </w:r>
      <w:r>
        <w:tab/>
        <w:t>1.013e0</w:t>
      </w:r>
    </w:p>
    <w:p w:rsidR="00C532FF" w:rsidRDefault="00C532FF" w:rsidP="00C532FF">
      <w:r>
        <w:lastRenderedPageBreak/>
        <w:t>238.3389</w:t>
      </w:r>
      <w:r>
        <w:tab/>
        <w:t>1.013e0</w:t>
      </w:r>
    </w:p>
    <w:p w:rsidR="00C532FF" w:rsidRDefault="00C532FF" w:rsidP="00C532FF">
      <w:r>
        <w:t>238.3643</w:t>
      </w:r>
      <w:r>
        <w:tab/>
        <w:t>1.013e0</w:t>
      </w:r>
    </w:p>
    <w:p w:rsidR="00C532FF" w:rsidRDefault="00C532FF" w:rsidP="00C532FF">
      <w:r>
        <w:t>238.3877</w:t>
      </w:r>
      <w:r>
        <w:tab/>
        <w:t>2.025e0</w:t>
      </w:r>
    </w:p>
    <w:p w:rsidR="00C532FF" w:rsidRDefault="00C532FF" w:rsidP="00C532FF">
      <w:r>
        <w:t>238.3969</w:t>
      </w:r>
      <w:r>
        <w:tab/>
        <w:t>1.013e0</w:t>
      </w:r>
    </w:p>
    <w:p w:rsidR="00C532FF" w:rsidRDefault="00C532FF" w:rsidP="00C532FF">
      <w:r>
        <w:t>238.4139</w:t>
      </w:r>
      <w:r>
        <w:tab/>
        <w:t>1.013e0</w:t>
      </w:r>
    </w:p>
    <w:p w:rsidR="00C532FF" w:rsidRDefault="00C532FF" w:rsidP="00C532FF">
      <w:r>
        <w:t>238.4331</w:t>
      </w:r>
      <w:r>
        <w:tab/>
        <w:t>1.013e0</w:t>
      </w:r>
    </w:p>
    <w:p w:rsidR="00C532FF" w:rsidRDefault="00C532FF" w:rsidP="00C532FF">
      <w:r>
        <w:t>238.4447</w:t>
      </w:r>
      <w:r>
        <w:tab/>
        <w:t>2.025e0</w:t>
      </w:r>
    </w:p>
    <w:p w:rsidR="00C532FF" w:rsidRDefault="00C532FF" w:rsidP="00C532FF">
      <w:r>
        <w:t>238.4504</w:t>
      </w:r>
      <w:r>
        <w:tab/>
        <w:t>2.025e0</w:t>
      </w:r>
    </w:p>
    <w:p w:rsidR="00C532FF" w:rsidRDefault="00C532FF" w:rsidP="00C532FF">
      <w:r>
        <w:t>238.4531</w:t>
      </w:r>
      <w:r>
        <w:tab/>
        <w:t>5.063e0</w:t>
      </w:r>
    </w:p>
    <w:p w:rsidR="00C532FF" w:rsidRDefault="00C532FF" w:rsidP="00C532FF">
      <w:r>
        <w:t>238.4789</w:t>
      </w:r>
      <w:r>
        <w:tab/>
        <w:t>1.013e0</w:t>
      </w:r>
    </w:p>
    <w:p w:rsidR="00C532FF" w:rsidRDefault="00C532FF" w:rsidP="00C532FF">
      <w:r>
        <w:t>238.4805</w:t>
      </w:r>
      <w:r>
        <w:tab/>
        <w:t>2.025e0</w:t>
      </w:r>
    </w:p>
    <w:p w:rsidR="00C532FF" w:rsidRDefault="00C532FF" w:rsidP="00C532FF">
      <w:r>
        <w:t>238.5200</w:t>
      </w:r>
      <w:r>
        <w:tab/>
        <w:t>1.013e0</w:t>
      </w:r>
    </w:p>
    <w:p w:rsidR="00C532FF" w:rsidRDefault="00C532FF" w:rsidP="00C532FF">
      <w:r>
        <w:t>238.5279</w:t>
      </w:r>
      <w:r>
        <w:tab/>
        <w:t>1.013e0</w:t>
      </w:r>
    </w:p>
    <w:p w:rsidR="00C532FF" w:rsidRDefault="00C532FF" w:rsidP="00C532FF">
      <w:r>
        <w:t>238.5398</w:t>
      </w:r>
      <w:r>
        <w:tab/>
        <w:t>1.013e0</w:t>
      </w:r>
    </w:p>
    <w:p w:rsidR="00C532FF" w:rsidRDefault="00C532FF" w:rsidP="00C532FF">
      <w:r>
        <w:t>238.5488</w:t>
      </w:r>
      <w:r>
        <w:tab/>
        <w:t>1.013e0</w:t>
      </w:r>
    </w:p>
    <w:p w:rsidR="00C532FF" w:rsidRDefault="00C532FF" w:rsidP="00C532FF">
      <w:r>
        <w:t>238.5533</w:t>
      </w:r>
      <w:r>
        <w:tab/>
        <w:t>1.013e0</w:t>
      </w:r>
    </w:p>
    <w:p w:rsidR="00C532FF" w:rsidRDefault="00C532FF" w:rsidP="00C532FF">
      <w:r>
        <w:t>238.5733</w:t>
      </w:r>
      <w:r>
        <w:tab/>
        <w:t>1.013e0</w:t>
      </w:r>
    </w:p>
    <w:p w:rsidR="00C532FF" w:rsidRDefault="00C532FF" w:rsidP="00C532FF">
      <w:r>
        <w:t>238.5891</w:t>
      </w:r>
      <w:r>
        <w:tab/>
        <w:t>1.013e0</w:t>
      </w:r>
    </w:p>
    <w:p w:rsidR="00C532FF" w:rsidRDefault="00C532FF" w:rsidP="00C532FF">
      <w:r>
        <w:t>238.6079</w:t>
      </w:r>
      <w:r>
        <w:tab/>
        <w:t>2.025e0</w:t>
      </w:r>
    </w:p>
    <w:p w:rsidR="00C532FF" w:rsidRDefault="00C532FF" w:rsidP="00C532FF">
      <w:r>
        <w:lastRenderedPageBreak/>
        <w:t>238.6110</w:t>
      </w:r>
      <w:r>
        <w:tab/>
        <w:t>1.013e0</w:t>
      </w:r>
    </w:p>
    <w:p w:rsidR="00C532FF" w:rsidRDefault="00C532FF" w:rsidP="00C532FF">
      <w:r>
        <w:t>238.6148</w:t>
      </w:r>
      <w:r>
        <w:tab/>
        <w:t>1.013e0</w:t>
      </w:r>
    </w:p>
    <w:p w:rsidR="00C532FF" w:rsidRDefault="00C532FF" w:rsidP="00C532FF">
      <w:r>
        <w:t>238.6305</w:t>
      </w:r>
      <w:r>
        <w:tab/>
        <w:t>1.013e0</w:t>
      </w:r>
    </w:p>
    <w:p w:rsidR="00C532FF" w:rsidRDefault="00C532FF" w:rsidP="00C532FF">
      <w:r>
        <w:t>238.6644</w:t>
      </w:r>
      <w:r>
        <w:tab/>
        <w:t>2.025e0</w:t>
      </w:r>
    </w:p>
    <w:p w:rsidR="00C532FF" w:rsidRDefault="00C532FF" w:rsidP="00C532FF">
      <w:r>
        <w:t>238.6719</w:t>
      </w:r>
      <w:r>
        <w:tab/>
        <w:t>1.013e0</w:t>
      </w:r>
    </w:p>
    <w:p w:rsidR="00C532FF" w:rsidRDefault="00C532FF" w:rsidP="00C532FF">
      <w:r>
        <w:t>238.6962</w:t>
      </w:r>
      <w:r>
        <w:tab/>
        <w:t>1.013e0</w:t>
      </w:r>
    </w:p>
    <w:p w:rsidR="00C532FF" w:rsidRDefault="00C532FF" w:rsidP="00C532FF">
      <w:r>
        <w:t>238.7372</w:t>
      </w:r>
      <w:r>
        <w:tab/>
        <w:t>1.013e0</w:t>
      </w:r>
    </w:p>
    <w:p w:rsidR="00C532FF" w:rsidRDefault="00C532FF" w:rsidP="00C532FF">
      <w:r>
        <w:t>238.8035</w:t>
      </w:r>
      <w:r>
        <w:tab/>
        <w:t>1.013e0</w:t>
      </w:r>
    </w:p>
    <w:p w:rsidR="00C532FF" w:rsidRDefault="00C532FF" w:rsidP="00C532FF">
      <w:r>
        <w:t>238.8163</w:t>
      </w:r>
      <w:r>
        <w:tab/>
        <w:t>1.013e0</w:t>
      </w:r>
    </w:p>
    <w:p w:rsidR="00C532FF" w:rsidRDefault="00C532FF" w:rsidP="00C532FF">
      <w:r>
        <w:t>238.8280</w:t>
      </w:r>
      <w:r>
        <w:tab/>
        <w:t>3.038e0</w:t>
      </w:r>
    </w:p>
    <w:p w:rsidR="00C532FF" w:rsidRDefault="00C532FF" w:rsidP="00C532FF">
      <w:r>
        <w:t>238.8483</w:t>
      </w:r>
      <w:r>
        <w:tab/>
        <w:t>1.013e0</w:t>
      </w:r>
    </w:p>
    <w:p w:rsidR="00C532FF" w:rsidRDefault="00C532FF" w:rsidP="00C532FF">
      <w:r>
        <w:t>238.8524</w:t>
      </w:r>
      <w:r>
        <w:tab/>
        <w:t>1.013e0</w:t>
      </w:r>
    </w:p>
    <w:p w:rsidR="00C532FF" w:rsidRDefault="00C532FF" w:rsidP="00C532FF">
      <w:r>
        <w:t>238.8614</w:t>
      </w:r>
      <w:r>
        <w:tab/>
        <w:t>1.013e0</w:t>
      </w:r>
    </w:p>
    <w:p w:rsidR="00C532FF" w:rsidRDefault="00C532FF" w:rsidP="00C532FF">
      <w:r>
        <w:t>238.8852</w:t>
      </w:r>
      <w:r>
        <w:tab/>
        <w:t>1.013e0</w:t>
      </w:r>
    </w:p>
    <w:p w:rsidR="00C532FF" w:rsidRDefault="00C532FF" w:rsidP="00C532FF">
      <w:r>
        <w:t>238.8974</w:t>
      </w:r>
      <w:r>
        <w:tab/>
        <w:t>1.013e0</w:t>
      </w:r>
    </w:p>
    <w:p w:rsidR="00C532FF" w:rsidRDefault="00C532FF" w:rsidP="00C532FF">
      <w:r>
        <w:t>238.9016</w:t>
      </w:r>
      <w:r>
        <w:tab/>
        <w:t>1.013e0</w:t>
      </w:r>
    </w:p>
    <w:p w:rsidR="00C532FF" w:rsidRDefault="00C532FF" w:rsidP="00C532FF">
      <w:r>
        <w:t>238.9109</w:t>
      </w:r>
      <w:r>
        <w:tab/>
        <w:t>1.013e0</w:t>
      </w:r>
    </w:p>
    <w:p w:rsidR="00C532FF" w:rsidRDefault="00C532FF" w:rsidP="00C532FF">
      <w:r>
        <w:t>238.9189</w:t>
      </w:r>
      <w:r>
        <w:tab/>
        <w:t>1.013e0</w:t>
      </w:r>
    </w:p>
    <w:p w:rsidR="00C532FF" w:rsidRDefault="00C532FF" w:rsidP="00C532FF">
      <w:r>
        <w:t>238.9343</w:t>
      </w:r>
      <w:r>
        <w:tab/>
        <w:t>1.013e0</w:t>
      </w:r>
    </w:p>
    <w:p w:rsidR="00C532FF" w:rsidRDefault="00C532FF" w:rsidP="00C532FF">
      <w:r>
        <w:lastRenderedPageBreak/>
        <w:t>238.9464</w:t>
      </w:r>
      <w:r>
        <w:tab/>
        <w:t>1.013e0</w:t>
      </w:r>
    </w:p>
    <w:p w:rsidR="00C532FF" w:rsidRDefault="00C532FF" w:rsidP="00C532FF">
      <w:r>
        <w:t>238.9511</w:t>
      </w:r>
      <w:r>
        <w:tab/>
        <w:t>1.013e0</w:t>
      </w:r>
    </w:p>
    <w:p w:rsidR="00C532FF" w:rsidRDefault="00C532FF" w:rsidP="00C532FF">
      <w:r>
        <w:t>238.9681</w:t>
      </w:r>
      <w:r>
        <w:tab/>
        <w:t>2.025e0</w:t>
      </w:r>
    </w:p>
    <w:p w:rsidR="00C532FF" w:rsidRDefault="00C532FF" w:rsidP="00C532FF">
      <w:r>
        <w:t>238.9878</w:t>
      </w:r>
      <w:r>
        <w:tab/>
        <w:t>1.013e0</w:t>
      </w:r>
    </w:p>
    <w:p w:rsidR="00C532FF" w:rsidRDefault="00C532FF" w:rsidP="00C532FF">
      <w:r>
        <w:t>239.0003</w:t>
      </w:r>
      <w:r>
        <w:tab/>
        <w:t>1.013e0</w:t>
      </w:r>
    </w:p>
    <w:p w:rsidR="00C532FF" w:rsidRDefault="00C532FF" w:rsidP="00C532FF">
      <w:r>
        <w:t>239.0109</w:t>
      </w:r>
      <w:r>
        <w:tab/>
        <w:t>2.025e0</w:t>
      </w:r>
    </w:p>
    <w:p w:rsidR="00C532FF" w:rsidRDefault="00C532FF" w:rsidP="00C532FF">
      <w:r>
        <w:t>239.0176</w:t>
      </w:r>
      <w:r>
        <w:tab/>
        <w:t>1.013e0</w:t>
      </w:r>
    </w:p>
    <w:p w:rsidR="00C532FF" w:rsidRDefault="00C532FF" w:rsidP="00C532FF">
      <w:r>
        <w:t>239.0193</w:t>
      </w:r>
      <w:r>
        <w:tab/>
        <w:t>2.025e0</w:t>
      </w:r>
    </w:p>
    <w:p w:rsidR="00C532FF" w:rsidRDefault="00C532FF" w:rsidP="00C532FF">
      <w:r>
        <w:t>239.0221</w:t>
      </w:r>
      <w:r>
        <w:tab/>
        <w:t>7.879e0</w:t>
      </w:r>
    </w:p>
    <w:p w:rsidR="00C532FF" w:rsidRDefault="00C532FF" w:rsidP="00C532FF">
      <w:r>
        <w:t>239.0254</w:t>
      </w:r>
      <w:r>
        <w:tab/>
        <w:t>5.063e0</w:t>
      </w:r>
    </w:p>
    <w:p w:rsidR="00C532FF" w:rsidRDefault="00C532FF" w:rsidP="00C532FF">
      <w:r>
        <w:t>239.0369</w:t>
      </w:r>
      <w:r>
        <w:tab/>
        <w:t>1.013e0</w:t>
      </w:r>
    </w:p>
    <w:p w:rsidR="00C532FF" w:rsidRDefault="00C532FF" w:rsidP="00C532FF">
      <w:r>
        <w:t>239.0630</w:t>
      </w:r>
      <w:r>
        <w:tab/>
        <w:t>1.013e0</w:t>
      </w:r>
    </w:p>
    <w:p w:rsidR="00C532FF" w:rsidRDefault="00C532FF" w:rsidP="00C532FF">
      <w:r>
        <w:t>239.0652</w:t>
      </w:r>
      <w:r>
        <w:tab/>
        <w:t>3.038e0</w:t>
      </w:r>
    </w:p>
    <w:p w:rsidR="00C532FF" w:rsidRDefault="00C532FF" w:rsidP="00C532FF">
      <w:r>
        <w:t>239.0707</w:t>
      </w:r>
      <w:r>
        <w:tab/>
        <w:t>4.964e0</w:t>
      </w:r>
    </w:p>
    <w:p w:rsidR="00C532FF" w:rsidRDefault="00C532FF" w:rsidP="00C532FF">
      <w:r>
        <w:t>239.0842</w:t>
      </w:r>
      <w:r>
        <w:tab/>
        <w:t>2.025e0</w:t>
      </w:r>
    </w:p>
    <w:p w:rsidR="00C532FF" w:rsidRDefault="00C532FF" w:rsidP="00C532FF">
      <w:r>
        <w:t>239.0904</w:t>
      </w:r>
      <w:r>
        <w:tab/>
        <w:t>2.025e0</w:t>
      </w:r>
    </w:p>
    <w:p w:rsidR="00C532FF" w:rsidRDefault="00C532FF" w:rsidP="00C532FF">
      <w:r>
        <w:t>239.0943</w:t>
      </w:r>
      <w:r>
        <w:tab/>
        <w:t>1.013e0</w:t>
      </w:r>
    </w:p>
    <w:p w:rsidR="00C532FF" w:rsidRDefault="00C532FF" w:rsidP="00C532FF">
      <w:r>
        <w:t>239.1016</w:t>
      </w:r>
      <w:r>
        <w:tab/>
        <w:t>2.025e0</w:t>
      </w:r>
    </w:p>
    <w:p w:rsidR="00C532FF" w:rsidRDefault="00C532FF" w:rsidP="00C532FF">
      <w:r>
        <w:t>239.1097</w:t>
      </w:r>
      <w:r>
        <w:tab/>
        <w:t>2.025e0</w:t>
      </w:r>
    </w:p>
    <w:p w:rsidR="00C532FF" w:rsidRDefault="00C532FF" w:rsidP="00C532FF">
      <w:r>
        <w:lastRenderedPageBreak/>
        <w:t>239.1282</w:t>
      </w:r>
      <w:r>
        <w:tab/>
        <w:t>6.076e0</w:t>
      </w:r>
    </w:p>
    <w:p w:rsidR="00C532FF" w:rsidRDefault="00C532FF" w:rsidP="00C532FF">
      <w:r>
        <w:t>239.1300</w:t>
      </w:r>
      <w:r>
        <w:tab/>
        <w:t>2.025e0</w:t>
      </w:r>
    </w:p>
    <w:p w:rsidR="00C532FF" w:rsidRDefault="00C532FF" w:rsidP="00C532FF">
      <w:r>
        <w:t>239.1355</w:t>
      </w:r>
      <w:r>
        <w:tab/>
        <w:t>2.008e0</w:t>
      </w:r>
    </w:p>
    <w:p w:rsidR="00C532FF" w:rsidRDefault="00C532FF" w:rsidP="00C532FF">
      <w:r>
        <w:t>239.1378</w:t>
      </w:r>
      <w:r>
        <w:tab/>
        <w:t>2.025e0</w:t>
      </w:r>
    </w:p>
    <w:p w:rsidR="00C532FF" w:rsidRDefault="00C532FF" w:rsidP="00C532FF">
      <w:r>
        <w:t>239.1398</w:t>
      </w:r>
      <w:r>
        <w:tab/>
        <w:t>1.013e0</w:t>
      </w:r>
    </w:p>
    <w:p w:rsidR="00C532FF" w:rsidRDefault="00C532FF" w:rsidP="00C532FF">
      <w:r>
        <w:t>239.1609</w:t>
      </w:r>
      <w:r>
        <w:tab/>
        <w:t>2.025e0</w:t>
      </w:r>
    </w:p>
    <w:p w:rsidR="00C532FF" w:rsidRDefault="00C532FF" w:rsidP="00C532FF">
      <w:r>
        <w:t>239.1622</w:t>
      </w:r>
      <w:r>
        <w:tab/>
        <w:t>2.025e0</w:t>
      </w:r>
    </w:p>
    <w:p w:rsidR="00C532FF" w:rsidRDefault="00C532FF" w:rsidP="00C532FF">
      <w:r>
        <w:t>239.1684</w:t>
      </w:r>
      <w:r>
        <w:tab/>
        <w:t>4.051e0</w:t>
      </w:r>
    </w:p>
    <w:p w:rsidR="00C532FF" w:rsidRDefault="00C532FF" w:rsidP="00C532FF">
      <w:r>
        <w:t>239.1706</w:t>
      </w:r>
      <w:r>
        <w:tab/>
        <w:t>3.038e0</w:t>
      </w:r>
    </w:p>
    <w:p w:rsidR="00C532FF" w:rsidRDefault="00C532FF" w:rsidP="00C532FF">
      <w:r>
        <w:t>239.1905</w:t>
      </w:r>
      <w:r>
        <w:tab/>
        <w:t>3.038e0</w:t>
      </w:r>
    </w:p>
    <w:p w:rsidR="00C532FF" w:rsidRDefault="00C532FF" w:rsidP="00C532FF">
      <w:r>
        <w:t>239.1970</w:t>
      </w:r>
      <w:r>
        <w:tab/>
        <w:t>1.013e0</w:t>
      </w:r>
    </w:p>
    <w:p w:rsidR="00C532FF" w:rsidRDefault="00C532FF" w:rsidP="00C532FF">
      <w:r>
        <w:t>239.2054</w:t>
      </w:r>
      <w:r>
        <w:tab/>
        <w:t>2.304e0</w:t>
      </w:r>
    </w:p>
    <w:p w:rsidR="00C532FF" w:rsidRDefault="00C532FF" w:rsidP="00C532FF">
      <w:r>
        <w:t>239.2150</w:t>
      </w:r>
      <w:r>
        <w:tab/>
        <w:t>2.025e0</w:t>
      </w:r>
    </w:p>
    <w:p w:rsidR="00C532FF" w:rsidRDefault="00C532FF" w:rsidP="00C532FF">
      <w:r>
        <w:t>239.2187</w:t>
      </w:r>
      <w:r>
        <w:tab/>
        <w:t>1.013e0</w:t>
      </w:r>
    </w:p>
    <w:p w:rsidR="00C532FF" w:rsidRDefault="00C532FF" w:rsidP="00C532FF">
      <w:r>
        <w:t>239.2385</w:t>
      </w:r>
      <w:r>
        <w:tab/>
        <w:t>1.013e0</w:t>
      </w:r>
    </w:p>
    <w:p w:rsidR="00C532FF" w:rsidRDefault="00C532FF" w:rsidP="00C532FF">
      <w:r>
        <w:t>239.2421</w:t>
      </w:r>
      <w:r>
        <w:tab/>
        <w:t>1.013e0</w:t>
      </w:r>
    </w:p>
    <w:p w:rsidR="00C532FF" w:rsidRDefault="00C532FF" w:rsidP="00C532FF">
      <w:r>
        <w:t>239.2555</w:t>
      </w:r>
      <w:r>
        <w:tab/>
        <w:t>1.013e0</w:t>
      </w:r>
    </w:p>
    <w:p w:rsidR="00C532FF" w:rsidRDefault="00C532FF" w:rsidP="00C532FF">
      <w:r>
        <w:t>239.2837</w:t>
      </w:r>
      <w:r>
        <w:tab/>
        <w:t>1.013e0</w:t>
      </w:r>
    </w:p>
    <w:p w:rsidR="00C532FF" w:rsidRDefault="00C532FF" w:rsidP="00C532FF">
      <w:r>
        <w:t>239.3048</w:t>
      </w:r>
      <w:r>
        <w:tab/>
        <w:t>1.013e0</w:t>
      </w:r>
    </w:p>
    <w:p w:rsidR="00C532FF" w:rsidRDefault="00C532FF" w:rsidP="00C532FF">
      <w:r>
        <w:lastRenderedPageBreak/>
        <w:t>239.3988</w:t>
      </w:r>
      <w:r>
        <w:tab/>
        <w:t>1.013e0</w:t>
      </w:r>
    </w:p>
    <w:p w:rsidR="00C532FF" w:rsidRDefault="00C532FF" w:rsidP="00C532FF">
      <w:r>
        <w:t>239.4033</w:t>
      </w:r>
      <w:r>
        <w:tab/>
        <w:t>1.013e0</w:t>
      </w:r>
    </w:p>
    <w:p w:rsidR="00C532FF" w:rsidRDefault="00C532FF" w:rsidP="00C532FF">
      <w:r>
        <w:t>239.4075</w:t>
      </w:r>
      <w:r>
        <w:tab/>
        <w:t>1.013e0</w:t>
      </w:r>
    </w:p>
    <w:p w:rsidR="00C532FF" w:rsidRDefault="00C532FF" w:rsidP="00C532FF">
      <w:r>
        <w:t>239.4613</w:t>
      </w:r>
      <w:r>
        <w:tab/>
        <w:t>1.013e0</w:t>
      </w:r>
    </w:p>
    <w:p w:rsidR="00C532FF" w:rsidRDefault="00C532FF" w:rsidP="00C532FF">
      <w:r>
        <w:t>239.4775</w:t>
      </w:r>
      <w:r>
        <w:tab/>
        <w:t>2.025e0</w:t>
      </w:r>
    </w:p>
    <w:p w:rsidR="00C532FF" w:rsidRDefault="00C532FF" w:rsidP="00C532FF">
      <w:r>
        <w:t>239.4890</w:t>
      </w:r>
      <w:r>
        <w:tab/>
        <w:t>1.013e0</w:t>
      </w:r>
    </w:p>
    <w:p w:rsidR="00C532FF" w:rsidRDefault="00C532FF" w:rsidP="00C532FF">
      <w:r>
        <w:t>239.4915</w:t>
      </w:r>
      <w:r>
        <w:tab/>
        <w:t>2.025e0</w:t>
      </w:r>
    </w:p>
    <w:p w:rsidR="00C532FF" w:rsidRDefault="00C532FF" w:rsidP="00C532FF">
      <w:r>
        <w:t>239.4928</w:t>
      </w:r>
      <w:r>
        <w:tab/>
        <w:t>1.013e0</w:t>
      </w:r>
    </w:p>
    <w:p w:rsidR="00C532FF" w:rsidRDefault="00C532FF" w:rsidP="00C532FF">
      <w:r>
        <w:t>239.5064</w:t>
      </w:r>
      <w:r>
        <w:tab/>
        <w:t>1.013e0</w:t>
      </w:r>
    </w:p>
    <w:p w:rsidR="00C532FF" w:rsidRDefault="00C532FF" w:rsidP="00C532FF">
      <w:r>
        <w:t>239.5344</w:t>
      </w:r>
      <w:r>
        <w:tab/>
        <w:t>2.025e0</w:t>
      </w:r>
    </w:p>
    <w:p w:rsidR="00C532FF" w:rsidRDefault="00C532FF" w:rsidP="00C532FF">
      <w:r>
        <w:t>239.5465</w:t>
      </w:r>
      <w:r>
        <w:tab/>
        <w:t>2.025e0</w:t>
      </w:r>
    </w:p>
    <w:p w:rsidR="00C532FF" w:rsidRDefault="00C532FF" w:rsidP="00C532FF">
      <w:r>
        <w:t>239.5641</w:t>
      </w:r>
      <w:r>
        <w:tab/>
        <w:t>2.025e0</w:t>
      </w:r>
    </w:p>
    <w:p w:rsidR="00C532FF" w:rsidRDefault="00C532FF" w:rsidP="00C532FF">
      <w:r>
        <w:t>239.5685</w:t>
      </w:r>
      <w:r>
        <w:tab/>
        <w:t>1.013e0</w:t>
      </w:r>
    </w:p>
    <w:p w:rsidR="00C532FF" w:rsidRDefault="00C532FF" w:rsidP="00C532FF">
      <w:r>
        <w:t>239.5722</w:t>
      </w:r>
      <w:r>
        <w:tab/>
        <w:t>3.038e0</w:t>
      </w:r>
    </w:p>
    <w:p w:rsidR="00C532FF" w:rsidRDefault="00C532FF" w:rsidP="00C532FF">
      <w:r>
        <w:t>239.5799</w:t>
      </w:r>
      <w:r>
        <w:tab/>
        <w:t>2.025e0</w:t>
      </w:r>
    </w:p>
    <w:p w:rsidR="00C532FF" w:rsidRDefault="00C532FF" w:rsidP="00C532FF">
      <w:r>
        <w:t>239.5919</w:t>
      </w:r>
      <w:r>
        <w:tab/>
        <w:t>1.013e0</w:t>
      </w:r>
    </w:p>
    <w:p w:rsidR="00C532FF" w:rsidRDefault="00C532FF" w:rsidP="00C532FF">
      <w:r>
        <w:t>239.5958</w:t>
      </w:r>
      <w:r>
        <w:tab/>
        <w:t>1.013e0</w:t>
      </w:r>
    </w:p>
    <w:p w:rsidR="00C532FF" w:rsidRDefault="00C532FF" w:rsidP="00C532FF">
      <w:r>
        <w:t>239.6140</w:t>
      </w:r>
      <w:r>
        <w:tab/>
        <w:t>1.013e0</w:t>
      </w:r>
    </w:p>
    <w:p w:rsidR="00C532FF" w:rsidRDefault="00C532FF" w:rsidP="00C532FF">
      <w:r>
        <w:t>239.6215</w:t>
      </w:r>
      <w:r>
        <w:tab/>
        <w:t>1.013e0</w:t>
      </w:r>
    </w:p>
    <w:p w:rsidR="00C532FF" w:rsidRDefault="00C532FF" w:rsidP="00C532FF">
      <w:r>
        <w:lastRenderedPageBreak/>
        <w:t>239.6333</w:t>
      </w:r>
      <w:r>
        <w:tab/>
        <w:t>1.013e0</w:t>
      </w:r>
    </w:p>
    <w:p w:rsidR="00C532FF" w:rsidRDefault="00C532FF" w:rsidP="00C532FF">
      <w:r>
        <w:t>239.6451</w:t>
      </w:r>
      <w:r>
        <w:tab/>
        <w:t>1.013e0</w:t>
      </w:r>
    </w:p>
    <w:p w:rsidR="00C532FF" w:rsidRDefault="00C532FF" w:rsidP="00C532FF">
      <w:r>
        <w:t>239.6496</w:t>
      </w:r>
      <w:r>
        <w:tab/>
        <w:t>1.013e0</w:t>
      </w:r>
    </w:p>
    <w:p w:rsidR="00C532FF" w:rsidRDefault="00C532FF" w:rsidP="00C532FF">
      <w:r>
        <w:t>239.6544</w:t>
      </w:r>
      <w:r>
        <w:tab/>
        <w:t>1.013e0</w:t>
      </w:r>
    </w:p>
    <w:p w:rsidR="00C532FF" w:rsidRDefault="00C532FF" w:rsidP="00C532FF">
      <w:r>
        <w:t>239.6827</w:t>
      </w:r>
      <w:r>
        <w:tab/>
        <w:t>2.025e0</w:t>
      </w:r>
    </w:p>
    <w:p w:rsidR="00C532FF" w:rsidRDefault="00C532FF" w:rsidP="00C532FF">
      <w:r>
        <w:t>239.6868</w:t>
      </w:r>
      <w:r>
        <w:tab/>
        <w:t>3.038e0</w:t>
      </w:r>
    </w:p>
    <w:p w:rsidR="00C532FF" w:rsidRDefault="00C532FF" w:rsidP="00C532FF">
      <w:r>
        <w:t>239.7037</w:t>
      </w:r>
      <w:r>
        <w:tab/>
        <w:t>1.013e0</w:t>
      </w:r>
    </w:p>
    <w:p w:rsidR="00C532FF" w:rsidRDefault="00C532FF" w:rsidP="00C532FF">
      <w:r>
        <w:t>239.7322</w:t>
      </w:r>
      <w:r>
        <w:tab/>
        <w:t>2.025e0</w:t>
      </w:r>
    </w:p>
    <w:p w:rsidR="00C532FF" w:rsidRDefault="00C532FF" w:rsidP="00C532FF">
      <w:r>
        <w:t>239.7360</w:t>
      </w:r>
      <w:r>
        <w:tab/>
        <w:t>1.013e0</w:t>
      </w:r>
    </w:p>
    <w:p w:rsidR="00C532FF" w:rsidRDefault="00C532FF" w:rsidP="00C532FF">
      <w:r>
        <w:t>239.7617</w:t>
      </w:r>
      <w:r>
        <w:tab/>
        <w:t>1.013e0</w:t>
      </w:r>
    </w:p>
    <w:p w:rsidR="00C532FF" w:rsidRDefault="00C532FF" w:rsidP="00C532FF">
      <w:r>
        <w:t>239.7738</w:t>
      </w:r>
      <w:r>
        <w:tab/>
        <w:t>1.013e0</w:t>
      </w:r>
    </w:p>
    <w:p w:rsidR="00C532FF" w:rsidRDefault="00C532FF" w:rsidP="00C532FF">
      <w:r>
        <w:t>239.8024</w:t>
      </w:r>
      <w:r>
        <w:tab/>
        <w:t>1.013e0</w:t>
      </w:r>
    </w:p>
    <w:p w:rsidR="00C532FF" w:rsidRDefault="00C532FF" w:rsidP="00C532FF">
      <w:r>
        <w:t>239.8111</w:t>
      </w:r>
      <w:r>
        <w:tab/>
        <w:t>1.013e0</w:t>
      </w:r>
    </w:p>
    <w:p w:rsidR="00C532FF" w:rsidRDefault="00C532FF" w:rsidP="00C532FF">
      <w:r>
        <w:t>239.8125</w:t>
      </w:r>
      <w:r>
        <w:tab/>
        <w:t>2.025e0</w:t>
      </w:r>
    </w:p>
    <w:p w:rsidR="00C532FF" w:rsidRDefault="00C532FF" w:rsidP="00C532FF">
      <w:r>
        <w:t>239.8152</w:t>
      </w:r>
      <w:r>
        <w:tab/>
        <w:t>1.013e0</w:t>
      </w:r>
    </w:p>
    <w:p w:rsidR="00C532FF" w:rsidRDefault="00C532FF" w:rsidP="00C532FF">
      <w:r>
        <w:t>239.8328</w:t>
      </w:r>
      <w:r>
        <w:tab/>
        <w:t>2.025e0</w:t>
      </w:r>
    </w:p>
    <w:p w:rsidR="00C532FF" w:rsidRDefault="00C532FF" w:rsidP="00C532FF">
      <w:r>
        <w:t>239.8515</w:t>
      </w:r>
      <w:r>
        <w:tab/>
        <w:t>1.013e0</w:t>
      </w:r>
    </w:p>
    <w:p w:rsidR="00C532FF" w:rsidRDefault="00C532FF" w:rsidP="00C532FF">
      <w:r>
        <w:t>239.8560</w:t>
      </w:r>
      <w:r>
        <w:tab/>
        <w:t>1.013e0</w:t>
      </w:r>
    </w:p>
    <w:p w:rsidR="00C532FF" w:rsidRDefault="00C532FF" w:rsidP="00C532FF">
      <w:r>
        <w:t>239.8845</w:t>
      </w:r>
      <w:r>
        <w:tab/>
        <w:t>1.013e0</w:t>
      </w:r>
    </w:p>
    <w:p w:rsidR="00C532FF" w:rsidRDefault="00C532FF" w:rsidP="00C532FF">
      <w:r>
        <w:lastRenderedPageBreak/>
        <w:t>239.8922</w:t>
      </w:r>
      <w:r>
        <w:tab/>
        <w:t>1.013e0</w:t>
      </w:r>
    </w:p>
    <w:p w:rsidR="00C532FF" w:rsidRDefault="00C532FF" w:rsidP="00C532FF">
      <w:r>
        <w:t>239.9012</w:t>
      </w:r>
      <w:r>
        <w:tab/>
        <w:t>1.013e0</w:t>
      </w:r>
    </w:p>
    <w:p w:rsidR="00C532FF" w:rsidRDefault="00C532FF" w:rsidP="00C532FF">
      <w:r>
        <w:t>239.9057</w:t>
      </w:r>
      <w:r>
        <w:tab/>
        <w:t>1.013e0</w:t>
      </w:r>
    </w:p>
    <w:p w:rsidR="00C532FF" w:rsidRDefault="00C532FF" w:rsidP="00C532FF">
      <w:r>
        <w:t>239.9458</w:t>
      </w:r>
      <w:r>
        <w:tab/>
        <w:t>1.013e0</w:t>
      </w:r>
    </w:p>
    <w:p w:rsidR="00C532FF" w:rsidRDefault="00C532FF" w:rsidP="00C532FF">
      <w:r>
        <w:t>239.9506</w:t>
      </w:r>
      <w:r>
        <w:tab/>
        <w:t>1.013e0</w:t>
      </w:r>
    </w:p>
    <w:p w:rsidR="00C532FF" w:rsidRDefault="00C532FF" w:rsidP="00C532FF">
      <w:r>
        <w:t>239.9693</w:t>
      </w:r>
      <w:r>
        <w:tab/>
        <w:t>2.025e0</w:t>
      </w:r>
    </w:p>
    <w:p w:rsidR="00C532FF" w:rsidRDefault="00C532FF" w:rsidP="00C532FF">
      <w:r>
        <w:t>239.9791</w:t>
      </w:r>
      <w:r>
        <w:tab/>
        <w:t>1.013e0</w:t>
      </w:r>
    </w:p>
    <w:p w:rsidR="00C532FF" w:rsidRDefault="00C532FF" w:rsidP="00C532FF">
      <w:r>
        <w:t>239.9833</w:t>
      </w:r>
      <w:r>
        <w:tab/>
        <w:t>1.013e0</w:t>
      </w:r>
    </w:p>
    <w:p w:rsidR="00C532FF" w:rsidRDefault="00C532FF" w:rsidP="00C532FF">
      <w:r>
        <w:t>240.0086</w:t>
      </w:r>
      <w:r>
        <w:tab/>
        <w:t>1.013e0</w:t>
      </w:r>
    </w:p>
    <w:p w:rsidR="00C532FF" w:rsidRDefault="00C532FF" w:rsidP="00C532FF">
      <w:r>
        <w:t>240.0233</w:t>
      </w:r>
      <w:r>
        <w:tab/>
        <w:t>5.063e0</w:t>
      </w:r>
    </w:p>
    <w:p w:rsidR="00C532FF" w:rsidRDefault="00C532FF" w:rsidP="00C532FF">
      <w:r>
        <w:t>240.0248</w:t>
      </w:r>
      <w:r>
        <w:tab/>
        <w:t>3.038e0</w:t>
      </w:r>
    </w:p>
    <w:p w:rsidR="00C532FF" w:rsidRDefault="00C532FF" w:rsidP="00C532FF">
      <w:r>
        <w:t>240.0268</w:t>
      </w:r>
      <w:r>
        <w:tab/>
        <w:t>2.025e0</w:t>
      </w:r>
    </w:p>
    <w:p w:rsidR="00C532FF" w:rsidRDefault="00C532FF" w:rsidP="00C532FF">
      <w:r>
        <w:t>240.0361</w:t>
      </w:r>
      <w:r>
        <w:tab/>
        <w:t>5.063e0</w:t>
      </w:r>
    </w:p>
    <w:p w:rsidR="00C532FF" w:rsidRDefault="00C532FF" w:rsidP="00C532FF">
      <w:r>
        <w:t>240.0378</w:t>
      </w:r>
      <w:r>
        <w:tab/>
        <w:t>5.690e0</w:t>
      </w:r>
    </w:p>
    <w:p w:rsidR="00C532FF" w:rsidRDefault="00C532FF" w:rsidP="00C532FF">
      <w:r>
        <w:t>240.0401</w:t>
      </w:r>
      <w:r>
        <w:tab/>
        <w:t>4.051e0</w:t>
      </w:r>
    </w:p>
    <w:p w:rsidR="00C532FF" w:rsidRDefault="00C532FF" w:rsidP="00C532FF">
      <w:r>
        <w:t>240.0604</w:t>
      </w:r>
      <w:r>
        <w:tab/>
        <w:t>4.051e0</w:t>
      </w:r>
    </w:p>
    <w:p w:rsidR="00C532FF" w:rsidRDefault="00C532FF" w:rsidP="00C532FF">
      <w:r>
        <w:t>240.0756</w:t>
      </w:r>
      <w:r>
        <w:tab/>
        <w:t>6.076e0</w:t>
      </w:r>
    </w:p>
    <w:p w:rsidR="00C532FF" w:rsidRDefault="00C532FF" w:rsidP="00C532FF">
      <w:r>
        <w:t>240.0838</w:t>
      </w:r>
      <w:r>
        <w:tab/>
        <w:t>3.054e0</w:t>
      </w:r>
    </w:p>
    <w:p w:rsidR="00C532FF" w:rsidRDefault="00C532FF" w:rsidP="00C532FF">
      <w:r>
        <w:t>240.1157</w:t>
      </w:r>
      <w:r>
        <w:tab/>
        <w:t>2.025e0</w:t>
      </w:r>
    </w:p>
    <w:p w:rsidR="00C532FF" w:rsidRDefault="00C532FF" w:rsidP="00C532FF">
      <w:r>
        <w:lastRenderedPageBreak/>
        <w:t>240.1217</w:t>
      </w:r>
      <w:r>
        <w:tab/>
        <w:t>2.025e0</w:t>
      </w:r>
    </w:p>
    <w:p w:rsidR="00C532FF" w:rsidRDefault="00C532FF" w:rsidP="00C532FF">
      <w:r>
        <w:t>240.1235</w:t>
      </w:r>
      <w:r>
        <w:tab/>
        <w:t>4.051e0</w:t>
      </w:r>
    </w:p>
    <w:p w:rsidR="00C532FF" w:rsidRDefault="00C532FF" w:rsidP="00C532FF">
      <w:r>
        <w:t>240.1501</w:t>
      </w:r>
      <w:r>
        <w:tab/>
        <w:t>2.025e0</w:t>
      </w:r>
    </w:p>
    <w:p w:rsidR="00C532FF" w:rsidRDefault="00C532FF" w:rsidP="00C532FF">
      <w:r>
        <w:t>240.1608</w:t>
      </w:r>
      <w:r>
        <w:tab/>
        <w:t>4.051e0</w:t>
      </w:r>
    </w:p>
    <w:p w:rsidR="00C532FF" w:rsidRDefault="00C532FF" w:rsidP="00C532FF">
      <w:r>
        <w:t>240.1652</w:t>
      </w:r>
      <w:r>
        <w:tab/>
        <w:t>1.013e0</w:t>
      </w:r>
    </w:p>
    <w:p w:rsidR="00C532FF" w:rsidRDefault="00C532FF" w:rsidP="00C532FF">
      <w:r>
        <w:t>240.1670</w:t>
      </w:r>
      <w:r>
        <w:tab/>
        <w:t>2.025e0</w:t>
      </w:r>
    </w:p>
    <w:p w:rsidR="00C532FF" w:rsidRDefault="00C532FF" w:rsidP="00C532FF">
      <w:r>
        <w:t>240.1737</w:t>
      </w:r>
      <w:r>
        <w:tab/>
        <w:t>6.921e0</w:t>
      </w:r>
    </w:p>
    <w:p w:rsidR="00C532FF" w:rsidRDefault="00C532FF" w:rsidP="00C532FF">
      <w:r>
        <w:t>240.1822</w:t>
      </w:r>
      <w:r>
        <w:tab/>
        <w:t>5.063e0</w:t>
      </w:r>
    </w:p>
    <w:p w:rsidR="00C532FF" w:rsidRDefault="00C532FF" w:rsidP="00C532FF">
      <w:r>
        <w:t>240.1973</w:t>
      </w:r>
      <w:r>
        <w:tab/>
        <w:t>1.013e0</w:t>
      </w:r>
    </w:p>
    <w:p w:rsidR="00C532FF" w:rsidRDefault="00C532FF" w:rsidP="00C532FF">
      <w:r>
        <w:t>240.2018</w:t>
      </w:r>
      <w:r>
        <w:tab/>
        <w:t>1.013e0</w:t>
      </w:r>
    </w:p>
    <w:p w:rsidR="00C532FF" w:rsidRDefault="00C532FF" w:rsidP="00C532FF">
      <w:r>
        <w:t>240.2054</w:t>
      </w:r>
      <w:r>
        <w:tab/>
        <w:t>3.038e0</w:t>
      </w:r>
    </w:p>
    <w:p w:rsidR="00C532FF" w:rsidRDefault="00C532FF" w:rsidP="00C532FF">
      <w:r>
        <w:t>240.2222</w:t>
      </w:r>
      <w:r>
        <w:tab/>
        <w:t>2.025e0</w:t>
      </w:r>
    </w:p>
    <w:p w:rsidR="00C532FF" w:rsidRDefault="00C532FF" w:rsidP="00C532FF">
      <w:r>
        <w:t>240.2303</w:t>
      </w:r>
      <w:r>
        <w:tab/>
        <w:t>2.025e0</w:t>
      </w:r>
    </w:p>
    <w:p w:rsidR="00C532FF" w:rsidRDefault="00C532FF" w:rsidP="00C532FF">
      <w:r>
        <w:t>240.2342</w:t>
      </w:r>
      <w:r>
        <w:tab/>
        <w:t>1.013e0</w:t>
      </w:r>
    </w:p>
    <w:p w:rsidR="00C532FF" w:rsidRDefault="00C532FF" w:rsidP="00C532FF">
      <w:r>
        <w:t>240.2512</w:t>
      </w:r>
      <w:r>
        <w:tab/>
        <w:t>2.025e0</w:t>
      </w:r>
    </w:p>
    <w:p w:rsidR="00C532FF" w:rsidRDefault="00C532FF" w:rsidP="00C532FF">
      <w:r>
        <w:t>240.2603</w:t>
      </w:r>
      <w:r>
        <w:tab/>
        <w:t>1.013e0</w:t>
      </w:r>
    </w:p>
    <w:p w:rsidR="00C532FF" w:rsidRDefault="00C532FF" w:rsidP="00C532FF">
      <w:r>
        <w:t>240.2756</w:t>
      </w:r>
      <w:r>
        <w:tab/>
        <w:t>1.013e0</w:t>
      </w:r>
    </w:p>
    <w:p w:rsidR="00C532FF" w:rsidRDefault="00C532FF" w:rsidP="00C532FF">
      <w:r>
        <w:t>240.2778</w:t>
      </w:r>
      <w:r>
        <w:tab/>
        <w:t>2.025e0</w:t>
      </w:r>
    </w:p>
    <w:p w:rsidR="00C532FF" w:rsidRDefault="00C532FF" w:rsidP="00C532FF">
      <w:r>
        <w:t>240.2964</w:t>
      </w:r>
      <w:r>
        <w:tab/>
        <w:t>2.025e0</w:t>
      </w:r>
    </w:p>
    <w:p w:rsidR="00C532FF" w:rsidRDefault="00C532FF" w:rsidP="00C532FF">
      <w:r>
        <w:lastRenderedPageBreak/>
        <w:t>240.3097</w:t>
      </w:r>
      <w:r>
        <w:tab/>
        <w:t>1.013e0</w:t>
      </w:r>
    </w:p>
    <w:p w:rsidR="00C532FF" w:rsidRDefault="00C532FF" w:rsidP="00C532FF">
      <w:r>
        <w:t>240.3211</w:t>
      </w:r>
      <w:r>
        <w:tab/>
        <w:t>1.013e0</w:t>
      </w:r>
    </w:p>
    <w:p w:rsidR="00C532FF" w:rsidRDefault="00C532FF" w:rsidP="00C532FF">
      <w:r>
        <w:t>240.3629</w:t>
      </w:r>
      <w:r>
        <w:tab/>
        <w:t>1.013e0</w:t>
      </w:r>
    </w:p>
    <w:p w:rsidR="00C532FF" w:rsidRDefault="00C532FF" w:rsidP="00C532FF">
      <w:r>
        <w:t>240.4005</w:t>
      </w:r>
      <w:r>
        <w:tab/>
        <w:t>3.038e0</w:t>
      </w:r>
    </w:p>
    <w:p w:rsidR="00C532FF" w:rsidRDefault="00C532FF" w:rsidP="00C532FF">
      <w:r>
        <w:t>240.4044</w:t>
      </w:r>
      <w:r>
        <w:tab/>
        <w:t>1.013e0</w:t>
      </w:r>
    </w:p>
    <w:p w:rsidR="00C532FF" w:rsidRDefault="00C532FF" w:rsidP="00C532FF">
      <w:r>
        <w:t>240.4202</w:t>
      </w:r>
      <w:r>
        <w:tab/>
        <w:t>1.013e0</w:t>
      </w:r>
    </w:p>
    <w:p w:rsidR="00C532FF" w:rsidRDefault="00C532FF" w:rsidP="00C532FF">
      <w:r>
        <w:t>240.4240</w:t>
      </w:r>
      <w:r>
        <w:tab/>
        <w:t>2.025e0</w:t>
      </w:r>
    </w:p>
    <w:p w:rsidR="00C532FF" w:rsidRDefault="00C532FF" w:rsidP="00C532FF">
      <w:r>
        <w:t>240.4317</w:t>
      </w:r>
      <w:r>
        <w:tab/>
        <w:t>1.013e0</w:t>
      </w:r>
    </w:p>
    <w:p w:rsidR="00C532FF" w:rsidRDefault="00C532FF" w:rsidP="00C532FF">
      <w:r>
        <w:t>240.4654</w:t>
      </w:r>
      <w:r>
        <w:tab/>
        <w:t>1.013e0</w:t>
      </w:r>
    </w:p>
    <w:p w:rsidR="00C532FF" w:rsidRDefault="00C532FF" w:rsidP="00C532FF">
      <w:r>
        <w:t>240.4852</w:t>
      </w:r>
      <w:r>
        <w:tab/>
        <w:t>2.025e0</w:t>
      </w:r>
    </w:p>
    <w:p w:rsidR="00C532FF" w:rsidRDefault="00C532FF" w:rsidP="00C532FF">
      <w:r>
        <w:t>240.4899</w:t>
      </w:r>
      <w:r>
        <w:tab/>
        <w:t>1.013e0</w:t>
      </w:r>
    </w:p>
    <w:p w:rsidR="00C532FF" w:rsidRDefault="00C532FF" w:rsidP="00C532FF">
      <w:r>
        <w:t>240.4989</w:t>
      </w:r>
      <w:r>
        <w:tab/>
        <w:t>1.013e0</w:t>
      </w:r>
    </w:p>
    <w:p w:rsidR="00C532FF" w:rsidRDefault="00C532FF" w:rsidP="00C532FF">
      <w:r>
        <w:t>240.5110</w:t>
      </w:r>
      <w:r>
        <w:tab/>
        <w:t>2.025e0</w:t>
      </w:r>
    </w:p>
    <w:p w:rsidR="00C532FF" w:rsidRDefault="00C532FF" w:rsidP="00C532FF">
      <w:r>
        <w:t>240.5484</w:t>
      </w:r>
      <w:r>
        <w:tab/>
        <w:t>1.013e0</w:t>
      </w:r>
    </w:p>
    <w:p w:rsidR="00C532FF" w:rsidRDefault="00C532FF" w:rsidP="00C532FF">
      <w:r>
        <w:t>240.5803</w:t>
      </w:r>
      <w:r>
        <w:tab/>
        <w:t>1.013e0</w:t>
      </w:r>
    </w:p>
    <w:p w:rsidR="00C532FF" w:rsidRDefault="00C532FF" w:rsidP="00C532FF">
      <w:r>
        <w:t>240.5889</w:t>
      </w:r>
      <w:r>
        <w:tab/>
        <w:t>1.013e0</w:t>
      </w:r>
    </w:p>
    <w:p w:rsidR="00C532FF" w:rsidRDefault="00C532FF" w:rsidP="00C532FF">
      <w:r>
        <w:t>240.5974</w:t>
      </w:r>
      <w:r>
        <w:tab/>
        <w:t>2.025e0</w:t>
      </w:r>
    </w:p>
    <w:p w:rsidR="00C532FF" w:rsidRDefault="00C532FF" w:rsidP="00C532FF">
      <w:r>
        <w:t>240.6021</w:t>
      </w:r>
      <w:r>
        <w:tab/>
        <w:t>1.013e0</w:t>
      </w:r>
    </w:p>
    <w:p w:rsidR="00C532FF" w:rsidRDefault="00C532FF" w:rsidP="00C532FF">
      <w:r>
        <w:t>240.6141</w:t>
      </w:r>
      <w:r>
        <w:tab/>
        <w:t>1.013e0</w:t>
      </w:r>
    </w:p>
    <w:p w:rsidR="00C532FF" w:rsidRDefault="00C532FF" w:rsidP="00C532FF">
      <w:r>
        <w:lastRenderedPageBreak/>
        <w:t>240.6263</w:t>
      </w:r>
      <w:r>
        <w:tab/>
        <w:t>2.025e0</w:t>
      </w:r>
    </w:p>
    <w:p w:rsidR="00C532FF" w:rsidRDefault="00C532FF" w:rsidP="00C532FF">
      <w:r>
        <w:t>240.6519</w:t>
      </w:r>
      <w:r>
        <w:tab/>
        <w:t>1.013e0</w:t>
      </w:r>
    </w:p>
    <w:p w:rsidR="00C532FF" w:rsidRDefault="00C532FF" w:rsidP="00C532FF">
      <w:r>
        <w:t>240.6530</w:t>
      </w:r>
      <w:r>
        <w:tab/>
        <w:t>2.025e0</w:t>
      </w:r>
    </w:p>
    <w:p w:rsidR="00C532FF" w:rsidRDefault="00C532FF" w:rsidP="00C532FF">
      <w:r>
        <w:t>240.6714</w:t>
      </w:r>
      <w:r>
        <w:tab/>
        <w:t>2.025e0</w:t>
      </w:r>
    </w:p>
    <w:p w:rsidR="00C532FF" w:rsidRDefault="00C532FF" w:rsidP="00C532FF">
      <w:r>
        <w:t>240.6876</w:t>
      </w:r>
      <w:r>
        <w:tab/>
        <w:t>1.013e0</w:t>
      </w:r>
    </w:p>
    <w:p w:rsidR="00C532FF" w:rsidRDefault="00C532FF" w:rsidP="00C532FF">
      <w:r>
        <w:t>240.7014</w:t>
      </w:r>
      <w:r>
        <w:tab/>
        <w:t>1.013e0</w:t>
      </w:r>
    </w:p>
    <w:p w:rsidR="00C532FF" w:rsidRDefault="00C532FF" w:rsidP="00C532FF">
      <w:r>
        <w:t>240.7166</w:t>
      </w:r>
      <w:r>
        <w:tab/>
        <w:t>3.038e0</w:t>
      </w:r>
    </w:p>
    <w:p w:rsidR="00C532FF" w:rsidRDefault="00C532FF" w:rsidP="00C532FF">
      <w:r>
        <w:t>240.7701</w:t>
      </w:r>
      <w:r>
        <w:tab/>
        <w:t>1.013e0</w:t>
      </w:r>
    </w:p>
    <w:p w:rsidR="00C532FF" w:rsidRDefault="00C532FF" w:rsidP="00C532FF">
      <w:r>
        <w:t>240.7911</w:t>
      </w:r>
      <w:r>
        <w:tab/>
        <w:t>1.013e0</w:t>
      </w:r>
    </w:p>
    <w:p w:rsidR="00C532FF" w:rsidRDefault="00C532FF" w:rsidP="00C532FF">
      <w:r>
        <w:t>240.8119</w:t>
      </w:r>
      <w:r>
        <w:tab/>
        <w:t>1.013e0</w:t>
      </w:r>
    </w:p>
    <w:p w:rsidR="00C532FF" w:rsidRDefault="00C532FF" w:rsidP="00C532FF">
      <w:r>
        <w:t>240.8159</w:t>
      </w:r>
      <w:r>
        <w:tab/>
        <w:t>1.013e0</w:t>
      </w:r>
    </w:p>
    <w:p w:rsidR="00C532FF" w:rsidRDefault="00C532FF" w:rsidP="00C532FF">
      <w:r>
        <w:t>240.8234</w:t>
      </w:r>
      <w:r>
        <w:tab/>
        <w:t>1.013e0</w:t>
      </w:r>
    </w:p>
    <w:p w:rsidR="00C532FF" w:rsidRDefault="00C532FF" w:rsidP="00C532FF">
      <w:r>
        <w:t>240.8272</w:t>
      </w:r>
      <w:r>
        <w:tab/>
        <w:t>2.025e0</w:t>
      </w:r>
    </w:p>
    <w:p w:rsidR="00C532FF" w:rsidRDefault="00C532FF" w:rsidP="00C532FF">
      <w:r>
        <w:t>240.8494</w:t>
      </w:r>
      <w:r>
        <w:tab/>
        <w:t>1.013e0</w:t>
      </w:r>
    </w:p>
    <w:p w:rsidR="00C532FF" w:rsidRDefault="00C532FF" w:rsidP="00C532FF">
      <w:r>
        <w:t>240.8535</w:t>
      </w:r>
      <w:r>
        <w:tab/>
        <w:t>1.013e0</w:t>
      </w:r>
    </w:p>
    <w:p w:rsidR="00C532FF" w:rsidRDefault="00C532FF" w:rsidP="00C532FF">
      <w:r>
        <w:t>240.8653</w:t>
      </w:r>
      <w:r>
        <w:tab/>
        <w:t>1.013e0</w:t>
      </w:r>
    </w:p>
    <w:p w:rsidR="00C532FF" w:rsidRDefault="00C532FF" w:rsidP="00C532FF">
      <w:r>
        <w:t>240.8730</w:t>
      </w:r>
      <w:r>
        <w:tab/>
        <w:t>2.025e0</w:t>
      </w:r>
    </w:p>
    <w:p w:rsidR="00C532FF" w:rsidRDefault="00C532FF" w:rsidP="00C532FF">
      <w:r>
        <w:t>240.8947</w:t>
      </w:r>
      <w:r>
        <w:tab/>
        <w:t>1.013e0</w:t>
      </w:r>
    </w:p>
    <w:p w:rsidR="00C532FF" w:rsidRDefault="00C532FF" w:rsidP="00C532FF">
      <w:r>
        <w:t>240.8965</w:t>
      </w:r>
      <w:r>
        <w:tab/>
        <w:t>2.025e0</w:t>
      </w:r>
    </w:p>
    <w:p w:rsidR="00C532FF" w:rsidRDefault="00C532FF" w:rsidP="00C532FF">
      <w:r>
        <w:lastRenderedPageBreak/>
        <w:t>240.9223</w:t>
      </w:r>
      <w:r>
        <w:tab/>
        <w:t>1.013e0</w:t>
      </w:r>
    </w:p>
    <w:p w:rsidR="00C532FF" w:rsidRDefault="00C532FF" w:rsidP="00C532FF">
      <w:r>
        <w:t>240.9446</w:t>
      </w:r>
      <w:r>
        <w:tab/>
        <w:t>1.013e0</w:t>
      </w:r>
    </w:p>
    <w:p w:rsidR="00C532FF" w:rsidRDefault="00C532FF" w:rsidP="00C532FF">
      <w:r>
        <w:t>240.9506</w:t>
      </w:r>
      <w:r>
        <w:tab/>
        <w:t>2.025e0</w:t>
      </w:r>
    </w:p>
    <w:p w:rsidR="00C532FF" w:rsidRDefault="00C532FF" w:rsidP="00C532FF">
      <w:r>
        <w:t>240.9640</w:t>
      </w:r>
      <w:r>
        <w:tab/>
        <w:t>1.013e0</w:t>
      </w:r>
    </w:p>
    <w:p w:rsidR="00C532FF" w:rsidRDefault="00C532FF" w:rsidP="00C532FF">
      <w:r>
        <w:t>240.9719</w:t>
      </w:r>
      <w:r>
        <w:tab/>
        <w:t>2.025e0</w:t>
      </w:r>
    </w:p>
    <w:p w:rsidR="00C532FF" w:rsidRDefault="00C532FF" w:rsidP="00C532FF">
      <w:r>
        <w:t>240.9840</w:t>
      </w:r>
      <w:r>
        <w:tab/>
        <w:t>3.038e0</w:t>
      </w:r>
    </w:p>
    <w:p w:rsidR="00C532FF" w:rsidRDefault="00C532FF" w:rsidP="00C532FF">
      <w:r>
        <w:t>241.0078</w:t>
      </w:r>
      <w:r>
        <w:tab/>
        <w:t>2.025e0</w:t>
      </w:r>
    </w:p>
    <w:p w:rsidR="00C532FF" w:rsidRDefault="00C532FF" w:rsidP="00C532FF">
      <w:r>
        <w:t>241.0098</w:t>
      </w:r>
      <w:r>
        <w:tab/>
        <w:t>1.013e0</w:t>
      </w:r>
    </w:p>
    <w:p w:rsidR="00C532FF" w:rsidRDefault="00C532FF" w:rsidP="00C532FF">
      <w:r>
        <w:t>241.0114</w:t>
      </w:r>
      <w:r>
        <w:tab/>
        <w:t>2.025e0</w:t>
      </w:r>
    </w:p>
    <w:p w:rsidR="00C532FF" w:rsidRDefault="00C532FF" w:rsidP="00C532FF">
      <w:r>
        <w:t>241.0175</w:t>
      </w:r>
      <w:r>
        <w:tab/>
        <w:t>7.760e0</w:t>
      </w:r>
    </w:p>
    <w:p w:rsidR="00C532FF" w:rsidRDefault="00C532FF" w:rsidP="00C532FF">
      <w:r>
        <w:t>241.0202</w:t>
      </w:r>
      <w:r>
        <w:tab/>
        <w:t>7.089e0</w:t>
      </w:r>
    </w:p>
    <w:p w:rsidR="00C532FF" w:rsidRDefault="00C532FF" w:rsidP="00C532FF">
      <w:r>
        <w:t>241.0354</w:t>
      </w:r>
      <w:r>
        <w:tab/>
        <w:t>4.051e0</w:t>
      </w:r>
    </w:p>
    <w:p w:rsidR="00C532FF" w:rsidRDefault="00C532FF" w:rsidP="00C532FF">
      <w:r>
        <w:t>241.0454</w:t>
      </w:r>
      <w:r>
        <w:tab/>
        <w:t>2.025e0</w:t>
      </w:r>
    </w:p>
    <w:p w:rsidR="00C532FF" w:rsidRDefault="00C532FF" w:rsidP="00C532FF">
      <w:r>
        <w:t>241.0499</w:t>
      </w:r>
      <w:r>
        <w:tab/>
        <w:t>6.076e0</w:t>
      </w:r>
    </w:p>
    <w:p w:rsidR="00C532FF" w:rsidRDefault="00C532FF" w:rsidP="00C532FF">
      <w:r>
        <w:t>241.0550</w:t>
      </w:r>
      <w:r>
        <w:tab/>
        <w:t>1.013e0</w:t>
      </w:r>
    </w:p>
    <w:p w:rsidR="00C532FF" w:rsidRDefault="00C532FF" w:rsidP="00C532FF">
      <w:r>
        <w:t>241.0593</w:t>
      </w:r>
      <w:r>
        <w:tab/>
        <w:t>2.025e0</w:t>
      </w:r>
    </w:p>
    <w:p w:rsidR="00C532FF" w:rsidRDefault="00C532FF" w:rsidP="00C532FF">
      <w:r>
        <w:t>241.0671</w:t>
      </w:r>
      <w:r>
        <w:tab/>
        <w:t>1.013e0</w:t>
      </w:r>
    </w:p>
    <w:p w:rsidR="00C532FF" w:rsidRDefault="00C532FF" w:rsidP="00C532FF">
      <w:r>
        <w:t>241.0688</w:t>
      </w:r>
      <w:r>
        <w:tab/>
        <w:t>2.025e0</w:t>
      </w:r>
    </w:p>
    <w:p w:rsidR="00C532FF" w:rsidRDefault="00C532FF" w:rsidP="00C532FF">
      <w:r>
        <w:t>241.0820</w:t>
      </w:r>
      <w:r>
        <w:tab/>
        <w:t>4.051e0</w:t>
      </w:r>
    </w:p>
    <w:p w:rsidR="00C532FF" w:rsidRDefault="00C532FF" w:rsidP="00C532FF">
      <w:r>
        <w:lastRenderedPageBreak/>
        <w:t>241.0883</w:t>
      </w:r>
      <w:r>
        <w:tab/>
        <w:t>5.063e0</w:t>
      </w:r>
    </w:p>
    <w:p w:rsidR="00C532FF" w:rsidRDefault="00C532FF" w:rsidP="00C532FF">
      <w:r>
        <w:t>241.0905</w:t>
      </w:r>
      <w:r>
        <w:tab/>
        <w:t>6.076e0</w:t>
      </w:r>
    </w:p>
    <w:p w:rsidR="00C532FF" w:rsidRDefault="00C532FF" w:rsidP="00C532FF">
      <w:r>
        <w:t>241.0987</w:t>
      </w:r>
      <w:r>
        <w:tab/>
        <w:t>2.025e0</w:t>
      </w:r>
    </w:p>
    <w:p w:rsidR="00C532FF" w:rsidRDefault="00C532FF" w:rsidP="00C532FF">
      <w:r>
        <w:t>241.1056</w:t>
      </w:r>
      <w:r>
        <w:tab/>
        <w:t>5.063e0</w:t>
      </w:r>
    </w:p>
    <w:p w:rsidR="00C532FF" w:rsidRDefault="00C532FF" w:rsidP="00C532FF">
      <w:r>
        <w:t>241.1166</w:t>
      </w:r>
      <w:r>
        <w:tab/>
        <w:t>1.013e0</w:t>
      </w:r>
    </w:p>
    <w:p w:rsidR="00C532FF" w:rsidRDefault="00C532FF" w:rsidP="00C532FF">
      <w:r>
        <w:t>241.1195</w:t>
      </w:r>
      <w:r>
        <w:tab/>
        <w:t>2.588e0</w:t>
      </w:r>
    </w:p>
    <w:p w:rsidR="00C532FF" w:rsidRDefault="00C532FF" w:rsidP="00C532FF">
      <w:r>
        <w:t>241.1339</w:t>
      </w:r>
      <w:r>
        <w:tab/>
        <w:t>1.013e0</w:t>
      </w:r>
    </w:p>
    <w:p w:rsidR="00C532FF" w:rsidRDefault="00C532FF" w:rsidP="00C532FF">
      <w:r>
        <w:t>241.1426</w:t>
      </w:r>
      <w:r>
        <w:tab/>
        <w:t>1.013e0</w:t>
      </w:r>
    </w:p>
    <w:p w:rsidR="00C532FF" w:rsidRDefault="00C532FF" w:rsidP="00C532FF">
      <w:r>
        <w:t>241.1443</w:t>
      </w:r>
      <w:r>
        <w:tab/>
        <w:t>2.025e0</w:t>
      </w:r>
    </w:p>
    <w:p w:rsidR="00C532FF" w:rsidRDefault="00C532FF" w:rsidP="00C532FF">
      <w:r>
        <w:t>241.1543</w:t>
      </w:r>
      <w:r>
        <w:tab/>
        <w:t>1.013e0</w:t>
      </w:r>
    </w:p>
    <w:p w:rsidR="00C532FF" w:rsidRDefault="00C532FF" w:rsidP="00C532FF">
      <w:r>
        <w:t>241.1583</w:t>
      </w:r>
      <w:r>
        <w:tab/>
        <w:t>2.025e0</w:t>
      </w:r>
    </w:p>
    <w:p w:rsidR="00C532FF" w:rsidRDefault="00C532FF" w:rsidP="00C532FF">
      <w:r>
        <w:t>241.1661</w:t>
      </w:r>
      <w:r>
        <w:tab/>
        <w:t>1.013e0</w:t>
      </w:r>
    </w:p>
    <w:p w:rsidR="00C532FF" w:rsidRDefault="00C532FF" w:rsidP="00C532FF">
      <w:r>
        <w:t>241.1742</w:t>
      </w:r>
      <w:r>
        <w:tab/>
        <w:t>1.013e0</w:t>
      </w:r>
    </w:p>
    <w:p w:rsidR="00C532FF" w:rsidRDefault="00C532FF" w:rsidP="00C532FF">
      <w:r>
        <w:t>241.1770</w:t>
      </w:r>
      <w:r>
        <w:tab/>
        <w:t>2.025e0</w:t>
      </w:r>
    </w:p>
    <w:p w:rsidR="00C532FF" w:rsidRDefault="00C532FF" w:rsidP="00C532FF">
      <w:r>
        <w:t>241.1790</w:t>
      </w:r>
      <w:r>
        <w:tab/>
        <w:t>1.013e0</w:t>
      </w:r>
    </w:p>
    <w:p w:rsidR="00C532FF" w:rsidRDefault="00C532FF" w:rsidP="00C532FF">
      <w:r>
        <w:t>241.1863</w:t>
      </w:r>
      <w:r>
        <w:tab/>
        <w:t>3.038e0</w:t>
      </w:r>
    </w:p>
    <w:p w:rsidR="00C532FF" w:rsidRDefault="00C532FF" w:rsidP="00C532FF">
      <w:r>
        <w:t>241.2082</w:t>
      </w:r>
      <w:r>
        <w:tab/>
        <w:t>3.038e0</w:t>
      </w:r>
    </w:p>
    <w:p w:rsidR="00C532FF" w:rsidRDefault="00C532FF" w:rsidP="00C532FF">
      <w:r>
        <w:t>241.2219</w:t>
      </w:r>
      <w:r>
        <w:tab/>
        <w:t>3.038e0</w:t>
      </w:r>
    </w:p>
    <w:p w:rsidR="00C532FF" w:rsidRDefault="00C532FF" w:rsidP="00C532FF">
      <w:r>
        <w:t>241.2241</w:t>
      </w:r>
      <w:r>
        <w:tab/>
        <w:t>1.013e0</w:t>
      </w:r>
    </w:p>
    <w:p w:rsidR="00C532FF" w:rsidRDefault="00C532FF" w:rsidP="00C532FF">
      <w:r>
        <w:lastRenderedPageBreak/>
        <w:t>241.2283</w:t>
      </w:r>
      <w:r>
        <w:tab/>
        <w:t>1.013e0</w:t>
      </w:r>
    </w:p>
    <w:p w:rsidR="00C532FF" w:rsidRDefault="00C532FF" w:rsidP="00C532FF">
      <w:r>
        <w:t>241.2303</w:t>
      </w:r>
      <w:r>
        <w:tab/>
        <w:t>4.051e0</w:t>
      </w:r>
    </w:p>
    <w:p w:rsidR="00C532FF" w:rsidRDefault="00C532FF" w:rsidP="00C532FF">
      <w:r>
        <w:t>241.2454</w:t>
      </w:r>
      <w:r>
        <w:tab/>
        <w:t>1.013e0</w:t>
      </w:r>
    </w:p>
    <w:p w:rsidR="00C532FF" w:rsidRDefault="00C532FF" w:rsidP="00C532FF">
      <w:r>
        <w:t>241.2526</w:t>
      </w:r>
      <w:r>
        <w:tab/>
        <w:t>4.051e0</w:t>
      </w:r>
    </w:p>
    <w:p w:rsidR="00C532FF" w:rsidRDefault="00C532FF" w:rsidP="00C532FF">
      <w:r>
        <w:t>241.2609</w:t>
      </w:r>
      <w:r>
        <w:tab/>
        <w:t>1.013e0</w:t>
      </w:r>
    </w:p>
    <w:p w:rsidR="00C532FF" w:rsidRDefault="00C532FF" w:rsidP="00C532FF">
      <w:r>
        <w:t>241.2647</w:t>
      </w:r>
      <w:r>
        <w:tab/>
        <w:t>1.013e0</w:t>
      </w:r>
    </w:p>
    <w:p w:rsidR="00C532FF" w:rsidRDefault="00C532FF" w:rsidP="00C532FF">
      <w:r>
        <w:t>241.2689</w:t>
      </w:r>
      <w:r>
        <w:tab/>
        <w:t>1.013e0</w:t>
      </w:r>
    </w:p>
    <w:p w:rsidR="00C532FF" w:rsidRDefault="00C532FF" w:rsidP="00C532FF">
      <w:r>
        <w:t>241.3025</w:t>
      </w:r>
      <w:r>
        <w:tab/>
        <w:t>3.038e0</w:t>
      </w:r>
    </w:p>
    <w:p w:rsidR="00C532FF" w:rsidRDefault="00C532FF" w:rsidP="00C532FF">
      <w:r>
        <w:t>241.3067</w:t>
      </w:r>
      <w:r>
        <w:tab/>
        <w:t>2.025e0</w:t>
      </w:r>
    </w:p>
    <w:p w:rsidR="00C532FF" w:rsidRDefault="00C532FF" w:rsidP="00C532FF">
      <w:r>
        <w:t>241.3141</w:t>
      </w:r>
      <w:r>
        <w:tab/>
        <w:t>1.013e0</w:t>
      </w:r>
    </w:p>
    <w:p w:rsidR="00C532FF" w:rsidRDefault="00C532FF" w:rsidP="00C532FF">
      <w:r>
        <w:t>241.3186</w:t>
      </w:r>
      <w:r>
        <w:tab/>
        <w:t>1.013e0</w:t>
      </w:r>
    </w:p>
    <w:p w:rsidR="00C532FF" w:rsidRDefault="00C532FF" w:rsidP="00C532FF">
      <w:r>
        <w:t>241.3483</w:t>
      </w:r>
      <w:r>
        <w:tab/>
        <w:t>1.013e0</w:t>
      </w:r>
    </w:p>
    <w:p w:rsidR="00C532FF" w:rsidRDefault="00C532FF" w:rsidP="00C532FF">
      <w:r>
        <w:t>241.3637</w:t>
      </w:r>
      <w:r>
        <w:tab/>
        <w:t>2.025e0</w:t>
      </w:r>
    </w:p>
    <w:p w:rsidR="00C532FF" w:rsidRDefault="00C532FF" w:rsidP="00C532FF">
      <w:r>
        <w:t>241.3772</w:t>
      </w:r>
      <w:r>
        <w:tab/>
        <w:t>1.013e0</w:t>
      </w:r>
    </w:p>
    <w:p w:rsidR="00C532FF" w:rsidRDefault="00C532FF" w:rsidP="00C532FF">
      <w:r>
        <w:t>241.4054</w:t>
      </w:r>
      <w:r>
        <w:tab/>
        <w:t>1.013e0</w:t>
      </w:r>
    </w:p>
    <w:p w:rsidR="00C532FF" w:rsidRDefault="00C532FF" w:rsidP="00C532FF">
      <w:r>
        <w:t>241.4160</w:t>
      </w:r>
      <w:r>
        <w:tab/>
        <w:t>3.038e0</w:t>
      </w:r>
    </w:p>
    <w:p w:rsidR="00C532FF" w:rsidRDefault="00C532FF" w:rsidP="00C532FF">
      <w:r>
        <w:t>241.4492</w:t>
      </w:r>
      <w:r>
        <w:tab/>
        <w:t>3.038e0</w:t>
      </w:r>
    </w:p>
    <w:p w:rsidR="00C532FF" w:rsidRDefault="00C532FF" w:rsidP="00C532FF">
      <w:r>
        <w:t>241.4568</w:t>
      </w:r>
      <w:r>
        <w:tab/>
        <w:t>2.025e0</w:t>
      </w:r>
    </w:p>
    <w:p w:rsidR="00C532FF" w:rsidRDefault="00C532FF" w:rsidP="00C532FF">
      <w:r>
        <w:t>241.4633</w:t>
      </w:r>
      <w:r>
        <w:tab/>
        <w:t>1.013e0</w:t>
      </w:r>
    </w:p>
    <w:p w:rsidR="00C532FF" w:rsidRDefault="00C532FF" w:rsidP="00C532FF">
      <w:r>
        <w:lastRenderedPageBreak/>
        <w:t>241.4720</w:t>
      </w:r>
      <w:r>
        <w:tab/>
        <w:t>1.013e0</w:t>
      </w:r>
    </w:p>
    <w:p w:rsidR="00C532FF" w:rsidRDefault="00C532FF" w:rsidP="00C532FF">
      <w:r>
        <w:t>241.4813</w:t>
      </w:r>
      <w:r>
        <w:tab/>
        <w:t>1.013e0</w:t>
      </w:r>
    </w:p>
    <w:p w:rsidR="00C532FF" w:rsidRDefault="00C532FF" w:rsidP="00C532FF">
      <w:r>
        <w:t>241.4969</w:t>
      </w:r>
      <w:r>
        <w:tab/>
        <w:t>3.038e0</w:t>
      </w:r>
    </w:p>
    <w:p w:rsidR="00C532FF" w:rsidRDefault="00C532FF" w:rsidP="00C532FF">
      <w:r>
        <w:t>241.5047</w:t>
      </w:r>
      <w:r>
        <w:tab/>
        <w:t>1.013e0</w:t>
      </w:r>
    </w:p>
    <w:p w:rsidR="00C532FF" w:rsidRDefault="00C532FF" w:rsidP="00C532FF">
      <w:r>
        <w:t>241.5129</w:t>
      </w:r>
      <w:r>
        <w:tab/>
        <w:t>1.013e0</w:t>
      </w:r>
    </w:p>
    <w:p w:rsidR="00C532FF" w:rsidRDefault="00C532FF" w:rsidP="00C532FF">
      <w:r>
        <w:t>241.5346</w:t>
      </w:r>
      <w:r>
        <w:tab/>
        <w:t>2.025e0</w:t>
      </w:r>
    </w:p>
    <w:p w:rsidR="00C532FF" w:rsidRDefault="00C532FF" w:rsidP="00C532FF">
      <w:r>
        <w:t>241.5542</w:t>
      </w:r>
      <w:r>
        <w:tab/>
        <w:t>1.013e0</w:t>
      </w:r>
    </w:p>
    <w:p w:rsidR="00C532FF" w:rsidRDefault="00C532FF" w:rsidP="00C532FF">
      <w:r>
        <w:t>241.5552</w:t>
      </w:r>
      <w:r>
        <w:tab/>
        <w:t>2.025e0</w:t>
      </w:r>
    </w:p>
    <w:p w:rsidR="00C532FF" w:rsidRDefault="00C532FF" w:rsidP="00C532FF">
      <w:r>
        <w:t>241.5578</w:t>
      </w:r>
      <w:r>
        <w:tab/>
        <w:t>1.013e0</w:t>
      </w:r>
    </w:p>
    <w:p w:rsidR="00C532FF" w:rsidRDefault="00C532FF" w:rsidP="00C532FF">
      <w:r>
        <w:t>241.5716</w:t>
      </w:r>
      <w:r>
        <w:tab/>
        <w:t>1.013e0</w:t>
      </w:r>
    </w:p>
    <w:p w:rsidR="00C532FF" w:rsidRDefault="00C532FF" w:rsidP="00C532FF">
      <w:r>
        <w:t>241.5759</w:t>
      </w:r>
      <w:r>
        <w:tab/>
        <w:t>1.013e0</w:t>
      </w:r>
    </w:p>
    <w:p w:rsidR="00C532FF" w:rsidRDefault="00C532FF" w:rsidP="00C532FF">
      <w:r>
        <w:t>241.5840</w:t>
      </w:r>
      <w:r>
        <w:tab/>
        <w:t>2.025e0</w:t>
      </w:r>
    </w:p>
    <w:p w:rsidR="00C532FF" w:rsidRDefault="00C532FF" w:rsidP="00C532FF">
      <w:r>
        <w:t>241.6205</w:t>
      </w:r>
      <w:r>
        <w:tab/>
        <w:t>2.025e0</w:t>
      </w:r>
    </w:p>
    <w:p w:rsidR="00C532FF" w:rsidRDefault="00C532FF" w:rsidP="00C532FF">
      <w:r>
        <w:t>241.6336</w:t>
      </w:r>
      <w:r>
        <w:tab/>
        <w:t>1.013e0</w:t>
      </w:r>
    </w:p>
    <w:p w:rsidR="00C532FF" w:rsidRDefault="00C532FF" w:rsidP="00C532FF">
      <w:r>
        <w:t>241.6754</w:t>
      </w:r>
      <w:r>
        <w:tab/>
        <w:t>1.013e0</w:t>
      </w:r>
    </w:p>
    <w:p w:rsidR="00C532FF" w:rsidRDefault="00C532FF" w:rsidP="00C532FF">
      <w:r>
        <w:t>241.7072</w:t>
      </w:r>
      <w:r>
        <w:tab/>
        <w:t>1.013e0</w:t>
      </w:r>
    </w:p>
    <w:p w:rsidR="00C532FF" w:rsidRDefault="00C532FF" w:rsidP="00C532FF">
      <w:r>
        <w:t>241.7207</w:t>
      </w:r>
      <w:r>
        <w:tab/>
        <w:t>1.013e0</w:t>
      </w:r>
    </w:p>
    <w:p w:rsidR="00C532FF" w:rsidRDefault="00C532FF" w:rsidP="00C532FF">
      <w:r>
        <w:t>241.7483</w:t>
      </w:r>
      <w:r>
        <w:tab/>
        <w:t>1.013e0</w:t>
      </w:r>
    </w:p>
    <w:p w:rsidR="00C532FF" w:rsidRDefault="00C532FF" w:rsidP="00C532FF">
      <w:r>
        <w:t>241.7522</w:t>
      </w:r>
      <w:r>
        <w:tab/>
        <w:t>2.025e0</w:t>
      </w:r>
    </w:p>
    <w:p w:rsidR="00C532FF" w:rsidRDefault="00C532FF" w:rsidP="00C532FF">
      <w:r>
        <w:lastRenderedPageBreak/>
        <w:t>241.7611</w:t>
      </w:r>
      <w:r>
        <w:tab/>
        <w:t>1.013e0</w:t>
      </w:r>
    </w:p>
    <w:p w:rsidR="00C532FF" w:rsidRDefault="00C532FF" w:rsidP="00C532FF">
      <w:r>
        <w:t>241.7858</w:t>
      </w:r>
      <w:r>
        <w:tab/>
        <w:t>2.025e0</w:t>
      </w:r>
    </w:p>
    <w:p w:rsidR="00C532FF" w:rsidRDefault="00C532FF" w:rsidP="00C532FF">
      <w:r>
        <w:t>241.7976</w:t>
      </w:r>
      <w:r>
        <w:tab/>
        <w:t>3.038e0</w:t>
      </w:r>
    </w:p>
    <w:p w:rsidR="00C532FF" w:rsidRDefault="00C532FF" w:rsidP="00C532FF">
      <w:r>
        <w:t>241.8066</w:t>
      </w:r>
      <w:r>
        <w:tab/>
        <w:t>1.013e0</w:t>
      </w:r>
    </w:p>
    <w:p w:rsidR="00C532FF" w:rsidRDefault="00C532FF" w:rsidP="00C532FF">
      <w:r>
        <w:t>241.8239</w:t>
      </w:r>
      <w:r>
        <w:tab/>
        <w:t>1.013e0</w:t>
      </w:r>
    </w:p>
    <w:p w:rsidR="00C532FF" w:rsidRDefault="00C532FF" w:rsidP="00C532FF">
      <w:r>
        <w:t>241.8314</w:t>
      </w:r>
      <w:r>
        <w:tab/>
        <w:t>1.013e0</w:t>
      </w:r>
    </w:p>
    <w:p w:rsidR="00C532FF" w:rsidRDefault="00C532FF" w:rsidP="00C532FF">
      <w:r>
        <w:t>241.8357</w:t>
      </w:r>
      <w:r>
        <w:tab/>
        <w:t>1.013e0</w:t>
      </w:r>
    </w:p>
    <w:p w:rsidR="00C532FF" w:rsidRDefault="00C532FF" w:rsidP="00C532FF">
      <w:r>
        <w:t>241.8412</w:t>
      </w:r>
      <w:r>
        <w:tab/>
        <w:t>6.076e0</w:t>
      </w:r>
    </w:p>
    <w:p w:rsidR="00C532FF" w:rsidRDefault="00C532FF" w:rsidP="00C532FF">
      <w:r>
        <w:t>241.8734</w:t>
      </w:r>
      <w:r>
        <w:tab/>
        <w:t>1.013e0</w:t>
      </w:r>
    </w:p>
    <w:p w:rsidR="00C532FF" w:rsidRDefault="00C532FF" w:rsidP="00C532FF">
      <w:r>
        <w:t>241.8970</w:t>
      </w:r>
      <w:r>
        <w:tab/>
        <w:t>1.013e0</w:t>
      </w:r>
    </w:p>
    <w:p w:rsidR="00C532FF" w:rsidRDefault="00C532FF" w:rsidP="00C532FF">
      <w:r>
        <w:t>241.9189</w:t>
      </w:r>
      <w:r>
        <w:tab/>
        <w:t>3.038e0</w:t>
      </w:r>
    </w:p>
    <w:p w:rsidR="00C532FF" w:rsidRDefault="00C532FF" w:rsidP="00C532FF">
      <w:r>
        <w:t>241.9305</w:t>
      </w:r>
      <w:r>
        <w:tab/>
        <w:t>1.013e0</w:t>
      </w:r>
    </w:p>
    <w:p w:rsidR="00C532FF" w:rsidRDefault="00C532FF" w:rsidP="00C532FF">
      <w:r>
        <w:t>241.9424</w:t>
      </w:r>
      <w:r>
        <w:tab/>
        <w:t>1.013e0</w:t>
      </w:r>
    </w:p>
    <w:p w:rsidR="00C532FF" w:rsidRDefault="00C532FF" w:rsidP="00C532FF">
      <w:r>
        <w:t>241.9464</w:t>
      </w:r>
      <w:r>
        <w:tab/>
        <w:t>1.013e0</w:t>
      </w:r>
    </w:p>
    <w:p w:rsidR="00C532FF" w:rsidRDefault="00C532FF" w:rsidP="00C532FF">
      <w:r>
        <w:t>241.9763</w:t>
      </w:r>
      <w:r>
        <w:tab/>
        <w:t>1.013e0</w:t>
      </w:r>
    </w:p>
    <w:p w:rsidR="00C532FF" w:rsidRDefault="00C532FF" w:rsidP="00C532FF">
      <w:r>
        <w:t>241.9819</w:t>
      </w:r>
      <w:r>
        <w:tab/>
        <w:t>2.776e0</w:t>
      </w:r>
    </w:p>
    <w:p w:rsidR="00C532FF" w:rsidRDefault="00C532FF" w:rsidP="00C532FF">
      <w:r>
        <w:t>242.0206</w:t>
      </w:r>
      <w:r>
        <w:tab/>
        <w:t>2.127e1</w:t>
      </w:r>
    </w:p>
    <w:p w:rsidR="00C532FF" w:rsidRDefault="00C532FF" w:rsidP="00C532FF">
      <w:r>
        <w:t>242.0223</w:t>
      </w:r>
      <w:r>
        <w:tab/>
        <w:t>2.127e1</w:t>
      </w:r>
    </w:p>
    <w:p w:rsidR="00C532FF" w:rsidRDefault="00C532FF" w:rsidP="00C532FF">
      <w:r>
        <w:t>242.0233</w:t>
      </w:r>
      <w:r>
        <w:tab/>
        <w:t>8.304e1</w:t>
      </w:r>
    </w:p>
    <w:p w:rsidR="00C532FF" w:rsidRDefault="00C532FF" w:rsidP="00C532FF">
      <w:r>
        <w:lastRenderedPageBreak/>
        <w:t>242.0259</w:t>
      </w:r>
      <w:r>
        <w:tab/>
        <w:t>2.633e1</w:t>
      </w:r>
    </w:p>
    <w:p w:rsidR="00C532FF" w:rsidRDefault="00C532FF" w:rsidP="00C532FF">
      <w:r>
        <w:t>242.0278</w:t>
      </w:r>
      <w:r>
        <w:tab/>
        <w:t>5.397e1</w:t>
      </w:r>
    </w:p>
    <w:p w:rsidR="00C532FF" w:rsidRDefault="00C532FF" w:rsidP="00C532FF">
      <w:r>
        <w:t>242.0651</w:t>
      </w:r>
      <w:r>
        <w:tab/>
        <w:t>4.051e0</w:t>
      </w:r>
    </w:p>
    <w:p w:rsidR="00C532FF" w:rsidRDefault="00C532FF" w:rsidP="00C532FF">
      <w:r>
        <w:t>242.0771</w:t>
      </w:r>
      <w:r>
        <w:tab/>
        <w:t>2.025e0</w:t>
      </w:r>
    </w:p>
    <w:p w:rsidR="00C532FF" w:rsidRDefault="00C532FF" w:rsidP="00C532FF">
      <w:r>
        <w:t>242.0814</w:t>
      </w:r>
      <w:r>
        <w:tab/>
        <w:t>1.722e1</w:t>
      </w:r>
    </w:p>
    <w:p w:rsidR="00C532FF" w:rsidRDefault="00C532FF" w:rsidP="00C532FF">
      <w:r>
        <w:t>242.0946</w:t>
      </w:r>
      <w:r>
        <w:tab/>
        <w:t>6.076e0</w:t>
      </w:r>
    </w:p>
    <w:p w:rsidR="00C532FF" w:rsidRDefault="00C532FF" w:rsidP="00C532FF">
      <w:r>
        <w:t>242.0977</w:t>
      </w:r>
      <w:r>
        <w:tab/>
        <w:t>3.038e0</w:t>
      </w:r>
    </w:p>
    <w:p w:rsidR="00C532FF" w:rsidRDefault="00C532FF" w:rsidP="00C532FF">
      <w:r>
        <w:t>242.1139</w:t>
      </w:r>
      <w:r>
        <w:tab/>
        <w:t>3.038e0</w:t>
      </w:r>
    </w:p>
    <w:p w:rsidR="00C532FF" w:rsidRDefault="00C532FF" w:rsidP="00C532FF">
      <w:r>
        <w:t>242.1330</w:t>
      </w:r>
      <w:r>
        <w:tab/>
        <w:t>4.051e0</w:t>
      </w:r>
    </w:p>
    <w:p w:rsidR="00C532FF" w:rsidRDefault="00C532FF" w:rsidP="00C532FF">
      <w:r>
        <w:t>242.1411</w:t>
      </w:r>
      <w:r>
        <w:tab/>
        <w:t>6.612e0</w:t>
      </w:r>
    </w:p>
    <w:p w:rsidR="00C532FF" w:rsidRDefault="00C532FF" w:rsidP="00C532FF">
      <w:r>
        <w:t>242.1503</w:t>
      </w:r>
      <w:r>
        <w:tab/>
        <w:t>1.013e0</w:t>
      </w:r>
    </w:p>
    <w:p w:rsidR="00C532FF" w:rsidRDefault="00C532FF" w:rsidP="00C532FF">
      <w:r>
        <w:t>242.1545</w:t>
      </w:r>
      <w:r>
        <w:tab/>
        <w:t>1.013e0</w:t>
      </w:r>
    </w:p>
    <w:p w:rsidR="00C532FF" w:rsidRDefault="00C532FF" w:rsidP="00C532FF">
      <w:r>
        <w:t>242.1581</w:t>
      </w:r>
      <w:r>
        <w:tab/>
        <w:t>3.038e0</w:t>
      </w:r>
    </w:p>
    <w:p w:rsidR="00C532FF" w:rsidRDefault="00C532FF" w:rsidP="00C532FF">
      <w:r>
        <w:t>242.1726</w:t>
      </w:r>
      <w:r>
        <w:tab/>
        <w:t>2.025e0</w:t>
      </w:r>
    </w:p>
    <w:p w:rsidR="00C532FF" w:rsidRDefault="00C532FF" w:rsidP="00C532FF">
      <w:r>
        <w:t>242.1762</w:t>
      </w:r>
      <w:r>
        <w:tab/>
        <w:t>2.025e0</w:t>
      </w:r>
    </w:p>
    <w:p w:rsidR="00C532FF" w:rsidRDefault="00C532FF" w:rsidP="00C532FF">
      <w:r>
        <w:t>242.2081</w:t>
      </w:r>
      <w:r>
        <w:tab/>
        <w:t>1.013e0</w:t>
      </w:r>
    </w:p>
    <w:p w:rsidR="00C532FF" w:rsidRDefault="00C532FF" w:rsidP="00C532FF">
      <w:r>
        <w:t>242.2123</w:t>
      </w:r>
      <w:r>
        <w:tab/>
        <w:t>1.013e0</w:t>
      </w:r>
    </w:p>
    <w:p w:rsidR="00C532FF" w:rsidRDefault="00C532FF" w:rsidP="00C532FF">
      <w:r>
        <w:t>242.2159</w:t>
      </w:r>
      <w:r>
        <w:tab/>
        <w:t>1.013e0</w:t>
      </w:r>
    </w:p>
    <w:p w:rsidR="00C532FF" w:rsidRDefault="00C532FF" w:rsidP="00C532FF">
      <w:r>
        <w:t>242.2182</w:t>
      </w:r>
      <w:r>
        <w:tab/>
        <w:t>2.025e0</w:t>
      </w:r>
    </w:p>
    <w:p w:rsidR="00C532FF" w:rsidRDefault="00C532FF" w:rsidP="00C532FF">
      <w:r>
        <w:lastRenderedPageBreak/>
        <w:t>242.2315</w:t>
      </w:r>
      <w:r>
        <w:tab/>
        <w:t>1.013e0</w:t>
      </w:r>
    </w:p>
    <w:p w:rsidR="00C532FF" w:rsidRDefault="00C532FF" w:rsidP="00C532FF">
      <w:r>
        <w:t>242.2368</w:t>
      </w:r>
      <w:r>
        <w:tab/>
        <w:t>2.025e0</w:t>
      </w:r>
    </w:p>
    <w:p w:rsidR="00C532FF" w:rsidRDefault="00C532FF" w:rsidP="00C532FF">
      <w:r>
        <w:t>242.2451</w:t>
      </w:r>
      <w:r>
        <w:tab/>
        <w:t>1.013e0</w:t>
      </w:r>
    </w:p>
    <w:p w:rsidR="00C532FF" w:rsidRDefault="00C532FF" w:rsidP="00C532FF">
      <w:r>
        <w:t>242.2833</w:t>
      </w:r>
      <w:r>
        <w:tab/>
        <w:t>2.499e1</w:t>
      </w:r>
    </w:p>
    <w:p w:rsidR="00C532FF" w:rsidRDefault="00C532FF" w:rsidP="00C532FF">
      <w:r>
        <w:t>242.2867</w:t>
      </w:r>
      <w:r>
        <w:tab/>
        <w:t>5.356e1</w:t>
      </w:r>
    </w:p>
    <w:p w:rsidR="00C532FF" w:rsidRDefault="00C532FF" w:rsidP="00C532FF">
      <w:r>
        <w:t>242.2900</w:t>
      </w:r>
      <w:r>
        <w:tab/>
        <w:t>1.114e1</w:t>
      </w:r>
    </w:p>
    <w:p w:rsidR="00C532FF" w:rsidRDefault="00C532FF" w:rsidP="00C532FF">
      <w:r>
        <w:t>242.3209</w:t>
      </w:r>
      <w:r>
        <w:tab/>
        <w:t>2.025e0</w:t>
      </w:r>
    </w:p>
    <w:p w:rsidR="00C532FF" w:rsidRDefault="00C532FF" w:rsidP="00C532FF">
      <w:r>
        <w:t>242.3270</w:t>
      </w:r>
      <w:r>
        <w:tab/>
        <w:t>1.013e0</w:t>
      </w:r>
    </w:p>
    <w:p w:rsidR="00C532FF" w:rsidRDefault="00C532FF" w:rsidP="00C532FF">
      <w:r>
        <w:t>242.3528</w:t>
      </w:r>
      <w:r>
        <w:tab/>
        <w:t>1.013e0</w:t>
      </w:r>
    </w:p>
    <w:p w:rsidR="00C532FF" w:rsidRDefault="00C532FF" w:rsidP="00C532FF">
      <w:r>
        <w:t>242.3686</w:t>
      </w:r>
      <w:r>
        <w:tab/>
        <w:t>1.013e0</w:t>
      </w:r>
    </w:p>
    <w:p w:rsidR="00C532FF" w:rsidRDefault="00C532FF" w:rsidP="00C532FF">
      <w:r>
        <w:t>242.3704</w:t>
      </w:r>
      <w:r>
        <w:tab/>
        <w:t>2.025e0</w:t>
      </w:r>
    </w:p>
    <w:p w:rsidR="00C532FF" w:rsidRDefault="00C532FF" w:rsidP="00C532FF">
      <w:r>
        <w:t>242.3727</w:t>
      </w:r>
      <w:r>
        <w:tab/>
        <w:t>1.013e0</w:t>
      </w:r>
    </w:p>
    <w:p w:rsidR="00C532FF" w:rsidRDefault="00C532FF" w:rsidP="00C532FF">
      <w:r>
        <w:t>242.3764</w:t>
      </w:r>
      <w:r>
        <w:tab/>
        <w:t>1.013e0</w:t>
      </w:r>
    </w:p>
    <w:p w:rsidR="00C532FF" w:rsidRDefault="00C532FF" w:rsidP="00C532FF">
      <w:r>
        <w:t>242.3898</w:t>
      </w:r>
      <w:r>
        <w:tab/>
        <w:t>2.025e0</w:t>
      </w:r>
    </w:p>
    <w:p w:rsidR="00C532FF" w:rsidRDefault="00C532FF" w:rsidP="00C532FF">
      <w:r>
        <w:t>242.3922</w:t>
      </w:r>
      <w:r>
        <w:tab/>
        <w:t>2.025e0</w:t>
      </w:r>
    </w:p>
    <w:p w:rsidR="00C532FF" w:rsidRDefault="00C532FF" w:rsidP="00C532FF">
      <w:r>
        <w:t>242.3948</w:t>
      </w:r>
      <w:r>
        <w:tab/>
        <w:t>1.013e0</w:t>
      </w:r>
    </w:p>
    <w:p w:rsidR="00C532FF" w:rsidRDefault="00C532FF" w:rsidP="00C532FF">
      <w:r>
        <w:t>242.4164</w:t>
      </w:r>
      <w:r>
        <w:tab/>
        <w:t>2.025e0</w:t>
      </w:r>
    </w:p>
    <w:p w:rsidR="00C532FF" w:rsidRDefault="00C532FF" w:rsidP="00C532FF">
      <w:r>
        <w:t>242.4219</w:t>
      </w:r>
      <w:r>
        <w:tab/>
        <w:t>1.013e0</w:t>
      </w:r>
    </w:p>
    <w:p w:rsidR="00C532FF" w:rsidRDefault="00C532FF" w:rsidP="00C532FF">
      <w:r>
        <w:t>242.4235</w:t>
      </w:r>
      <w:r>
        <w:tab/>
        <w:t>2.025e0</w:t>
      </w:r>
    </w:p>
    <w:p w:rsidR="00C532FF" w:rsidRDefault="00C532FF" w:rsidP="00C532FF">
      <w:r>
        <w:lastRenderedPageBreak/>
        <w:t>242.4265</w:t>
      </w:r>
      <w:r>
        <w:tab/>
        <w:t>1.013e0</w:t>
      </w:r>
    </w:p>
    <w:p w:rsidR="00C532FF" w:rsidRDefault="00C532FF" w:rsidP="00C532FF">
      <w:r>
        <w:t>242.4353</w:t>
      </w:r>
      <w:r>
        <w:tab/>
        <w:t>5.063e0</w:t>
      </w:r>
    </w:p>
    <w:p w:rsidR="00C532FF" w:rsidRDefault="00C532FF" w:rsidP="00C532FF">
      <w:r>
        <w:t>242.4480</w:t>
      </w:r>
      <w:r>
        <w:tab/>
        <w:t>1.013e0</w:t>
      </w:r>
    </w:p>
    <w:p w:rsidR="00C532FF" w:rsidRDefault="00C532FF" w:rsidP="00C532FF">
      <w:r>
        <w:t>242.4641</w:t>
      </w:r>
      <w:r>
        <w:tab/>
        <w:t>1.013e0</w:t>
      </w:r>
    </w:p>
    <w:p w:rsidR="00C532FF" w:rsidRDefault="00C532FF" w:rsidP="00C532FF">
      <w:r>
        <w:t>242.4851</w:t>
      </w:r>
      <w:r>
        <w:tab/>
        <w:t>1.013e0</w:t>
      </w:r>
    </w:p>
    <w:p w:rsidR="00C532FF" w:rsidRDefault="00C532FF" w:rsidP="00C532FF">
      <w:r>
        <w:t>242.4996</w:t>
      </w:r>
      <w:r>
        <w:tab/>
        <w:t>2.025e0</w:t>
      </w:r>
    </w:p>
    <w:p w:rsidR="00C532FF" w:rsidRDefault="00C532FF" w:rsidP="00C532FF">
      <w:r>
        <w:t>242.5097</w:t>
      </w:r>
      <w:r>
        <w:tab/>
        <w:t>1.013e0</w:t>
      </w:r>
    </w:p>
    <w:p w:rsidR="00C532FF" w:rsidRDefault="00C532FF" w:rsidP="00C532FF">
      <w:r>
        <w:t>242.5409</w:t>
      </w:r>
      <w:r>
        <w:tab/>
        <w:t>2.025e0</w:t>
      </w:r>
    </w:p>
    <w:p w:rsidR="00C532FF" w:rsidRDefault="00C532FF" w:rsidP="00C532FF">
      <w:r>
        <w:t>242.5593</w:t>
      </w:r>
      <w:r>
        <w:tab/>
        <w:t>1.013e0</w:t>
      </w:r>
    </w:p>
    <w:p w:rsidR="00C532FF" w:rsidRDefault="00C532FF" w:rsidP="00C532FF">
      <w:r>
        <w:t>242.5631</w:t>
      </w:r>
      <w:r>
        <w:tab/>
        <w:t>1.013e0</w:t>
      </w:r>
    </w:p>
    <w:p w:rsidR="00C532FF" w:rsidRDefault="00C532FF" w:rsidP="00C532FF">
      <w:r>
        <w:t>242.5667</w:t>
      </w:r>
      <w:r>
        <w:tab/>
        <w:t>1.013e0</w:t>
      </w:r>
    </w:p>
    <w:p w:rsidR="00C532FF" w:rsidRDefault="00C532FF" w:rsidP="00C532FF">
      <w:r>
        <w:t>242.5803</w:t>
      </w:r>
      <w:r>
        <w:tab/>
        <w:t>1.013e0</w:t>
      </w:r>
    </w:p>
    <w:p w:rsidR="00C532FF" w:rsidRDefault="00C532FF" w:rsidP="00C532FF">
      <w:r>
        <w:t>242.5929</w:t>
      </w:r>
      <w:r>
        <w:tab/>
        <w:t>2.025e0</w:t>
      </w:r>
    </w:p>
    <w:p w:rsidR="00C532FF" w:rsidRDefault="00C532FF" w:rsidP="00C532FF">
      <w:r>
        <w:t>242.6082</w:t>
      </w:r>
      <w:r>
        <w:tab/>
        <w:t>3.038e0</w:t>
      </w:r>
    </w:p>
    <w:p w:rsidR="00C532FF" w:rsidRDefault="00C532FF" w:rsidP="00C532FF">
      <w:r>
        <w:t>242.6349</w:t>
      </w:r>
      <w:r>
        <w:tab/>
        <w:t>1.013e0</w:t>
      </w:r>
    </w:p>
    <w:p w:rsidR="00C532FF" w:rsidRDefault="00C532FF" w:rsidP="00C532FF">
      <w:r>
        <w:t>242.6712</w:t>
      </w:r>
      <w:r>
        <w:tab/>
        <w:t>1.013e0</w:t>
      </w:r>
    </w:p>
    <w:p w:rsidR="00C532FF" w:rsidRDefault="00C532FF" w:rsidP="00C532FF">
      <w:r>
        <w:t>242.6758</w:t>
      </w:r>
      <w:r>
        <w:tab/>
        <w:t>1.013e0</w:t>
      </w:r>
    </w:p>
    <w:p w:rsidR="00C532FF" w:rsidRDefault="00C532FF" w:rsidP="00C532FF">
      <w:r>
        <w:t>242.6900</w:t>
      </w:r>
      <w:r>
        <w:tab/>
        <w:t>2.025e0</w:t>
      </w:r>
    </w:p>
    <w:p w:rsidR="00C532FF" w:rsidRDefault="00C532FF" w:rsidP="00C532FF">
      <w:r>
        <w:t>242.6962</w:t>
      </w:r>
      <w:r>
        <w:tab/>
        <w:t>1.013e0</w:t>
      </w:r>
    </w:p>
    <w:p w:rsidR="00C532FF" w:rsidRDefault="00C532FF" w:rsidP="00C532FF">
      <w:r>
        <w:lastRenderedPageBreak/>
        <w:t>242.7340</w:t>
      </w:r>
      <w:r>
        <w:tab/>
        <w:t>1.013e0</w:t>
      </w:r>
    </w:p>
    <w:p w:rsidR="00C532FF" w:rsidRDefault="00C532FF" w:rsidP="00C532FF">
      <w:r>
        <w:t>242.7418</w:t>
      </w:r>
      <w:r>
        <w:tab/>
        <w:t>3.038e0</w:t>
      </w:r>
    </w:p>
    <w:p w:rsidR="00C532FF" w:rsidRDefault="00C532FF" w:rsidP="00C532FF">
      <w:r>
        <w:t>242.7559</w:t>
      </w:r>
      <w:r>
        <w:tab/>
        <w:t>2.025e0</w:t>
      </w:r>
    </w:p>
    <w:p w:rsidR="00C532FF" w:rsidRDefault="00C532FF" w:rsidP="00C532FF">
      <w:r>
        <w:t>242.7577</w:t>
      </w:r>
      <w:r>
        <w:tab/>
        <w:t>2.025e0</w:t>
      </w:r>
    </w:p>
    <w:p w:rsidR="00C532FF" w:rsidRDefault="00C532FF" w:rsidP="00C532FF">
      <w:r>
        <w:t>242.7619</w:t>
      </w:r>
      <w:r>
        <w:tab/>
        <w:t>1.013e0</w:t>
      </w:r>
    </w:p>
    <w:p w:rsidR="00C532FF" w:rsidRDefault="00C532FF" w:rsidP="00C532FF">
      <w:r>
        <w:t>242.7646</w:t>
      </w:r>
      <w:r>
        <w:tab/>
        <w:t>2.025e0</w:t>
      </w:r>
    </w:p>
    <w:p w:rsidR="00C532FF" w:rsidRDefault="00C532FF" w:rsidP="00C532FF">
      <w:r>
        <w:t>242.7894</w:t>
      </w:r>
      <w:r>
        <w:tab/>
        <w:t>3.038e0</w:t>
      </w:r>
    </w:p>
    <w:p w:rsidR="00C532FF" w:rsidRDefault="00C532FF" w:rsidP="00C532FF">
      <w:r>
        <w:t>242.8028</w:t>
      </w:r>
      <w:r>
        <w:tab/>
        <w:t>1.013e0</w:t>
      </w:r>
    </w:p>
    <w:p w:rsidR="00C532FF" w:rsidRDefault="00C532FF" w:rsidP="00C532FF">
      <w:r>
        <w:t>242.8209</w:t>
      </w:r>
      <w:r>
        <w:tab/>
        <w:t>1.013e0</w:t>
      </w:r>
    </w:p>
    <w:p w:rsidR="00C532FF" w:rsidRDefault="00C532FF" w:rsidP="00C532FF">
      <w:r>
        <w:t>242.8331</w:t>
      </w:r>
      <w:r>
        <w:tab/>
        <w:t>1.013e0</w:t>
      </w:r>
    </w:p>
    <w:p w:rsidR="00C532FF" w:rsidRDefault="00C532FF" w:rsidP="00C532FF">
      <w:r>
        <w:t>242.8407</w:t>
      </w:r>
      <w:r>
        <w:tab/>
        <w:t>2.025e0</w:t>
      </w:r>
    </w:p>
    <w:p w:rsidR="00C532FF" w:rsidRDefault="00C532FF" w:rsidP="00C532FF">
      <w:r>
        <w:t>242.8526</w:t>
      </w:r>
      <w:r>
        <w:tab/>
        <w:t>1.013e0</w:t>
      </w:r>
    </w:p>
    <w:p w:rsidR="00C532FF" w:rsidRDefault="00C532FF" w:rsidP="00C532FF">
      <w:r>
        <w:t>242.8569</w:t>
      </w:r>
      <w:r>
        <w:tab/>
        <w:t>1.013e0</w:t>
      </w:r>
    </w:p>
    <w:p w:rsidR="00C532FF" w:rsidRDefault="00C532FF" w:rsidP="00C532FF">
      <w:r>
        <w:t>242.8617</w:t>
      </w:r>
      <w:r>
        <w:tab/>
        <w:t>1.013e0</w:t>
      </w:r>
    </w:p>
    <w:p w:rsidR="00C532FF" w:rsidRDefault="00C532FF" w:rsidP="00C532FF">
      <w:r>
        <w:t>242.8788</w:t>
      </w:r>
      <w:r>
        <w:tab/>
        <w:t>1.013e0</w:t>
      </w:r>
    </w:p>
    <w:p w:rsidR="00C532FF" w:rsidRDefault="00C532FF" w:rsidP="00C532FF">
      <w:r>
        <w:t>242.8827</w:t>
      </w:r>
      <w:r>
        <w:tab/>
        <w:t>1.013e0</w:t>
      </w:r>
    </w:p>
    <w:p w:rsidR="00C532FF" w:rsidRDefault="00C532FF" w:rsidP="00C532FF">
      <w:r>
        <w:t>242.9025</w:t>
      </w:r>
      <w:r>
        <w:tab/>
        <w:t>1.013e0</w:t>
      </w:r>
    </w:p>
    <w:p w:rsidR="00C532FF" w:rsidRDefault="00C532FF" w:rsidP="00C532FF">
      <w:r>
        <w:t>242.9068</w:t>
      </w:r>
      <w:r>
        <w:tab/>
        <w:t>1.013e0</w:t>
      </w:r>
    </w:p>
    <w:p w:rsidR="00C532FF" w:rsidRDefault="00C532FF" w:rsidP="00C532FF">
      <w:r>
        <w:t>242.9501</w:t>
      </w:r>
      <w:r>
        <w:tab/>
        <w:t>3.038e0</w:t>
      </w:r>
    </w:p>
    <w:p w:rsidR="00C532FF" w:rsidRDefault="00C532FF" w:rsidP="00C532FF">
      <w:r>
        <w:lastRenderedPageBreak/>
        <w:t>242.9568</w:t>
      </w:r>
      <w:r>
        <w:tab/>
        <w:t>2.025e0</w:t>
      </w:r>
    </w:p>
    <w:p w:rsidR="00C532FF" w:rsidRDefault="00C532FF" w:rsidP="00C532FF">
      <w:r>
        <w:t>242.9615</w:t>
      </w:r>
      <w:r>
        <w:tab/>
        <w:t>1.013e0</w:t>
      </w:r>
    </w:p>
    <w:p w:rsidR="00C532FF" w:rsidRDefault="00C532FF" w:rsidP="00C532FF">
      <w:r>
        <w:t>242.9859</w:t>
      </w:r>
      <w:r>
        <w:tab/>
        <w:t>1.013e0</w:t>
      </w:r>
    </w:p>
    <w:p w:rsidR="00C532FF" w:rsidRDefault="00C532FF" w:rsidP="00C532FF">
      <w:r>
        <w:t>242.9976</w:t>
      </w:r>
      <w:r>
        <w:tab/>
        <w:t>2.025e0</w:t>
      </w:r>
    </w:p>
    <w:p w:rsidR="00C532FF" w:rsidRDefault="00C532FF" w:rsidP="00C532FF">
      <w:r>
        <w:t>243.0154</w:t>
      </w:r>
      <w:r>
        <w:tab/>
        <w:t>1.337e1</w:t>
      </w:r>
    </w:p>
    <w:p w:rsidR="00C532FF" w:rsidRDefault="00C532FF" w:rsidP="00C532FF">
      <w:r>
        <w:t>243.0203</w:t>
      </w:r>
      <w:r>
        <w:tab/>
        <w:t>6.076e0</w:t>
      </w:r>
    </w:p>
    <w:p w:rsidR="00C532FF" w:rsidRDefault="00C532FF" w:rsidP="00C532FF">
      <w:r>
        <w:t>243.0254</w:t>
      </w:r>
      <w:r>
        <w:tab/>
        <w:t>2.025e0</w:t>
      </w:r>
    </w:p>
    <w:p w:rsidR="00C532FF" w:rsidRDefault="00C532FF" w:rsidP="00C532FF">
      <w:r>
        <w:t>243.0266</w:t>
      </w:r>
      <w:r>
        <w:tab/>
        <w:t>6.076e0</w:t>
      </w:r>
    </w:p>
    <w:p w:rsidR="00C532FF" w:rsidRDefault="00C532FF" w:rsidP="00C532FF">
      <w:r>
        <w:t>243.0313</w:t>
      </w:r>
      <w:r>
        <w:tab/>
        <w:t>9.114e0</w:t>
      </w:r>
    </w:p>
    <w:p w:rsidR="00C532FF" w:rsidRDefault="00C532FF" w:rsidP="00C532FF">
      <w:r>
        <w:t>243.0566</w:t>
      </w:r>
      <w:r>
        <w:tab/>
        <w:t>1.013e0</w:t>
      </w:r>
    </w:p>
    <w:p w:rsidR="00C532FF" w:rsidRDefault="00C532FF" w:rsidP="00C532FF">
      <w:r>
        <w:t>243.0995</w:t>
      </w:r>
      <w:r>
        <w:tab/>
        <w:t>1.418e1</w:t>
      </w:r>
    </w:p>
    <w:p w:rsidR="00C532FF" w:rsidRDefault="00C532FF" w:rsidP="00C532FF">
      <w:r>
        <w:t>243.1026</w:t>
      </w:r>
      <w:r>
        <w:tab/>
        <w:t>2.086e2</w:t>
      </w:r>
    </w:p>
    <w:p w:rsidR="00C532FF" w:rsidRDefault="00C532FF" w:rsidP="00C532FF">
      <w:r>
        <w:t>243.1038</w:t>
      </w:r>
      <w:r>
        <w:tab/>
        <w:t>2.011e2</w:t>
      </w:r>
    </w:p>
    <w:p w:rsidR="00C532FF" w:rsidRDefault="00C532FF" w:rsidP="00C532FF">
      <w:r>
        <w:t>243.1050</w:t>
      </w:r>
      <w:r>
        <w:tab/>
        <w:t>2.835e1</w:t>
      </w:r>
    </w:p>
    <w:p w:rsidR="00C532FF" w:rsidRDefault="00C532FF" w:rsidP="00C532FF">
      <w:r>
        <w:t>243.1604</w:t>
      </w:r>
      <w:r>
        <w:tab/>
        <w:t>2.025e0</w:t>
      </w:r>
    </w:p>
    <w:p w:rsidR="00C532FF" w:rsidRDefault="00C532FF" w:rsidP="00C532FF">
      <w:r>
        <w:t>243.1682</w:t>
      </w:r>
      <w:r>
        <w:tab/>
        <w:t>1.013e0</w:t>
      </w:r>
    </w:p>
    <w:p w:rsidR="00C532FF" w:rsidRDefault="00C532FF" w:rsidP="00C532FF">
      <w:r>
        <w:t>243.1725</w:t>
      </w:r>
      <w:r>
        <w:tab/>
        <w:t>1.013e0</w:t>
      </w:r>
    </w:p>
    <w:p w:rsidR="00C532FF" w:rsidRDefault="00C532FF" w:rsidP="00C532FF">
      <w:r>
        <w:t>243.1883</w:t>
      </w:r>
      <w:r>
        <w:tab/>
        <w:t>5.063e0</w:t>
      </w:r>
    </w:p>
    <w:p w:rsidR="00C532FF" w:rsidRDefault="00C532FF" w:rsidP="00C532FF">
      <w:r>
        <w:t>243.1973</w:t>
      </w:r>
      <w:r>
        <w:tab/>
        <w:t>1.013e0</w:t>
      </w:r>
    </w:p>
    <w:p w:rsidR="00C532FF" w:rsidRDefault="00C532FF" w:rsidP="00C532FF">
      <w:r>
        <w:lastRenderedPageBreak/>
        <w:t>243.1988</w:t>
      </w:r>
      <w:r>
        <w:tab/>
        <w:t>4.051e0</w:t>
      </w:r>
    </w:p>
    <w:p w:rsidR="00C532FF" w:rsidRDefault="00C532FF" w:rsidP="00C532FF">
      <w:r>
        <w:t>243.2065</w:t>
      </w:r>
      <w:r>
        <w:tab/>
        <w:t>1.013e0</w:t>
      </w:r>
    </w:p>
    <w:p w:rsidR="00C532FF" w:rsidRDefault="00C532FF" w:rsidP="00C532FF">
      <w:r>
        <w:t>243.2101</w:t>
      </w:r>
      <w:r>
        <w:tab/>
        <w:t>2.025e0</w:t>
      </w:r>
    </w:p>
    <w:p w:rsidR="00C532FF" w:rsidRDefault="00C532FF" w:rsidP="00C532FF">
      <w:r>
        <w:t>243.2299</w:t>
      </w:r>
      <w:r>
        <w:tab/>
        <w:t>1.013e0</w:t>
      </w:r>
    </w:p>
    <w:p w:rsidR="00C532FF" w:rsidRDefault="00C532FF" w:rsidP="00C532FF">
      <w:r>
        <w:t>243.2340</w:t>
      </w:r>
      <w:r>
        <w:tab/>
        <w:t>1.013e0</w:t>
      </w:r>
    </w:p>
    <w:p w:rsidR="00C532FF" w:rsidRDefault="00C532FF" w:rsidP="00C532FF">
      <w:r>
        <w:t>243.2375</w:t>
      </w:r>
      <w:r>
        <w:tab/>
        <w:t>3.038e0</w:t>
      </w:r>
    </w:p>
    <w:p w:rsidR="00C532FF" w:rsidRDefault="00C532FF" w:rsidP="00C532FF">
      <w:r>
        <w:t>243.2515</w:t>
      </w:r>
      <w:r>
        <w:tab/>
        <w:t>2.025e0</w:t>
      </w:r>
    </w:p>
    <w:p w:rsidR="00C532FF" w:rsidRDefault="00C532FF" w:rsidP="00C532FF">
      <w:r>
        <w:t>243.2596</w:t>
      </w:r>
      <w:r>
        <w:tab/>
        <w:t>2.025e0</w:t>
      </w:r>
    </w:p>
    <w:p w:rsidR="00C532FF" w:rsidRDefault="00C532FF" w:rsidP="00C532FF">
      <w:r>
        <w:t>243.2694</w:t>
      </w:r>
      <w:r>
        <w:tab/>
        <w:t>2.025e0</w:t>
      </w:r>
    </w:p>
    <w:p w:rsidR="00C532FF" w:rsidRDefault="00C532FF" w:rsidP="00C532FF">
      <w:r>
        <w:t>243.2714</w:t>
      </w:r>
      <w:r>
        <w:tab/>
        <w:t>2.025e0</w:t>
      </w:r>
    </w:p>
    <w:p w:rsidR="00C532FF" w:rsidRDefault="00C532FF" w:rsidP="00C532FF">
      <w:r>
        <w:t>243.2886</w:t>
      </w:r>
      <w:r>
        <w:tab/>
        <w:t>5.063e0</w:t>
      </w:r>
    </w:p>
    <w:p w:rsidR="00C532FF" w:rsidRDefault="00C532FF" w:rsidP="00C532FF">
      <w:r>
        <w:t>243.2908</w:t>
      </w:r>
      <w:r>
        <w:tab/>
        <w:t>5.063e0</w:t>
      </w:r>
    </w:p>
    <w:p w:rsidR="00C532FF" w:rsidRDefault="00C532FF" w:rsidP="00C532FF">
      <w:r>
        <w:t>243.2930</w:t>
      </w:r>
      <w:r>
        <w:tab/>
        <w:t>2.025e0</w:t>
      </w:r>
    </w:p>
    <w:p w:rsidR="00C532FF" w:rsidRDefault="00C532FF" w:rsidP="00C532FF">
      <w:r>
        <w:t>243.2973</w:t>
      </w:r>
      <w:r>
        <w:tab/>
        <w:t>1.013e0</w:t>
      </w:r>
    </w:p>
    <w:p w:rsidR="00C532FF" w:rsidRDefault="00C532FF" w:rsidP="00C532FF">
      <w:r>
        <w:t>243.3037</w:t>
      </w:r>
      <w:r>
        <w:tab/>
        <w:t>2.025e0</w:t>
      </w:r>
    </w:p>
    <w:p w:rsidR="00C532FF" w:rsidRDefault="00C532FF" w:rsidP="00C532FF">
      <w:r>
        <w:t>243.3385</w:t>
      </w:r>
      <w:r>
        <w:tab/>
        <w:t>1.013e0</w:t>
      </w:r>
    </w:p>
    <w:p w:rsidR="00C532FF" w:rsidRDefault="00C532FF" w:rsidP="00C532FF">
      <w:r>
        <w:t>243.3425</w:t>
      </w:r>
      <w:r>
        <w:tab/>
        <w:t>2.025e0</w:t>
      </w:r>
    </w:p>
    <w:p w:rsidR="00C532FF" w:rsidRDefault="00C532FF" w:rsidP="00C532FF">
      <w:r>
        <w:t>243.3558</w:t>
      </w:r>
      <w:r>
        <w:tab/>
        <w:t>4.051e0</w:t>
      </w:r>
    </w:p>
    <w:p w:rsidR="00C532FF" w:rsidRDefault="00C532FF" w:rsidP="00C532FF">
      <w:r>
        <w:t>243.3763</w:t>
      </w:r>
      <w:r>
        <w:tab/>
        <w:t>2.025e0</w:t>
      </w:r>
    </w:p>
    <w:p w:rsidR="00C532FF" w:rsidRDefault="00C532FF" w:rsidP="00C532FF">
      <w:r>
        <w:lastRenderedPageBreak/>
        <w:t>243.3794</w:t>
      </w:r>
      <w:r>
        <w:tab/>
        <w:t>1.013e0</w:t>
      </w:r>
    </w:p>
    <w:p w:rsidR="00C532FF" w:rsidRDefault="00C532FF" w:rsidP="00C532FF">
      <w:r>
        <w:t>243.3885</w:t>
      </w:r>
      <w:r>
        <w:tab/>
        <w:t>1.013e0</w:t>
      </w:r>
    </w:p>
    <w:p w:rsidR="00C532FF" w:rsidRDefault="00C532FF" w:rsidP="00C532FF">
      <w:r>
        <w:t>243.4048</w:t>
      </w:r>
      <w:r>
        <w:tab/>
        <w:t>2.025e0</w:t>
      </w:r>
    </w:p>
    <w:p w:rsidR="00C532FF" w:rsidRDefault="00C532FF" w:rsidP="00C532FF">
      <w:r>
        <w:t>243.4371</w:t>
      </w:r>
      <w:r>
        <w:tab/>
        <w:t>3.038e0</w:t>
      </w:r>
    </w:p>
    <w:p w:rsidR="00C532FF" w:rsidRDefault="00C532FF" w:rsidP="00C532FF">
      <w:r>
        <w:t>243.4385</w:t>
      </w:r>
      <w:r>
        <w:tab/>
        <w:t>2.025e0</w:t>
      </w:r>
    </w:p>
    <w:p w:rsidR="00C532FF" w:rsidRDefault="00C532FF" w:rsidP="00C532FF">
      <w:r>
        <w:t>243.4463</w:t>
      </w:r>
      <w:r>
        <w:tab/>
        <w:t>1.013e0</w:t>
      </w:r>
    </w:p>
    <w:p w:rsidR="00C532FF" w:rsidRDefault="00C532FF" w:rsidP="00C532FF">
      <w:r>
        <w:t>243.4502</w:t>
      </w:r>
      <w:r>
        <w:tab/>
        <w:t>1.013e0</w:t>
      </w:r>
    </w:p>
    <w:p w:rsidR="00C532FF" w:rsidRDefault="00C532FF" w:rsidP="00C532FF">
      <w:r>
        <w:t>243.4703</w:t>
      </w:r>
      <w:r>
        <w:tab/>
        <w:t>1.013e0</w:t>
      </w:r>
    </w:p>
    <w:p w:rsidR="00C532FF" w:rsidRDefault="00C532FF" w:rsidP="00C532FF">
      <w:r>
        <w:t>243.4726</w:t>
      </w:r>
      <w:r>
        <w:tab/>
        <w:t>2.025e0</w:t>
      </w:r>
    </w:p>
    <w:p w:rsidR="00C532FF" w:rsidRDefault="00C532FF" w:rsidP="00C532FF">
      <w:r>
        <w:t>243.4840</w:t>
      </w:r>
      <w:r>
        <w:tab/>
        <w:t>1.013e0</w:t>
      </w:r>
    </w:p>
    <w:p w:rsidR="00C532FF" w:rsidRDefault="00C532FF" w:rsidP="00C532FF">
      <w:r>
        <w:t>243.5077</w:t>
      </w:r>
      <w:r>
        <w:tab/>
        <w:t>3.038e0</w:t>
      </w:r>
    </w:p>
    <w:p w:rsidR="00C532FF" w:rsidRDefault="00C532FF" w:rsidP="00C532FF">
      <w:r>
        <w:t>243.5268</w:t>
      </w:r>
      <w:r>
        <w:tab/>
        <w:t>2.025e0</w:t>
      </w:r>
    </w:p>
    <w:p w:rsidR="00C532FF" w:rsidRDefault="00C532FF" w:rsidP="00C532FF">
      <w:r>
        <w:t>243.5294</w:t>
      </w:r>
      <w:r>
        <w:tab/>
        <w:t>1.013e0</w:t>
      </w:r>
    </w:p>
    <w:p w:rsidR="00C532FF" w:rsidRDefault="00C532FF" w:rsidP="00C532FF">
      <w:r>
        <w:t>243.5404</w:t>
      </w:r>
      <w:r>
        <w:tab/>
        <w:t>3.038e0</w:t>
      </w:r>
    </w:p>
    <w:p w:rsidR="00C532FF" w:rsidRDefault="00C532FF" w:rsidP="00C532FF">
      <w:r>
        <w:t>243.5416</w:t>
      </w:r>
      <w:r>
        <w:tab/>
        <w:t>1.013e0</w:t>
      </w:r>
    </w:p>
    <w:p w:rsidR="00C532FF" w:rsidRDefault="00C532FF" w:rsidP="00C532FF">
      <w:r>
        <w:t>243.5498</w:t>
      </w:r>
      <w:r>
        <w:tab/>
        <w:t>1.013e0</w:t>
      </w:r>
    </w:p>
    <w:p w:rsidR="00C532FF" w:rsidRDefault="00C532FF" w:rsidP="00C532FF">
      <w:r>
        <w:t>243.5538</w:t>
      </w:r>
      <w:r>
        <w:tab/>
        <w:t>1.013e0</w:t>
      </w:r>
    </w:p>
    <w:p w:rsidR="00C532FF" w:rsidRDefault="00C532FF" w:rsidP="00C532FF">
      <w:r>
        <w:t>243.5749</w:t>
      </w:r>
      <w:r>
        <w:tab/>
        <w:t>1.013e0</w:t>
      </w:r>
    </w:p>
    <w:p w:rsidR="00C532FF" w:rsidRDefault="00C532FF" w:rsidP="00C532FF">
      <w:r>
        <w:t>243.5930</w:t>
      </w:r>
      <w:r>
        <w:tab/>
        <w:t>4.051e0</w:t>
      </w:r>
    </w:p>
    <w:p w:rsidR="00C532FF" w:rsidRDefault="00C532FF" w:rsidP="00C532FF">
      <w:r>
        <w:lastRenderedPageBreak/>
        <w:t>243.5945</w:t>
      </w:r>
      <w:r>
        <w:tab/>
        <w:t>2.022e1</w:t>
      </w:r>
    </w:p>
    <w:p w:rsidR="00C532FF" w:rsidRDefault="00C532FF" w:rsidP="00C532FF">
      <w:r>
        <w:t>243.6010</w:t>
      </w:r>
      <w:r>
        <w:tab/>
        <w:t>4.051e0</w:t>
      </w:r>
    </w:p>
    <w:p w:rsidR="00C532FF" w:rsidRDefault="00C532FF" w:rsidP="00C532FF">
      <w:r>
        <w:t>243.6055</w:t>
      </w:r>
      <w:r>
        <w:tab/>
        <w:t>2.025e0</w:t>
      </w:r>
    </w:p>
    <w:p w:rsidR="00C532FF" w:rsidRDefault="00C532FF" w:rsidP="00C532FF">
      <w:r>
        <w:t>243.6262</w:t>
      </w:r>
      <w:r>
        <w:tab/>
        <w:t>3.168e0</w:t>
      </w:r>
    </w:p>
    <w:p w:rsidR="00C532FF" w:rsidRDefault="00C532FF" w:rsidP="00C532FF">
      <w:r>
        <w:t>243.6372</w:t>
      </w:r>
      <w:r>
        <w:tab/>
        <w:t>1.013e0</w:t>
      </w:r>
    </w:p>
    <w:p w:rsidR="00C532FF" w:rsidRDefault="00C532FF" w:rsidP="00C532FF">
      <w:r>
        <w:t>243.6412</w:t>
      </w:r>
      <w:r>
        <w:tab/>
        <w:t>1.013e0</w:t>
      </w:r>
    </w:p>
    <w:p w:rsidR="00C532FF" w:rsidRDefault="00C532FF" w:rsidP="00C532FF">
      <w:r>
        <w:t>243.6488</w:t>
      </w:r>
      <w:r>
        <w:tab/>
        <w:t>1.013e0</w:t>
      </w:r>
    </w:p>
    <w:p w:rsidR="00C532FF" w:rsidRDefault="00C532FF" w:rsidP="00C532FF">
      <w:r>
        <w:t>243.6568</w:t>
      </w:r>
      <w:r>
        <w:tab/>
        <w:t>2.025e0</w:t>
      </w:r>
    </w:p>
    <w:p w:rsidR="00C532FF" w:rsidRDefault="00C532FF" w:rsidP="00C532FF">
      <w:r>
        <w:t>243.6750</w:t>
      </w:r>
      <w:r>
        <w:tab/>
        <w:t>1.013e0</w:t>
      </w:r>
    </w:p>
    <w:p w:rsidR="00C532FF" w:rsidRDefault="00C532FF" w:rsidP="00C532FF">
      <w:r>
        <w:t>243.6791</w:t>
      </w:r>
      <w:r>
        <w:tab/>
        <w:t>1.013e0</w:t>
      </w:r>
    </w:p>
    <w:p w:rsidR="00C532FF" w:rsidRDefault="00C532FF" w:rsidP="00C532FF">
      <w:r>
        <w:t>243.6925</w:t>
      </w:r>
      <w:r>
        <w:tab/>
        <w:t>2.025e0</w:t>
      </w:r>
    </w:p>
    <w:p w:rsidR="00C532FF" w:rsidRDefault="00C532FF" w:rsidP="00C532FF">
      <w:r>
        <w:t>243.7025</w:t>
      </w:r>
      <w:r>
        <w:tab/>
        <w:t>1.013e0</w:t>
      </w:r>
    </w:p>
    <w:p w:rsidR="00C532FF" w:rsidRDefault="00C532FF" w:rsidP="00C532FF">
      <w:r>
        <w:t>243.7069</w:t>
      </w:r>
      <w:r>
        <w:tab/>
        <w:t>1.013e0</w:t>
      </w:r>
    </w:p>
    <w:p w:rsidR="00C532FF" w:rsidRDefault="00C532FF" w:rsidP="00C532FF">
      <w:r>
        <w:t>243.7111</w:t>
      </w:r>
      <w:r>
        <w:tab/>
        <w:t>1.013e0</w:t>
      </w:r>
    </w:p>
    <w:p w:rsidR="00C532FF" w:rsidRDefault="00C532FF" w:rsidP="00C532FF">
      <w:r>
        <w:t>243.7181</w:t>
      </w:r>
      <w:r>
        <w:tab/>
        <w:t>4.051e0</w:t>
      </w:r>
    </w:p>
    <w:p w:rsidR="00C532FF" w:rsidRDefault="00C532FF" w:rsidP="00C532FF">
      <w:r>
        <w:t>243.7426</w:t>
      </w:r>
      <w:r>
        <w:tab/>
        <w:t>4.051e0</w:t>
      </w:r>
    </w:p>
    <w:p w:rsidR="00C532FF" w:rsidRDefault="00C532FF" w:rsidP="00C532FF">
      <w:r>
        <w:t>243.7441</w:t>
      </w:r>
      <w:r>
        <w:tab/>
        <w:t>1.013e0</w:t>
      </w:r>
    </w:p>
    <w:p w:rsidR="00C532FF" w:rsidRDefault="00C532FF" w:rsidP="00C532FF">
      <w:r>
        <w:t>243.7483</w:t>
      </w:r>
      <w:r>
        <w:tab/>
        <w:t>1.013e0</w:t>
      </w:r>
    </w:p>
    <w:p w:rsidR="00C532FF" w:rsidRDefault="00C532FF" w:rsidP="00C532FF">
      <w:r>
        <w:t>243.7940</w:t>
      </w:r>
      <w:r>
        <w:tab/>
        <w:t>1.013e0</w:t>
      </w:r>
    </w:p>
    <w:p w:rsidR="00C532FF" w:rsidRDefault="00C532FF" w:rsidP="00C532FF">
      <w:r>
        <w:lastRenderedPageBreak/>
        <w:t>243.7979</w:t>
      </w:r>
      <w:r>
        <w:tab/>
        <w:t>1.013e0</w:t>
      </w:r>
    </w:p>
    <w:p w:rsidR="00C532FF" w:rsidRDefault="00C532FF" w:rsidP="00C532FF">
      <w:r>
        <w:t>243.8069</w:t>
      </w:r>
      <w:r>
        <w:tab/>
        <w:t>2.025e0</w:t>
      </w:r>
    </w:p>
    <w:p w:rsidR="00C532FF" w:rsidRDefault="00C532FF" w:rsidP="00C532FF">
      <w:r>
        <w:t>243.8279</w:t>
      </w:r>
      <w:r>
        <w:tab/>
        <w:t>1.013e0</w:t>
      </w:r>
    </w:p>
    <w:p w:rsidR="00C532FF" w:rsidRDefault="00C532FF" w:rsidP="00C532FF">
      <w:r>
        <w:t>243.8433</w:t>
      </w:r>
      <w:r>
        <w:tab/>
        <w:t>1.013e0</w:t>
      </w:r>
    </w:p>
    <w:p w:rsidR="00C532FF" w:rsidRDefault="00C532FF" w:rsidP="00C532FF">
      <w:r>
        <w:t>243.8477</w:t>
      </w:r>
      <w:r>
        <w:tab/>
        <w:t>1.013e0</w:t>
      </w:r>
    </w:p>
    <w:p w:rsidR="00C532FF" w:rsidRDefault="00C532FF" w:rsidP="00C532FF">
      <w:r>
        <w:t>243.8736</w:t>
      </w:r>
      <w:r>
        <w:tab/>
        <w:t>1.013e0</w:t>
      </w:r>
    </w:p>
    <w:p w:rsidR="00C532FF" w:rsidRDefault="00C532FF" w:rsidP="00C532FF">
      <w:r>
        <w:t>243.8932</w:t>
      </w:r>
      <w:r>
        <w:tab/>
        <w:t>1.013e0</w:t>
      </w:r>
    </w:p>
    <w:p w:rsidR="00C532FF" w:rsidRDefault="00C532FF" w:rsidP="00C532FF">
      <w:r>
        <w:t>243.9026</w:t>
      </w:r>
      <w:r>
        <w:tab/>
        <w:t>1.013e0</w:t>
      </w:r>
    </w:p>
    <w:p w:rsidR="00C532FF" w:rsidRDefault="00C532FF" w:rsidP="00C532FF">
      <w:r>
        <w:t>243.9114</w:t>
      </w:r>
      <w:r>
        <w:tab/>
        <w:t>1.013e0</w:t>
      </w:r>
    </w:p>
    <w:p w:rsidR="00C532FF" w:rsidRDefault="00C532FF" w:rsidP="00C532FF">
      <w:r>
        <w:t>243.9152</w:t>
      </w:r>
      <w:r>
        <w:tab/>
        <w:t>1.013e0</w:t>
      </w:r>
    </w:p>
    <w:p w:rsidR="00C532FF" w:rsidRDefault="00C532FF" w:rsidP="00C532FF">
      <w:r>
        <w:t>243.9233</w:t>
      </w:r>
      <w:r>
        <w:tab/>
        <w:t>2.025e0</w:t>
      </w:r>
    </w:p>
    <w:p w:rsidR="00C532FF" w:rsidRDefault="00C532FF" w:rsidP="00C532FF">
      <w:r>
        <w:t>243.9436</w:t>
      </w:r>
      <w:r>
        <w:tab/>
        <w:t>1.013e0</w:t>
      </w:r>
    </w:p>
    <w:p w:rsidR="00C532FF" w:rsidRDefault="00C532FF" w:rsidP="00C532FF">
      <w:r>
        <w:t>243.9570</w:t>
      </w:r>
      <w:r>
        <w:tab/>
        <w:t>1.013e0</w:t>
      </w:r>
    </w:p>
    <w:p w:rsidR="00C532FF" w:rsidRDefault="00C532FF" w:rsidP="00C532FF">
      <w:r>
        <w:t>243.9690</w:t>
      </w:r>
      <w:r>
        <w:tab/>
        <w:t>1.013e0</w:t>
      </w:r>
    </w:p>
    <w:p w:rsidR="00C532FF" w:rsidRDefault="00C532FF" w:rsidP="00C532FF">
      <w:r>
        <w:t>243.9767</w:t>
      </w:r>
      <w:r>
        <w:tab/>
        <w:t>1.013e0</w:t>
      </w:r>
    </w:p>
    <w:p w:rsidR="00C532FF" w:rsidRDefault="00C532FF" w:rsidP="00C532FF">
      <w:r>
        <w:t>243.9865</w:t>
      </w:r>
      <w:r>
        <w:tab/>
        <w:t>2.025e0</w:t>
      </w:r>
    </w:p>
    <w:p w:rsidR="00C532FF" w:rsidRDefault="00C532FF" w:rsidP="00C532FF">
      <w:r>
        <w:t>243.9892</w:t>
      </w:r>
      <w:r>
        <w:tab/>
        <w:t>1.013e0</w:t>
      </w:r>
    </w:p>
    <w:p w:rsidR="00C532FF" w:rsidRDefault="00C532FF" w:rsidP="00C532FF">
      <w:r>
        <w:t>243.9924</w:t>
      </w:r>
      <w:r>
        <w:tab/>
        <w:t>3.038e0</w:t>
      </w:r>
    </w:p>
    <w:p w:rsidR="00C532FF" w:rsidRDefault="00C532FF" w:rsidP="00C532FF">
      <w:r>
        <w:t>244.0108</w:t>
      </w:r>
      <w:r>
        <w:tab/>
        <w:t>4.661e0</w:t>
      </w:r>
    </w:p>
    <w:p w:rsidR="00C532FF" w:rsidRDefault="00C532FF" w:rsidP="00C532FF">
      <w:r>
        <w:lastRenderedPageBreak/>
        <w:t>244.0148</w:t>
      </w:r>
      <w:r>
        <w:tab/>
        <w:t>2.025e0</w:t>
      </w:r>
    </w:p>
    <w:p w:rsidR="00C532FF" w:rsidRDefault="00C532FF" w:rsidP="00C532FF">
      <w:r>
        <w:t>244.0168</w:t>
      </w:r>
      <w:r>
        <w:tab/>
        <w:t>2.025e0</w:t>
      </w:r>
    </w:p>
    <w:p w:rsidR="00C532FF" w:rsidRDefault="00C532FF" w:rsidP="00C532FF">
      <w:r>
        <w:t>244.0207</w:t>
      </w:r>
      <w:r>
        <w:tab/>
        <w:t>2.025e0</w:t>
      </w:r>
    </w:p>
    <w:p w:rsidR="00C532FF" w:rsidRDefault="00C532FF" w:rsidP="00C532FF">
      <w:r>
        <w:t>244.0335</w:t>
      </w:r>
      <w:r>
        <w:tab/>
        <w:t>3.538e0</w:t>
      </w:r>
    </w:p>
    <w:p w:rsidR="00C532FF" w:rsidRDefault="00C532FF" w:rsidP="00C532FF">
      <w:r>
        <w:t>244.0381</w:t>
      </w:r>
      <w:r>
        <w:tab/>
        <w:t>4.051e0</w:t>
      </w:r>
    </w:p>
    <w:p w:rsidR="00C532FF" w:rsidRDefault="00C532FF" w:rsidP="00C532FF">
      <w:r>
        <w:t>244.0449</w:t>
      </w:r>
      <w:r>
        <w:tab/>
        <w:t>4.051e0</w:t>
      </w:r>
    </w:p>
    <w:p w:rsidR="00C532FF" w:rsidRDefault="00C532FF" w:rsidP="00C532FF">
      <w:r>
        <w:t>244.0525</w:t>
      </w:r>
      <w:r>
        <w:tab/>
        <w:t>4.051e0</w:t>
      </w:r>
    </w:p>
    <w:p w:rsidR="00C532FF" w:rsidRDefault="00C532FF" w:rsidP="00C532FF">
      <w:r>
        <w:t>244.0602</w:t>
      </w:r>
      <w:r>
        <w:tab/>
        <w:t>1.013e0</w:t>
      </w:r>
    </w:p>
    <w:p w:rsidR="00C532FF" w:rsidRDefault="00C532FF" w:rsidP="00C532FF">
      <w:r>
        <w:t>244.0684</w:t>
      </w:r>
      <w:r>
        <w:tab/>
        <w:t>1.013e0</w:t>
      </w:r>
    </w:p>
    <w:p w:rsidR="00C532FF" w:rsidRDefault="00C532FF" w:rsidP="00C532FF">
      <w:r>
        <w:t>244.0848</w:t>
      </w:r>
      <w:r>
        <w:tab/>
        <w:t>1.013e0</w:t>
      </w:r>
    </w:p>
    <w:p w:rsidR="00C532FF" w:rsidRDefault="00C532FF" w:rsidP="00C532FF">
      <w:r>
        <w:t>244.0993</w:t>
      </w:r>
      <w:r>
        <w:tab/>
        <w:t>6.635e0</w:t>
      </w:r>
    </w:p>
    <w:p w:rsidR="00C532FF" w:rsidRDefault="00C532FF" w:rsidP="00C532FF">
      <w:r>
        <w:t>244.1050</w:t>
      </w:r>
      <w:r>
        <w:tab/>
        <w:t>6.886e1</w:t>
      </w:r>
    </w:p>
    <w:p w:rsidR="00C532FF" w:rsidRDefault="00C532FF" w:rsidP="00C532FF">
      <w:r>
        <w:t>244.1095</w:t>
      </w:r>
      <w:r>
        <w:tab/>
        <w:t>1.522e1</w:t>
      </w:r>
    </w:p>
    <w:p w:rsidR="00C532FF" w:rsidRDefault="00C532FF" w:rsidP="00C532FF">
      <w:r>
        <w:t>244.1254</w:t>
      </w:r>
      <w:r>
        <w:tab/>
        <w:t>3.492e0</w:t>
      </w:r>
    </w:p>
    <w:p w:rsidR="00C532FF" w:rsidRDefault="00C532FF" w:rsidP="00C532FF">
      <w:r>
        <w:t>244.1441</w:t>
      </w:r>
      <w:r>
        <w:tab/>
        <w:t>1.013e0</w:t>
      </w:r>
    </w:p>
    <w:p w:rsidR="00C532FF" w:rsidRDefault="00C532FF" w:rsidP="00C532FF">
      <w:r>
        <w:t>244.1829</w:t>
      </w:r>
      <w:r>
        <w:tab/>
        <w:t>1.479e1</w:t>
      </w:r>
    </w:p>
    <w:p w:rsidR="00C532FF" w:rsidRDefault="00C532FF" w:rsidP="00C532FF">
      <w:r>
        <w:t>244.1887</w:t>
      </w:r>
      <w:r>
        <w:tab/>
        <w:t>1.013e1</w:t>
      </w:r>
    </w:p>
    <w:p w:rsidR="00C532FF" w:rsidRDefault="00C532FF" w:rsidP="00C532FF">
      <w:r>
        <w:t>244.1914</w:t>
      </w:r>
      <w:r>
        <w:tab/>
        <w:t>2.025e0</w:t>
      </w:r>
    </w:p>
    <w:p w:rsidR="00C532FF" w:rsidRDefault="00C532FF" w:rsidP="00C532FF">
      <w:r>
        <w:t>244.1928</w:t>
      </w:r>
      <w:r>
        <w:tab/>
        <w:t>7.089e0</w:t>
      </w:r>
    </w:p>
    <w:p w:rsidR="00C532FF" w:rsidRDefault="00C532FF" w:rsidP="00C532FF">
      <w:r>
        <w:lastRenderedPageBreak/>
        <w:t>244.1962</w:t>
      </w:r>
      <w:r>
        <w:tab/>
        <w:t>7.089e0</w:t>
      </w:r>
    </w:p>
    <w:p w:rsidR="00C532FF" w:rsidRDefault="00C532FF" w:rsidP="00C532FF">
      <w:r>
        <w:t>244.2260</w:t>
      </w:r>
      <w:r>
        <w:tab/>
        <w:t>3.038e0</w:t>
      </w:r>
    </w:p>
    <w:p w:rsidR="00C532FF" w:rsidRDefault="00C532FF" w:rsidP="00C532FF">
      <w:r>
        <w:t>244.2352</w:t>
      </w:r>
      <w:r>
        <w:tab/>
        <w:t>1.013e0</w:t>
      </w:r>
    </w:p>
    <w:p w:rsidR="00C532FF" w:rsidRDefault="00C532FF" w:rsidP="00C532FF">
      <w:r>
        <w:t>244.2393</w:t>
      </w:r>
      <w:r>
        <w:tab/>
        <w:t>1.013e0</w:t>
      </w:r>
    </w:p>
    <w:p w:rsidR="00C532FF" w:rsidRDefault="00C532FF" w:rsidP="00C532FF">
      <w:r>
        <w:t>244.2455</w:t>
      </w:r>
      <w:r>
        <w:tab/>
        <w:t>2.025e0</w:t>
      </w:r>
    </w:p>
    <w:p w:rsidR="00C532FF" w:rsidRDefault="00C532FF" w:rsidP="00C532FF">
      <w:r>
        <w:t>244.2512</w:t>
      </w:r>
      <w:r>
        <w:tab/>
        <w:t>3.038e0</w:t>
      </w:r>
    </w:p>
    <w:p w:rsidR="00C532FF" w:rsidRDefault="00C532FF" w:rsidP="00C532FF">
      <w:r>
        <w:t>244.2868</w:t>
      </w:r>
      <w:r>
        <w:tab/>
        <w:t>2.025e0</w:t>
      </w:r>
    </w:p>
    <w:p w:rsidR="00C532FF" w:rsidRDefault="00C532FF" w:rsidP="00C532FF">
      <w:r>
        <w:t>244.2929</w:t>
      </w:r>
      <w:r>
        <w:tab/>
        <w:t>2.025e0</w:t>
      </w:r>
    </w:p>
    <w:p w:rsidR="00C532FF" w:rsidRDefault="00C532FF" w:rsidP="00C532FF">
      <w:r>
        <w:t>244.2970</w:t>
      </w:r>
      <w:r>
        <w:tab/>
        <w:t>1.013e0</w:t>
      </w:r>
    </w:p>
    <w:p w:rsidR="00C532FF" w:rsidRDefault="00C532FF" w:rsidP="00C532FF">
      <w:r>
        <w:t>244.3010</w:t>
      </w:r>
      <w:r>
        <w:tab/>
        <w:t>2.025e0</w:t>
      </w:r>
    </w:p>
    <w:p w:rsidR="00C532FF" w:rsidRDefault="00C532FF" w:rsidP="00C532FF">
      <w:r>
        <w:t>244.3262</w:t>
      </w:r>
      <w:r>
        <w:tab/>
        <w:t>6.076e0</w:t>
      </w:r>
    </w:p>
    <w:p w:rsidR="00C532FF" w:rsidRDefault="00C532FF" w:rsidP="00C532FF">
      <w:r>
        <w:t>244.3307</w:t>
      </w:r>
      <w:r>
        <w:tab/>
        <w:t>1.013e0</w:t>
      </w:r>
    </w:p>
    <w:p w:rsidR="00C532FF" w:rsidRDefault="00C532FF" w:rsidP="00C532FF">
      <w:r>
        <w:t>244.3581</w:t>
      </w:r>
      <w:r>
        <w:tab/>
        <w:t>1.013e0</w:t>
      </w:r>
    </w:p>
    <w:p w:rsidR="00C532FF" w:rsidRDefault="00C532FF" w:rsidP="00C532FF">
      <w:r>
        <w:t>244.3629</w:t>
      </w:r>
      <w:r>
        <w:tab/>
        <w:t>1.013e0</w:t>
      </w:r>
    </w:p>
    <w:p w:rsidR="00C532FF" w:rsidRDefault="00C532FF" w:rsidP="00C532FF">
      <w:r>
        <w:t>244.3675</w:t>
      </w:r>
      <w:r>
        <w:tab/>
        <w:t>1.013e0</w:t>
      </w:r>
    </w:p>
    <w:p w:rsidR="00C532FF" w:rsidRDefault="00C532FF" w:rsidP="00C532FF">
      <w:r>
        <w:t>244.3763</w:t>
      </w:r>
      <w:r>
        <w:tab/>
        <w:t>1.013e0</w:t>
      </w:r>
    </w:p>
    <w:p w:rsidR="00C532FF" w:rsidRDefault="00C532FF" w:rsidP="00C532FF">
      <w:r>
        <w:t>244.3962</w:t>
      </w:r>
      <w:r>
        <w:tab/>
        <w:t>1.013e0</w:t>
      </w:r>
    </w:p>
    <w:p w:rsidR="00C532FF" w:rsidRDefault="00C532FF" w:rsidP="00C532FF">
      <w:r>
        <w:t>244.4001</w:t>
      </w:r>
      <w:r>
        <w:tab/>
        <w:t>4.051e0</w:t>
      </w:r>
    </w:p>
    <w:p w:rsidR="00C532FF" w:rsidRDefault="00C532FF" w:rsidP="00C532FF">
      <w:r>
        <w:t>244.4085</w:t>
      </w:r>
      <w:r>
        <w:tab/>
        <w:t>1.013e0</w:t>
      </w:r>
    </w:p>
    <w:p w:rsidR="00C532FF" w:rsidRDefault="00C532FF" w:rsidP="00C532FF">
      <w:r>
        <w:lastRenderedPageBreak/>
        <w:t>244.4131</w:t>
      </w:r>
      <w:r>
        <w:tab/>
        <w:t>1.013e0</w:t>
      </w:r>
    </w:p>
    <w:p w:rsidR="00C532FF" w:rsidRDefault="00C532FF" w:rsidP="00C532FF">
      <w:r>
        <w:t>244.4301</w:t>
      </w:r>
      <w:r>
        <w:tab/>
        <w:t>1.013e0</w:t>
      </w:r>
    </w:p>
    <w:p w:rsidR="00C532FF" w:rsidRDefault="00C532FF" w:rsidP="00C532FF">
      <w:r>
        <w:t>244.4379</w:t>
      </w:r>
      <w:r>
        <w:tab/>
        <w:t>1.013e0</w:t>
      </w:r>
    </w:p>
    <w:p w:rsidR="00C532FF" w:rsidRDefault="00C532FF" w:rsidP="00C532FF">
      <w:r>
        <w:t>244.4461</w:t>
      </w:r>
      <w:r>
        <w:tab/>
        <w:t>1.013e0</w:t>
      </w:r>
    </w:p>
    <w:p w:rsidR="00C532FF" w:rsidRDefault="00C532FF" w:rsidP="00C532FF">
      <w:r>
        <w:t>244.4578</w:t>
      </w:r>
      <w:r>
        <w:tab/>
        <w:t>3.038e0</w:t>
      </w:r>
    </w:p>
    <w:p w:rsidR="00C532FF" w:rsidRDefault="00C532FF" w:rsidP="00C532FF">
      <w:r>
        <w:t>244.4664</w:t>
      </w:r>
      <w:r>
        <w:tab/>
        <w:t>2.025e0</w:t>
      </w:r>
    </w:p>
    <w:p w:rsidR="00C532FF" w:rsidRDefault="00C532FF" w:rsidP="00C532FF">
      <w:r>
        <w:t>244.4840</w:t>
      </w:r>
      <w:r>
        <w:tab/>
        <w:t>2.025e0</w:t>
      </w:r>
    </w:p>
    <w:p w:rsidR="00C532FF" w:rsidRDefault="00C532FF" w:rsidP="00C532FF">
      <w:r>
        <w:t>244.5041</w:t>
      </w:r>
      <w:r>
        <w:tab/>
        <w:t>1.013e0</w:t>
      </w:r>
    </w:p>
    <w:p w:rsidR="00C532FF" w:rsidRDefault="00C532FF" w:rsidP="00C532FF">
      <w:r>
        <w:t>244.5089</w:t>
      </w:r>
      <w:r>
        <w:tab/>
        <w:t>2.025e0</w:t>
      </w:r>
    </w:p>
    <w:p w:rsidR="00C532FF" w:rsidRDefault="00C532FF" w:rsidP="00C532FF">
      <w:r>
        <w:t>244.5110</w:t>
      </w:r>
      <w:r>
        <w:tab/>
        <w:t>2.025e0</w:t>
      </w:r>
    </w:p>
    <w:p w:rsidR="00C532FF" w:rsidRDefault="00C532FF" w:rsidP="00C532FF">
      <w:r>
        <w:t>244.5135</w:t>
      </w:r>
      <w:r>
        <w:tab/>
        <w:t>1.013e0</w:t>
      </w:r>
    </w:p>
    <w:p w:rsidR="00C532FF" w:rsidRDefault="00C532FF" w:rsidP="00C532FF">
      <w:r>
        <w:t>244.5255</w:t>
      </w:r>
      <w:r>
        <w:tab/>
        <w:t>1.013e0</w:t>
      </w:r>
    </w:p>
    <w:p w:rsidR="00C532FF" w:rsidRDefault="00C532FF" w:rsidP="00C532FF">
      <w:r>
        <w:t>244.5337</w:t>
      </w:r>
      <w:r>
        <w:tab/>
        <w:t>1.013e0</w:t>
      </w:r>
    </w:p>
    <w:p w:rsidR="00C532FF" w:rsidRDefault="00C532FF" w:rsidP="00C532FF">
      <w:r>
        <w:t>244.5454</w:t>
      </w:r>
      <w:r>
        <w:tab/>
        <w:t>3.038e0</w:t>
      </w:r>
    </w:p>
    <w:p w:rsidR="00C532FF" w:rsidRDefault="00C532FF" w:rsidP="00C532FF">
      <w:r>
        <w:t>244.5481</w:t>
      </w:r>
      <w:r>
        <w:tab/>
        <w:t>2.025e0</w:t>
      </w:r>
    </w:p>
    <w:p w:rsidR="00C532FF" w:rsidRDefault="00C532FF" w:rsidP="00C532FF">
      <w:r>
        <w:t>244.5600</w:t>
      </w:r>
      <w:r>
        <w:tab/>
        <w:t>2.025e0</w:t>
      </w:r>
    </w:p>
    <w:p w:rsidR="00C532FF" w:rsidRDefault="00C532FF" w:rsidP="00C532FF">
      <w:r>
        <w:t>244.5715</w:t>
      </w:r>
      <w:r>
        <w:tab/>
        <w:t>1.013e0</w:t>
      </w:r>
    </w:p>
    <w:p w:rsidR="00C532FF" w:rsidRDefault="00C532FF" w:rsidP="00C532FF">
      <w:r>
        <w:t>244.5831</w:t>
      </w:r>
      <w:r>
        <w:tab/>
        <w:t>1.013e0</w:t>
      </w:r>
    </w:p>
    <w:p w:rsidR="00C532FF" w:rsidRDefault="00C532FF" w:rsidP="00C532FF">
      <w:r>
        <w:t>244.5873</w:t>
      </w:r>
      <w:r>
        <w:tab/>
        <w:t>1.013e0</w:t>
      </w:r>
    </w:p>
    <w:p w:rsidR="00C532FF" w:rsidRDefault="00C532FF" w:rsidP="00C532FF">
      <w:r>
        <w:lastRenderedPageBreak/>
        <w:t>244.5956</w:t>
      </w:r>
      <w:r>
        <w:tab/>
        <w:t>1.013e0</w:t>
      </w:r>
    </w:p>
    <w:p w:rsidR="00C532FF" w:rsidRDefault="00C532FF" w:rsidP="00C532FF">
      <w:r>
        <w:t>244.6014</w:t>
      </w:r>
      <w:r>
        <w:tab/>
        <w:t>3.038e0</w:t>
      </w:r>
    </w:p>
    <w:p w:rsidR="00C532FF" w:rsidRDefault="00C532FF" w:rsidP="00C532FF">
      <w:r>
        <w:t>244.6173</w:t>
      </w:r>
      <w:r>
        <w:tab/>
        <w:t>1.013e0</w:t>
      </w:r>
    </w:p>
    <w:p w:rsidR="00C532FF" w:rsidRDefault="00C532FF" w:rsidP="00C532FF">
      <w:r>
        <w:t>244.6269</w:t>
      </w:r>
      <w:r>
        <w:tab/>
        <w:t>2.025e0</w:t>
      </w:r>
    </w:p>
    <w:p w:rsidR="00C532FF" w:rsidRDefault="00C532FF" w:rsidP="00C532FF">
      <w:r>
        <w:t>244.6331</w:t>
      </w:r>
      <w:r>
        <w:tab/>
        <w:t>1.013e0</w:t>
      </w:r>
    </w:p>
    <w:p w:rsidR="00C532FF" w:rsidRDefault="00C532FF" w:rsidP="00C532FF">
      <w:r>
        <w:t>244.6392</w:t>
      </w:r>
      <w:r>
        <w:tab/>
        <w:t>2.025e0</w:t>
      </w:r>
    </w:p>
    <w:p w:rsidR="00C532FF" w:rsidRDefault="00C532FF" w:rsidP="00C532FF">
      <w:r>
        <w:t>244.6592</w:t>
      </w:r>
      <w:r>
        <w:tab/>
        <w:t>1.013e0</w:t>
      </w:r>
    </w:p>
    <w:p w:rsidR="00C532FF" w:rsidRDefault="00C532FF" w:rsidP="00C532FF">
      <w:r>
        <w:t>244.6631</w:t>
      </w:r>
      <w:r>
        <w:tab/>
        <w:t>2.025e0</w:t>
      </w:r>
    </w:p>
    <w:p w:rsidR="00C532FF" w:rsidRDefault="00C532FF" w:rsidP="00C532FF">
      <w:r>
        <w:t>244.6746</w:t>
      </w:r>
      <w:r>
        <w:tab/>
        <w:t>1.013e0</w:t>
      </w:r>
    </w:p>
    <w:p w:rsidR="00C532FF" w:rsidRDefault="00C532FF" w:rsidP="00C532FF">
      <w:r>
        <w:t>244.7047</w:t>
      </w:r>
      <w:r>
        <w:tab/>
        <w:t>1.013e0</w:t>
      </w:r>
    </w:p>
    <w:p w:rsidR="00C532FF" w:rsidRDefault="00C532FF" w:rsidP="00C532FF">
      <w:r>
        <w:t>244.7243</w:t>
      </w:r>
      <w:r>
        <w:tab/>
        <w:t>1.013e0</w:t>
      </w:r>
    </w:p>
    <w:p w:rsidR="00C532FF" w:rsidRDefault="00C532FF" w:rsidP="00C532FF">
      <w:r>
        <w:t>244.7460</w:t>
      </w:r>
      <w:r>
        <w:tab/>
        <w:t>1.013e0</w:t>
      </w:r>
    </w:p>
    <w:p w:rsidR="00C532FF" w:rsidRDefault="00C532FF" w:rsidP="00C532FF">
      <w:r>
        <w:t>244.7663</w:t>
      </w:r>
      <w:r>
        <w:tab/>
        <w:t>2.025e0</w:t>
      </w:r>
    </w:p>
    <w:p w:rsidR="00C532FF" w:rsidRDefault="00C532FF" w:rsidP="00C532FF">
      <w:r>
        <w:t>244.7740</w:t>
      </w:r>
      <w:r>
        <w:tab/>
        <w:t>1.013e0</w:t>
      </w:r>
    </w:p>
    <w:p w:rsidR="00C532FF" w:rsidRDefault="00C532FF" w:rsidP="00C532FF">
      <w:r>
        <w:t>244.7829</w:t>
      </w:r>
      <w:r>
        <w:tab/>
        <w:t>1.013e0</w:t>
      </w:r>
    </w:p>
    <w:p w:rsidR="00C532FF" w:rsidRDefault="00C532FF" w:rsidP="00C532FF">
      <w:r>
        <w:t>244.7874</w:t>
      </w:r>
      <w:r>
        <w:tab/>
        <w:t>1.013e0</w:t>
      </w:r>
    </w:p>
    <w:p w:rsidR="00C532FF" w:rsidRDefault="00C532FF" w:rsidP="00C532FF">
      <w:r>
        <w:t>244.7888</w:t>
      </w:r>
      <w:r>
        <w:tab/>
        <w:t>2.025e0</w:t>
      </w:r>
    </w:p>
    <w:p w:rsidR="00C532FF" w:rsidRDefault="00C532FF" w:rsidP="00C532FF">
      <w:r>
        <w:t>244.8079</w:t>
      </w:r>
      <w:r>
        <w:tab/>
        <w:t>1.013e0</w:t>
      </w:r>
    </w:p>
    <w:p w:rsidR="00C532FF" w:rsidRDefault="00C532FF" w:rsidP="00C532FF">
      <w:r>
        <w:t>244.8328</w:t>
      </w:r>
      <w:r>
        <w:tab/>
        <w:t>1.013e0</w:t>
      </w:r>
    </w:p>
    <w:p w:rsidR="00C532FF" w:rsidRDefault="00C532FF" w:rsidP="00C532FF">
      <w:r>
        <w:lastRenderedPageBreak/>
        <w:t>244.8377</w:t>
      </w:r>
      <w:r>
        <w:tab/>
        <w:t>1.013e0</w:t>
      </w:r>
    </w:p>
    <w:p w:rsidR="00C532FF" w:rsidRDefault="00C532FF" w:rsidP="00C532FF">
      <w:r>
        <w:t>244.8724</w:t>
      </w:r>
      <w:r>
        <w:tab/>
        <w:t>2.025e0</w:t>
      </w:r>
    </w:p>
    <w:p w:rsidR="00C532FF" w:rsidRDefault="00C532FF" w:rsidP="00C532FF">
      <w:r>
        <w:t>244.8920</w:t>
      </w:r>
      <w:r>
        <w:tab/>
        <w:t>1.013e0</w:t>
      </w:r>
    </w:p>
    <w:p w:rsidR="00C532FF" w:rsidRDefault="00C532FF" w:rsidP="00C532FF">
      <w:r>
        <w:t>244.8997</w:t>
      </w:r>
      <w:r>
        <w:tab/>
        <w:t>5.063e0</w:t>
      </w:r>
    </w:p>
    <w:p w:rsidR="00C532FF" w:rsidRDefault="00C532FF" w:rsidP="00C532FF">
      <w:r>
        <w:t>244.9197</w:t>
      </w:r>
      <w:r>
        <w:tab/>
        <w:t>1.013e0</w:t>
      </w:r>
    </w:p>
    <w:p w:rsidR="00C532FF" w:rsidRDefault="00C532FF" w:rsidP="00C532FF">
      <w:r>
        <w:t>244.9352</w:t>
      </w:r>
      <w:r>
        <w:tab/>
        <w:t>2.025e0</w:t>
      </w:r>
    </w:p>
    <w:p w:rsidR="00C532FF" w:rsidRDefault="00C532FF" w:rsidP="00C532FF">
      <w:r>
        <w:t>244.9532</w:t>
      </w:r>
      <w:r>
        <w:tab/>
        <w:t>2.025e0</w:t>
      </w:r>
    </w:p>
    <w:p w:rsidR="00C532FF" w:rsidRDefault="00C532FF" w:rsidP="00C532FF">
      <w:r>
        <w:t>244.9699</w:t>
      </w:r>
      <w:r>
        <w:tab/>
        <w:t>1.013e0</w:t>
      </w:r>
    </w:p>
    <w:p w:rsidR="00C532FF" w:rsidRDefault="00C532FF" w:rsidP="00C532FF">
      <w:r>
        <w:t>244.9742</w:t>
      </w:r>
      <w:r>
        <w:tab/>
        <w:t>2.025e0</w:t>
      </w:r>
    </w:p>
    <w:p w:rsidR="00C532FF" w:rsidRDefault="00C532FF" w:rsidP="00C532FF">
      <w:r>
        <w:t>244.9836</w:t>
      </w:r>
      <w:r>
        <w:tab/>
        <w:t>1.013e0</w:t>
      </w:r>
    </w:p>
    <w:p w:rsidR="00C532FF" w:rsidRDefault="00C532FF" w:rsidP="00C532FF">
      <w:r>
        <w:t>244.9910</w:t>
      </w:r>
      <w:r>
        <w:tab/>
        <w:t>1.013e0</w:t>
      </w:r>
    </w:p>
    <w:p w:rsidR="00C532FF" w:rsidRDefault="00C532FF" w:rsidP="00C532FF">
      <w:r>
        <w:t>244.9993</w:t>
      </w:r>
      <w:r>
        <w:tab/>
        <w:t>1.013e0</w:t>
      </w:r>
    </w:p>
    <w:p w:rsidR="00C532FF" w:rsidRDefault="00C532FF" w:rsidP="00C532FF">
      <w:r>
        <w:t>245.0113</w:t>
      </w:r>
      <w:r>
        <w:tab/>
        <w:t>3.038e0</w:t>
      </w:r>
    </w:p>
    <w:p w:rsidR="00C532FF" w:rsidRDefault="00C532FF" w:rsidP="00C532FF">
      <w:r>
        <w:t>245.0159</w:t>
      </w:r>
      <w:r>
        <w:tab/>
        <w:t>1.013e0</w:t>
      </w:r>
    </w:p>
    <w:p w:rsidR="00C532FF" w:rsidRDefault="00C532FF" w:rsidP="00C532FF">
      <w:r>
        <w:t>245.0250</w:t>
      </w:r>
      <w:r>
        <w:tab/>
        <w:t>3.038e0</w:t>
      </w:r>
    </w:p>
    <w:p w:rsidR="00C532FF" w:rsidRDefault="00C532FF" w:rsidP="00C532FF">
      <w:r>
        <w:t>245.0661</w:t>
      </w:r>
      <w:r>
        <w:tab/>
        <w:t>2.025e0</w:t>
      </w:r>
    </w:p>
    <w:p w:rsidR="00C532FF" w:rsidRDefault="00C532FF" w:rsidP="00C532FF">
      <w:r>
        <w:t>245.0752</w:t>
      </w:r>
      <w:r>
        <w:tab/>
        <w:t>1.013e0</w:t>
      </w:r>
    </w:p>
    <w:p w:rsidR="00C532FF" w:rsidRDefault="00C532FF" w:rsidP="00C532FF">
      <w:r>
        <w:t>245.0790</w:t>
      </w:r>
      <w:r>
        <w:tab/>
        <w:t>6.076e0</w:t>
      </w:r>
    </w:p>
    <w:p w:rsidR="00C532FF" w:rsidRDefault="00C532FF" w:rsidP="00C532FF">
      <w:r>
        <w:t>245.0948</w:t>
      </w:r>
      <w:r>
        <w:tab/>
        <w:t>1.013e0</w:t>
      </w:r>
    </w:p>
    <w:p w:rsidR="00C532FF" w:rsidRDefault="00C532FF" w:rsidP="00C532FF">
      <w:r>
        <w:lastRenderedPageBreak/>
        <w:t>245.1015</w:t>
      </w:r>
      <w:r>
        <w:tab/>
        <w:t>2.025e0</w:t>
      </w:r>
    </w:p>
    <w:p w:rsidR="00C532FF" w:rsidRDefault="00C532FF" w:rsidP="00C532FF">
      <w:r>
        <w:t>245.1035</w:t>
      </w:r>
      <w:r>
        <w:tab/>
        <w:t>9.729e0</w:t>
      </w:r>
    </w:p>
    <w:p w:rsidR="00C532FF" w:rsidRDefault="00C532FF" w:rsidP="00C532FF">
      <w:r>
        <w:t>245.1061</w:t>
      </w:r>
      <w:r>
        <w:tab/>
        <w:t>2.025e0</w:t>
      </w:r>
    </w:p>
    <w:p w:rsidR="00C532FF" w:rsidRDefault="00C532FF" w:rsidP="00C532FF">
      <w:r>
        <w:t>245.1074</w:t>
      </w:r>
      <w:r>
        <w:tab/>
        <w:t>2.339e0</w:t>
      </w:r>
    </w:p>
    <w:p w:rsidR="00C532FF" w:rsidRDefault="00C532FF" w:rsidP="00C532FF">
      <w:r>
        <w:t>245.1115</w:t>
      </w:r>
      <w:r>
        <w:tab/>
        <w:t>3.038e0</w:t>
      </w:r>
    </w:p>
    <w:p w:rsidR="00C532FF" w:rsidRDefault="00C532FF" w:rsidP="00C532FF">
      <w:r>
        <w:t>245.1265</w:t>
      </w:r>
      <w:r>
        <w:tab/>
        <w:t>2.025e0</w:t>
      </w:r>
    </w:p>
    <w:p w:rsidR="00C532FF" w:rsidRDefault="00C532FF" w:rsidP="00C532FF">
      <w:r>
        <w:t>245.1327</w:t>
      </w:r>
      <w:r>
        <w:tab/>
        <w:t>1.013e0</w:t>
      </w:r>
    </w:p>
    <w:p w:rsidR="00C532FF" w:rsidRDefault="00C532FF" w:rsidP="00C532FF">
      <w:r>
        <w:t>245.1405</w:t>
      </w:r>
      <w:r>
        <w:tab/>
        <w:t>2.025e0</w:t>
      </w:r>
    </w:p>
    <w:p w:rsidR="00C532FF" w:rsidRDefault="00C532FF" w:rsidP="00C532FF">
      <w:r>
        <w:t>245.1444</w:t>
      </w:r>
      <w:r>
        <w:tab/>
        <w:t>1.013e0</w:t>
      </w:r>
    </w:p>
    <w:p w:rsidR="00C532FF" w:rsidRDefault="00C532FF" w:rsidP="00C532FF">
      <w:r>
        <w:t>245.1631</w:t>
      </w:r>
      <w:r>
        <w:tab/>
        <w:t>2.025e0</w:t>
      </w:r>
    </w:p>
    <w:p w:rsidR="00C532FF" w:rsidRDefault="00C532FF" w:rsidP="00C532FF">
      <w:r>
        <w:t>245.1732</w:t>
      </w:r>
      <w:r>
        <w:tab/>
        <w:t>3.038e0</w:t>
      </w:r>
    </w:p>
    <w:p w:rsidR="00C532FF" w:rsidRDefault="00C532FF" w:rsidP="00C532FF">
      <w:r>
        <w:t>245.1804</w:t>
      </w:r>
      <w:r>
        <w:tab/>
        <w:t>2.025e0</w:t>
      </w:r>
    </w:p>
    <w:p w:rsidR="00C532FF" w:rsidRDefault="00C532FF" w:rsidP="00C532FF">
      <w:r>
        <w:t>245.1871</w:t>
      </w:r>
      <w:r>
        <w:tab/>
        <w:t>6.076e0</w:t>
      </w:r>
    </w:p>
    <w:p w:rsidR="00C532FF" w:rsidRDefault="00C532FF" w:rsidP="00C532FF">
      <w:r>
        <w:t>245.2080</w:t>
      </w:r>
      <w:r>
        <w:tab/>
        <w:t>1.013e0</w:t>
      </w:r>
    </w:p>
    <w:p w:rsidR="00C532FF" w:rsidRDefault="00C532FF" w:rsidP="00C532FF">
      <w:r>
        <w:t>245.2164</w:t>
      </w:r>
      <w:r>
        <w:tab/>
        <w:t>1.013e0</w:t>
      </w:r>
    </w:p>
    <w:p w:rsidR="00C532FF" w:rsidRDefault="00C532FF" w:rsidP="00C532FF">
      <w:r>
        <w:t>245.2200</w:t>
      </w:r>
      <w:r>
        <w:tab/>
        <w:t>1.013e0</w:t>
      </w:r>
    </w:p>
    <w:p w:rsidR="00C532FF" w:rsidRDefault="00C532FF" w:rsidP="00C532FF">
      <w:r>
        <w:t>245.2358</w:t>
      </w:r>
      <w:r>
        <w:tab/>
        <w:t>3.038e0</w:t>
      </w:r>
    </w:p>
    <w:p w:rsidR="00C532FF" w:rsidRDefault="00C532FF" w:rsidP="00C532FF">
      <w:r>
        <w:t>245.2442</w:t>
      </w:r>
      <w:r>
        <w:tab/>
        <w:t>3.038e0</w:t>
      </w:r>
    </w:p>
    <w:p w:rsidR="00C532FF" w:rsidRDefault="00C532FF" w:rsidP="00C532FF">
      <w:r>
        <w:t>245.2574</w:t>
      </w:r>
      <w:r>
        <w:tab/>
        <w:t>2.025e0</w:t>
      </w:r>
    </w:p>
    <w:p w:rsidR="00C532FF" w:rsidRDefault="00C532FF" w:rsidP="00C532FF">
      <w:r>
        <w:lastRenderedPageBreak/>
        <w:t>245.2700</w:t>
      </w:r>
      <w:r>
        <w:tab/>
        <w:t>1.013e0</w:t>
      </w:r>
    </w:p>
    <w:p w:rsidR="00C532FF" w:rsidRDefault="00C532FF" w:rsidP="00C532FF">
      <w:r>
        <w:t>245.2717</w:t>
      </w:r>
      <w:r>
        <w:tab/>
        <w:t>2.025e0</w:t>
      </w:r>
    </w:p>
    <w:p w:rsidR="00C532FF" w:rsidRDefault="00C532FF" w:rsidP="00C532FF">
      <w:r>
        <w:t>245.2780</w:t>
      </w:r>
      <w:r>
        <w:tab/>
        <w:t>1.013e0</w:t>
      </w:r>
    </w:p>
    <w:p w:rsidR="00C532FF" w:rsidRDefault="00C532FF" w:rsidP="00C532FF">
      <w:r>
        <w:t>245.3077</w:t>
      </w:r>
      <w:r>
        <w:tab/>
        <w:t>1.013e0</w:t>
      </w:r>
    </w:p>
    <w:p w:rsidR="00C532FF" w:rsidRDefault="00C532FF" w:rsidP="00C532FF">
      <w:r>
        <w:t>245.3404</w:t>
      </w:r>
      <w:r>
        <w:tab/>
        <w:t>1.013e0</w:t>
      </w:r>
    </w:p>
    <w:p w:rsidR="00C532FF" w:rsidRDefault="00C532FF" w:rsidP="00C532FF">
      <w:r>
        <w:t>245.3957</w:t>
      </w:r>
      <w:r>
        <w:tab/>
        <w:t>2.025e0</w:t>
      </w:r>
    </w:p>
    <w:p w:rsidR="00C532FF" w:rsidRDefault="00C532FF" w:rsidP="00C532FF">
      <w:r>
        <w:t>245.4154</w:t>
      </w:r>
      <w:r>
        <w:tab/>
        <w:t>1.013e0</w:t>
      </w:r>
    </w:p>
    <w:p w:rsidR="00C532FF" w:rsidRDefault="00C532FF" w:rsidP="00C532FF">
      <w:r>
        <w:t>245.4274</w:t>
      </w:r>
      <w:r>
        <w:tab/>
        <w:t>1.013e0</w:t>
      </w:r>
    </w:p>
    <w:p w:rsidR="00C532FF" w:rsidRDefault="00C532FF" w:rsidP="00C532FF">
      <w:r>
        <w:t>245.4415</w:t>
      </w:r>
      <w:r>
        <w:tab/>
        <w:t>1.013e0</w:t>
      </w:r>
    </w:p>
    <w:p w:rsidR="00C532FF" w:rsidRDefault="00C532FF" w:rsidP="00C532FF">
      <w:r>
        <w:t>245.4569</w:t>
      </w:r>
      <w:r>
        <w:tab/>
        <w:t>1.013e0</w:t>
      </w:r>
    </w:p>
    <w:p w:rsidR="00C532FF" w:rsidRDefault="00C532FF" w:rsidP="00C532FF">
      <w:r>
        <w:t>245.4781</w:t>
      </w:r>
      <w:r>
        <w:tab/>
        <w:t>1.013e0</w:t>
      </w:r>
    </w:p>
    <w:p w:rsidR="00C532FF" w:rsidRDefault="00C532FF" w:rsidP="00C532FF">
      <w:r>
        <w:t>245.4824</w:t>
      </w:r>
      <w:r>
        <w:tab/>
        <w:t>1.013e0</w:t>
      </w:r>
    </w:p>
    <w:p w:rsidR="00C532FF" w:rsidRDefault="00C532FF" w:rsidP="00C532FF">
      <w:r>
        <w:t>245.4990</w:t>
      </w:r>
      <w:r>
        <w:tab/>
        <w:t>1.013e0</w:t>
      </w:r>
    </w:p>
    <w:p w:rsidR="00C532FF" w:rsidRDefault="00C532FF" w:rsidP="00C532FF">
      <w:r>
        <w:t>245.5107</w:t>
      </w:r>
      <w:r>
        <w:tab/>
        <w:t>2.025e0</w:t>
      </w:r>
    </w:p>
    <w:p w:rsidR="00C532FF" w:rsidRDefault="00C532FF" w:rsidP="00C532FF">
      <w:r>
        <w:t>245.5255</w:t>
      </w:r>
      <w:r>
        <w:tab/>
        <w:t>2.025e0</w:t>
      </w:r>
    </w:p>
    <w:p w:rsidR="00C532FF" w:rsidRDefault="00C532FF" w:rsidP="00C532FF">
      <w:r>
        <w:t>245.5331</w:t>
      </w:r>
      <w:r>
        <w:tab/>
        <w:t>2.025e0</w:t>
      </w:r>
    </w:p>
    <w:p w:rsidR="00C532FF" w:rsidRDefault="00C532FF" w:rsidP="00C532FF">
      <w:r>
        <w:t>245.5446</w:t>
      </w:r>
      <w:r>
        <w:tab/>
        <w:t>1.013e0</w:t>
      </w:r>
    </w:p>
    <w:p w:rsidR="00C532FF" w:rsidRDefault="00C532FF" w:rsidP="00C532FF">
      <w:r>
        <w:t>245.5528</w:t>
      </w:r>
      <w:r>
        <w:tab/>
        <w:t>2.025e0</w:t>
      </w:r>
    </w:p>
    <w:p w:rsidR="00C532FF" w:rsidRDefault="00C532FF" w:rsidP="00C532FF">
      <w:r>
        <w:t>245.5585</w:t>
      </w:r>
      <w:r>
        <w:tab/>
        <w:t>2.025e0</w:t>
      </w:r>
    </w:p>
    <w:p w:rsidR="00C532FF" w:rsidRDefault="00C532FF" w:rsidP="00C532FF">
      <w:r>
        <w:lastRenderedPageBreak/>
        <w:t>245.5829</w:t>
      </w:r>
      <w:r>
        <w:tab/>
        <w:t>1.013e0</w:t>
      </w:r>
    </w:p>
    <w:p w:rsidR="00C532FF" w:rsidRDefault="00C532FF" w:rsidP="00C532FF">
      <w:r>
        <w:t>245.5846</w:t>
      </w:r>
      <w:r>
        <w:tab/>
        <w:t>2.025e0</w:t>
      </w:r>
    </w:p>
    <w:p w:rsidR="00C532FF" w:rsidRDefault="00C532FF" w:rsidP="00C532FF">
      <w:r>
        <w:t>245.5907</w:t>
      </w:r>
      <w:r>
        <w:tab/>
        <w:t>1.013e0</w:t>
      </w:r>
    </w:p>
    <w:p w:rsidR="00C532FF" w:rsidRDefault="00C532FF" w:rsidP="00C532FF">
      <w:r>
        <w:t>245.5983</w:t>
      </w:r>
      <w:r>
        <w:tab/>
        <w:t>2.025e0</w:t>
      </w:r>
    </w:p>
    <w:p w:rsidR="00C532FF" w:rsidRDefault="00C532FF" w:rsidP="00C532FF">
      <w:r>
        <w:t>245.6063</w:t>
      </w:r>
      <w:r>
        <w:tab/>
        <w:t>1.013e0</w:t>
      </w:r>
    </w:p>
    <w:p w:rsidR="00C532FF" w:rsidRDefault="00C532FF" w:rsidP="00C532FF">
      <w:r>
        <w:t>245.6287</w:t>
      </w:r>
      <w:r>
        <w:tab/>
        <w:t>1.013e0</w:t>
      </w:r>
    </w:p>
    <w:p w:rsidR="00C532FF" w:rsidRDefault="00C532FF" w:rsidP="00C532FF">
      <w:r>
        <w:t>245.6322</w:t>
      </w:r>
      <w:r>
        <w:tab/>
        <w:t>1.013e0</w:t>
      </w:r>
    </w:p>
    <w:p w:rsidR="00C532FF" w:rsidRDefault="00C532FF" w:rsidP="00C532FF">
      <w:r>
        <w:t>245.6483</w:t>
      </w:r>
      <w:r>
        <w:tab/>
        <w:t>1.013e0</w:t>
      </w:r>
    </w:p>
    <w:p w:rsidR="00C532FF" w:rsidRDefault="00C532FF" w:rsidP="00C532FF">
      <w:r>
        <w:t>245.6502</w:t>
      </w:r>
      <w:r>
        <w:tab/>
        <w:t>2.025e0</w:t>
      </w:r>
    </w:p>
    <w:p w:rsidR="00C532FF" w:rsidRDefault="00C532FF" w:rsidP="00C532FF">
      <w:r>
        <w:t>245.6519</w:t>
      </w:r>
      <w:r>
        <w:tab/>
        <w:t>1.013e0</w:t>
      </w:r>
    </w:p>
    <w:p w:rsidR="00C532FF" w:rsidRDefault="00C532FF" w:rsidP="00C532FF">
      <w:r>
        <w:t>245.6742</w:t>
      </w:r>
      <w:r>
        <w:tab/>
        <w:t>1.013e0</w:t>
      </w:r>
    </w:p>
    <w:p w:rsidR="00C532FF" w:rsidRDefault="00C532FF" w:rsidP="00C532FF">
      <w:r>
        <w:t>245.7110</w:t>
      </w:r>
      <w:r>
        <w:tab/>
        <w:t>2.025e0</w:t>
      </w:r>
    </w:p>
    <w:p w:rsidR="00C532FF" w:rsidRDefault="00C532FF" w:rsidP="00C532FF">
      <w:r>
        <w:t>245.7178</w:t>
      </w:r>
      <w:r>
        <w:tab/>
        <w:t>2.025e0</w:t>
      </w:r>
    </w:p>
    <w:p w:rsidR="00C532FF" w:rsidRDefault="00C532FF" w:rsidP="00C532FF">
      <w:r>
        <w:t>245.7242</w:t>
      </w:r>
      <w:r>
        <w:tab/>
        <w:t>1.013e0</w:t>
      </w:r>
    </w:p>
    <w:p w:rsidR="00C532FF" w:rsidRDefault="00C532FF" w:rsidP="00C532FF">
      <w:r>
        <w:t>245.7321</w:t>
      </w:r>
      <w:r>
        <w:tab/>
        <w:t>1.013e0</w:t>
      </w:r>
    </w:p>
    <w:p w:rsidR="00C532FF" w:rsidRDefault="00C532FF" w:rsidP="00C532FF">
      <w:r>
        <w:t>245.7576</w:t>
      </w:r>
      <w:r>
        <w:tab/>
        <w:t>2.025e0</w:t>
      </w:r>
    </w:p>
    <w:p w:rsidR="00C532FF" w:rsidRDefault="00C532FF" w:rsidP="00C532FF">
      <w:r>
        <w:t>245.7619</w:t>
      </w:r>
      <w:r>
        <w:tab/>
        <w:t>1.013e0</w:t>
      </w:r>
    </w:p>
    <w:p w:rsidR="00C532FF" w:rsidRDefault="00C532FF" w:rsidP="00C532FF">
      <w:r>
        <w:t>245.7776</w:t>
      </w:r>
      <w:r>
        <w:tab/>
        <w:t>1.013e0</w:t>
      </w:r>
    </w:p>
    <w:p w:rsidR="00C532FF" w:rsidRDefault="00C532FF" w:rsidP="00C532FF">
      <w:r>
        <w:t>245.8774</w:t>
      </w:r>
      <w:r>
        <w:tab/>
        <w:t>1.013e0</w:t>
      </w:r>
    </w:p>
    <w:p w:rsidR="00C532FF" w:rsidRDefault="00C532FF" w:rsidP="00C532FF">
      <w:r>
        <w:lastRenderedPageBreak/>
        <w:t>245.8860</w:t>
      </w:r>
      <w:r>
        <w:tab/>
        <w:t>1.013e0</w:t>
      </w:r>
    </w:p>
    <w:p w:rsidR="00C532FF" w:rsidRDefault="00C532FF" w:rsidP="00C532FF">
      <w:r>
        <w:t>245.9075</w:t>
      </w:r>
      <w:r>
        <w:tab/>
        <w:t>1.013e0</w:t>
      </w:r>
    </w:p>
    <w:p w:rsidR="00C532FF" w:rsidRDefault="00C532FF" w:rsidP="00C532FF">
      <w:r>
        <w:t>245.9232</w:t>
      </w:r>
      <w:r>
        <w:tab/>
        <w:t>1.013e0</w:t>
      </w:r>
    </w:p>
    <w:p w:rsidR="00C532FF" w:rsidRDefault="00C532FF" w:rsidP="00C532FF">
      <w:r>
        <w:t>245.9269</w:t>
      </w:r>
      <w:r>
        <w:tab/>
        <w:t>1.013e0</w:t>
      </w:r>
    </w:p>
    <w:p w:rsidR="00C532FF" w:rsidRDefault="00C532FF" w:rsidP="00C532FF">
      <w:r>
        <w:t>245.9407</w:t>
      </w:r>
      <w:r>
        <w:tab/>
        <w:t>1.013e0</w:t>
      </w:r>
    </w:p>
    <w:p w:rsidR="00C532FF" w:rsidRDefault="00C532FF" w:rsidP="00C532FF">
      <w:r>
        <w:t>245.9426</w:t>
      </w:r>
      <w:r>
        <w:tab/>
        <w:t>2.025e0</w:t>
      </w:r>
    </w:p>
    <w:p w:rsidR="00C532FF" w:rsidRDefault="00C532FF" w:rsidP="00C532FF">
      <w:r>
        <w:t>245.9456</w:t>
      </w:r>
      <w:r>
        <w:tab/>
        <w:t>2.025e0</w:t>
      </w:r>
    </w:p>
    <w:p w:rsidR="00C532FF" w:rsidRDefault="00C532FF" w:rsidP="00C532FF">
      <w:r>
        <w:t>245.9494</w:t>
      </w:r>
      <w:r>
        <w:tab/>
        <w:t>1.013e0</w:t>
      </w:r>
    </w:p>
    <w:p w:rsidR="00C532FF" w:rsidRDefault="00C532FF" w:rsidP="00C532FF">
      <w:r>
        <w:t>245.9919</w:t>
      </w:r>
      <w:r>
        <w:tab/>
        <w:t>1.013e1</w:t>
      </w:r>
    </w:p>
    <w:p w:rsidR="00C532FF" w:rsidRDefault="00C532FF" w:rsidP="00C532FF">
      <w:r>
        <w:t>245.9937</w:t>
      </w:r>
      <w:r>
        <w:tab/>
        <w:t>3.723e1</w:t>
      </w:r>
    </w:p>
    <w:p w:rsidR="00C532FF" w:rsidRDefault="00C532FF" w:rsidP="00C532FF">
      <w:r>
        <w:t>245.9970</w:t>
      </w:r>
      <w:r>
        <w:tab/>
        <w:t>8.101e0</w:t>
      </w:r>
    </w:p>
    <w:p w:rsidR="00C532FF" w:rsidRDefault="00C532FF" w:rsidP="00C532FF">
      <w:r>
        <w:t>246.0053</w:t>
      </w:r>
      <w:r>
        <w:tab/>
        <w:t>2.019e1</w:t>
      </w:r>
    </w:p>
    <w:p w:rsidR="00C532FF" w:rsidRDefault="00C532FF" w:rsidP="00C532FF">
      <w:r>
        <w:t>246.0280</w:t>
      </w:r>
      <w:r>
        <w:tab/>
        <w:t>3.274e0</w:t>
      </w:r>
    </w:p>
    <w:p w:rsidR="00C532FF" w:rsidRDefault="00C532FF" w:rsidP="00C532FF">
      <w:r>
        <w:t>246.0732</w:t>
      </w:r>
      <w:r>
        <w:tab/>
        <w:t>8.101e0</w:t>
      </w:r>
    </w:p>
    <w:p w:rsidR="00C532FF" w:rsidRDefault="00C532FF" w:rsidP="00C532FF">
      <w:r>
        <w:t>246.0984</w:t>
      </w:r>
      <w:r>
        <w:tab/>
        <w:t>2.025e0</w:t>
      </w:r>
    </w:p>
    <w:p w:rsidR="00C532FF" w:rsidRDefault="00C532FF" w:rsidP="00C532FF">
      <w:r>
        <w:t>246.1152</w:t>
      </w:r>
      <w:r>
        <w:tab/>
        <w:t>2.025e0</w:t>
      </w:r>
    </w:p>
    <w:p w:rsidR="00C532FF" w:rsidRDefault="00C532FF" w:rsidP="00C532FF">
      <w:r>
        <w:t>246.1326</w:t>
      </w:r>
      <w:r>
        <w:tab/>
        <w:t>2.025e0</w:t>
      </w:r>
    </w:p>
    <w:p w:rsidR="00C532FF" w:rsidRDefault="00C532FF" w:rsidP="00C532FF">
      <w:r>
        <w:t>246.1345</w:t>
      </w:r>
      <w:r>
        <w:tab/>
        <w:t>2.025e0</w:t>
      </w:r>
    </w:p>
    <w:p w:rsidR="00C532FF" w:rsidRDefault="00C532FF" w:rsidP="00C532FF">
      <w:r>
        <w:t>246.1367</w:t>
      </w:r>
      <w:r>
        <w:tab/>
        <w:t>1.013e0</w:t>
      </w:r>
    </w:p>
    <w:p w:rsidR="00C532FF" w:rsidRDefault="00C532FF" w:rsidP="00C532FF">
      <w:r>
        <w:lastRenderedPageBreak/>
        <w:t>246.1611</w:t>
      </w:r>
      <w:r>
        <w:tab/>
        <w:t>8.101e0</w:t>
      </w:r>
    </w:p>
    <w:p w:rsidR="00C532FF" w:rsidRDefault="00C532FF" w:rsidP="00C532FF">
      <w:r>
        <w:t>246.1786</w:t>
      </w:r>
      <w:r>
        <w:tab/>
        <w:t>1.013e0</w:t>
      </w:r>
    </w:p>
    <w:p w:rsidR="00C532FF" w:rsidRDefault="00C532FF" w:rsidP="00C532FF">
      <w:r>
        <w:t>246.1862</w:t>
      </w:r>
      <w:r>
        <w:tab/>
        <w:t>1.013e0</w:t>
      </w:r>
    </w:p>
    <w:p w:rsidR="00C532FF" w:rsidRDefault="00C532FF" w:rsidP="00C532FF">
      <w:r>
        <w:t>246.1921</w:t>
      </w:r>
      <w:r>
        <w:tab/>
        <w:t>2.025e0</w:t>
      </w:r>
    </w:p>
    <w:p w:rsidR="00C532FF" w:rsidRDefault="00C532FF" w:rsidP="00C532FF">
      <w:r>
        <w:t>246.1985</w:t>
      </w:r>
      <w:r>
        <w:tab/>
        <w:t>4.051e0</w:t>
      </w:r>
    </w:p>
    <w:p w:rsidR="00C532FF" w:rsidRDefault="00C532FF" w:rsidP="00C532FF">
      <w:r>
        <w:t>246.2068</w:t>
      </w:r>
      <w:r>
        <w:tab/>
        <w:t>1.013e0</w:t>
      </w:r>
    </w:p>
    <w:p w:rsidR="00C532FF" w:rsidRDefault="00C532FF" w:rsidP="00C532FF">
      <w:r>
        <w:t>246.2117</w:t>
      </w:r>
      <w:r>
        <w:tab/>
        <w:t>1.013e0</w:t>
      </w:r>
    </w:p>
    <w:p w:rsidR="00C532FF" w:rsidRDefault="00C532FF" w:rsidP="00C532FF">
      <w:r>
        <w:t>246.2262</w:t>
      </w:r>
      <w:r>
        <w:tab/>
        <w:t>2.025e0</w:t>
      </w:r>
    </w:p>
    <w:p w:rsidR="00C532FF" w:rsidRDefault="00C532FF" w:rsidP="00C532FF">
      <w:r>
        <w:t>246.2441</w:t>
      </w:r>
      <w:r>
        <w:tab/>
        <w:t>1.013e0</w:t>
      </w:r>
    </w:p>
    <w:p w:rsidR="00C532FF" w:rsidRDefault="00C532FF" w:rsidP="00C532FF">
      <w:r>
        <w:t>246.2507</w:t>
      </w:r>
      <w:r>
        <w:tab/>
        <w:t>2.025e0</w:t>
      </w:r>
    </w:p>
    <w:p w:rsidR="00C532FF" w:rsidRDefault="00C532FF" w:rsidP="00C532FF">
      <w:r>
        <w:t>246.2577</w:t>
      </w:r>
      <w:r>
        <w:tab/>
        <w:t>1.013e0</w:t>
      </w:r>
    </w:p>
    <w:p w:rsidR="00C532FF" w:rsidRDefault="00C532FF" w:rsidP="00C532FF">
      <w:r>
        <w:t>246.2782</w:t>
      </w:r>
      <w:r>
        <w:tab/>
        <w:t>2.025e0</w:t>
      </w:r>
    </w:p>
    <w:p w:rsidR="00C532FF" w:rsidRDefault="00C532FF" w:rsidP="00C532FF">
      <w:r>
        <w:t>246.3241</w:t>
      </w:r>
      <w:r>
        <w:tab/>
        <w:t>1.013e0</w:t>
      </w:r>
    </w:p>
    <w:p w:rsidR="00C532FF" w:rsidRDefault="00C532FF" w:rsidP="00C532FF">
      <w:r>
        <w:t>246.3278</w:t>
      </w:r>
      <w:r>
        <w:tab/>
        <w:t>1.013e0</w:t>
      </w:r>
    </w:p>
    <w:p w:rsidR="00C532FF" w:rsidRDefault="00C532FF" w:rsidP="00C532FF">
      <w:r>
        <w:t>246.3617</w:t>
      </w:r>
      <w:r>
        <w:tab/>
        <w:t>1.013e0</w:t>
      </w:r>
    </w:p>
    <w:p w:rsidR="00C532FF" w:rsidRDefault="00C532FF" w:rsidP="00C532FF">
      <w:r>
        <w:t>246.3736</w:t>
      </w:r>
      <w:r>
        <w:tab/>
        <w:t>1.013e0</w:t>
      </w:r>
    </w:p>
    <w:p w:rsidR="00C532FF" w:rsidRDefault="00C532FF" w:rsidP="00C532FF">
      <w:r>
        <w:t>246.4040</w:t>
      </w:r>
      <w:r>
        <w:tab/>
        <w:t>2.025e0</w:t>
      </w:r>
    </w:p>
    <w:p w:rsidR="00C532FF" w:rsidRDefault="00C532FF" w:rsidP="00C532FF">
      <w:r>
        <w:t>246.4198</w:t>
      </w:r>
      <w:r>
        <w:tab/>
        <w:t>1.013e0</w:t>
      </w:r>
    </w:p>
    <w:p w:rsidR="00C532FF" w:rsidRDefault="00C532FF" w:rsidP="00C532FF">
      <w:r>
        <w:t>246.4308</w:t>
      </w:r>
      <w:r>
        <w:tab/>
        <w:t>2.025e0</w:t>
      </w:r>
    </w:p>
    <w:p w:rsidR="00C532FF" w:rsidRDefault="00C532FF" w:rsidP="00C532FF">
      <w:r>
        <w:lastRenderedPageBreak/>
        <w:t>246.4537</w:t>
      </w:r>
      <w:r>
        <w:tab/>
        <w:t>1.013e0</w:t>
      </w:r>
    </w:p>
    <w:p w:rsidR="00C532FF" w:rsidRDefault="00C532FF" w:rsidP="00C532FF">
      <w:r>
        <w:t>246.4734</w:t>
      </w:r>
      <w:r>
        <w:tab/>
        <w:t>2.025e0</w:t>
      </w:r>
    </w:p>
    <w:p w:rsidR="00C532FF" w:rsidRDefault="00C532FF" w:rsidP="00C532FF">
      <w:r>
        <w:t>246.4823</w:t>
      </w:r>
      <w:r>
        <w:tab/>
        <w:t>2.025e0</w:t>
      </w:r>
    </w:p>
    <w:p w:rsidR="00C532FF" w:rsidRDefault="00C532FF" w:rsidP="00C532FF">
      <w:r>
        <w:t>246.4871</w:t>
      </w:r>
      <w:r>
        <w:tab/>
        <w:t>2.025e0</w:t>
      </w:r>
    </w:p>
    <w:p w:rsidR="00C532FF" w:rsidRDefault="00C532FF" w:rsidP="00C532FF">
      <w:r>
        <w:t>246.5033</w:t>
      </w:r>
      <w:r>
        <w:tab/>
        <w:t>1.013e0</w:t>
      </w:r>
    </w:p>
    <w:p w:rsidR="00C532FF" w:rsidRDefault="00C532FF" w:rsidP="00C532FF">
      <w:r>
        <w:t>246.5112</w:t>
      </w:r>
      <w:r>
        <w:tab/>
        <w:t>1.013e0</w:t>
      </w:r>
    </w:p>
    <w:p w:rsidR="00C532FF" w:rsidRDefault="00C532FF" w:rsidP="00C532FF">
      <w:r>
        <w:t>246.5153</w:t>
      </w:r>
      <w:r>
        <w:tab/>
        <w:t>2.025e0</w:t>
      </w:r>
    </w:p>
    <w:p w:rsidR="00C532FF" w:rsidRDefault="00C532FF" w:rsidP="00C532FF">
      <w:r>
        <w:t>246.5416</w:t>
      </w:r>
      <w:r>
        <w:tab/>
        <w:t>2.025e0</w:t>
      </w:r>
    </w:p>
    <w:p w:rsidR="00C532FF" w:rsidRDefault="00C532FF" w:rsidP="00C532FF">
      <w:r>
        <w:t>246.5652</w:t>
      </w:r>
      <w:r>
        <w:tab/>
        <w:t>1.013e0</w:t>
      </w:r>
    </w:p>
    <w:p w:rsidR="00C532FF" w:rsidRDefault="00C532FF" w:rsidP="00C532FF">
      <w:r>
        <w:t>246.5701</w:t>
      </w:r>
      <w:r>
        <w:tab/>
        <w:t>2.025e0</w:t>
      </w:r>
    </w:p>
    <w:p w:rsidR="00C532FF" w:rsidRDefault="00C532FF" w:rsidP="00C532FF">
      <w:r>
        <w:t>246.5914</w:t>
      </w:r>
      <w:r>
        <w:tab/>
        <w:t>4.051e0</w:t>
      </w:r>
    </w:p>
    <w:p w:rsidR="00C532FF" w:rsidRDefault="00C532FF" w:rsidP="00C532FF">
      <w:r>
        <w:t>246.5990</w:t>
      </w:r>
      <w:r>
        <w:tab/>
        <w:t>1.013e0</w:t>
      </w:r>
    </w:p>
    <w:p w:rsidR="00C532FF" w:rsidRDefault="00C532FF" w:rsidP="00C532FF">
      <w:r>
        <w:t>246.6250</w:t>
      </w:r>
      <w:r>
        <w:tab/>
        <w:t>1.013e0</w:t>
      </w:r>
    </w:p>
    <w:p w:rsidR="00C532FF" w:rsidRDefault="00C532FF" w:rsidP="00C532FF">
      <w:r>
        <w:t>246.6353</w:t>
      </w:r>
      <w:r>
        <w:tab/>
        <w:t>2.025e0</w:t>
      </w:r>
    </w:p>
    <w:p w:rsidR="00C532FF" w:rsidRDefault="00C532FF" w:rsidP="00C532FF">
      <w:r>
        <w:t>246.6369</w:t>
      </w:r>
      <w:r>
        <w:tab/>
        <w:t>1.013e0</w:t>
      </w:r>
    </w:p>
    <w:p w:rsidR="00C532FF" w:rsidRDefault="00C532FF" w:rsidP="00C532FF">
      <w:r>
        <w:t>246.6792</w:t>
      </w:r>
      <w:r>
        <w:tab/>
        <w:t>1.013e0</w:t>
      </w:r>
    </w:p>
    <w:p w:rsidR="00C532FF" w:rsidRDefault="00C532FF" w:rsidP="00C532FF">
      <w:r>
        <w:t>246.6946</w:t>
      </w:r>
      <w:r>
        <w:tab/>
        <w:t>1.013e0</w:t>
      </w:r>
    </w:p>
    <w:p w:rsidR="00C532FF" w:rsidRDefault="00C532FF" w:rsidP="00C532FF">
      <w:r>
        <w:t>246.7034</w:t>
      </w:r>
      <w:r>
        <w:tab/>
        <w:t>1.013e0</w:t>
      </w:r>
    </w:p>
    <w:p w:rsidR="00C532FF" w:rsidRDefault="00C532FF" w:rsidP="00C532FF">
      <w:r>
        <w:t>246.7208</w:t>
      </w:r>
      <w:r>
        <w:tab/>
        <w:t>1.013e0</w:t>
      </w:r>
    </w:p>
    <w:p w:rsidR="00C532FF" w:rsidRDefault="00C532FF" w:rsidP="00C532FF">
      <w:r>
        <w:lastRenderedPageBreak/>
        <w:t>246.7494</w:t>
      </w:r>
      <w:r>
        <w:tab/>
        <w:t>1.013e0</w:t>
      </w:r>
    </w:p>
    <w:p w:rsidR="00C532FF" w:rsidRDefault="00C532FF" w:rsidP="00C532FF">
      <w:r>
        <w:t>246.7632</w:t>
      </w:r>
      <w:r>
        <w:tab/>
        <w:t>1.013e0</w:t>
      </w:r>
    </w:p>
    <w:p w:rsidR="00C532FF" w:rsidRDefault="00C532FF" w:rsidP="00C532FF">
      <w:r>
        <w:t>246.7667</w:t>
      </w:r>
      <w:r>
        <w:tab/>
        <w:t>1.013e0</w:t>
      </w:r>
    </w:p>
    <w:p w:rsidR="00C532FF" w:rsidRDefault="00C532FF" w:rsidP="00C532FF">
      <w:r>
        <w:t>246.7706</w:t>
      </w:r>
      <w:r>
        <w:tab/>
        <w:t>1.013e0</w:t>
      </w:r>
    </w:p>
    <w:p w:rsidR="00C532FF" w:rsidRDefault="00C532FF" w:rsidP="00C532FF">
      <w:r>
        <w:t>246.8325</w:t>
      </w:r>
      <w:r>
        <w:tab/>
        <w:t>1.013e0</w:t>
      </w:r>
    </w:p>
    <w:p w:rsidR="00C532FF" w:rsidRDefault="00C532FF" w:rsidP="00C532FF">
      <w:r>
        <w:t>246.8546</w:t>
      </w:r>
      <w:r>
        <w:tab/>
        <w:t>1.013e0</w:t>
      </w:r>
    </w:p>
    <w:p w:rsidR="00C532FF" w:rsidRDefault="00C532FF" w:rsidP="00C532FF">
      <w:r>
        <w:t>246.8584</w:t>
      </w:r>
      <w:r>
        <w:tab/>
        <w:t>1.013e0</w:t>
      </w:r>
    </w:p>
    <w:p w:rsidR="00C532FF" w:rsidRDefault="00C532FF" w:rsidP="00C532FF">
      <w:r>
        <w:t>246.8703</w:t>
      </w:r>
      <w:r>
        <w:tab/>
        <w:t>1.013e0</w:t>
      </w:r>
    </w:p>
    <w:p w:rsidR="00C532FF" w:rsidRDefault="00C532FF" w:rsidP="00C532FF">
      <w:r>
        <w:t>246.8829</w:t>
      </w:r>
      <w:r>
        <w:tab/>
        <w:t>1.013e0</w:t>
      </w:r>
    </w:p>
    <w:p w:rsidR="00C532FF" w:rsidRDefault="00C532FF" w:rsidP="00C532FF">
      <w:r>
        <w:t>246.8875</w:t>
      </w:r>
      <w:r>
        <w:tab/>
        <w:t>1.013e0</w:t>
      </w:r>
    </w:p>
    <w:p w:rsidR="00C532FF" w:rsidRDefault="00C532FF" w:rsidP="00C532FF">
      <w:r>
        <w:t>246.8967</w:t>
      </w:r>
      <w:r>
        <w:tab/>
        <w:t>1.013e0</w:t>
      </w:r>
    </w:p>
    <w:p w:rsidR="00C532FF" w:rsidRDefault="00C532FF" w:rsidP="00C532FF">
      <w:r>
        <w:t>246.9083</w:t>
      </w:r>
      <w:r>
        <w:tab/>
        <w:t>4.051e0</w:t>
      </w:r>
    </w:p>
    <w:p w:rsidR="00C532FF" w:rsidRDefault="00C532FF" w:rsidP="00C532FF">
      <w:r>
        <w:t>246.9201</w:t>
      </w:r>
      <w:r>
        <w:tab/>
        <w:t>1.013e0</w:t>
      </w:r>
    </w:p>
    <w:p w:rsidR="00C532FF" w:rsidRDefault="00C532FF" w:rsidP="00C532FF">
      <w:r>
        <w:t>246.9623</w:t>
      </w:r>
      <w:r>
        <w:tab/>
        <w:t>2.025e0</w:t>
      </w:r>
    </w:p>
    <w:p w:rsidR="00C532FF" w:rsidRDefault="00C532FF" w:rsidP="00C532FF">
      <w:r>
        <w:t>246.9811</w:t>
      </w:r>
      <w:r>
        <w:tab/>
        <w:t>2.025e0</w:t>
      </w:r>
    </w:p>
    <w:p w:rsidR="00C532FF" w:rsidRDefault="00C532FF" w:rsidP="00C532FF">
      <w:r>
        <w:t>246.9857</w:t>
      </w:r>
      <w:r>
        <w:tab/>
        <w:t>2.025e0</w:t>
      </w:r>
    </w:p>
    <w:p w:rsidR="00C532FF" w:rsidRDefault="00C532FF" w:rsidP="00C532FF">
      <w:r>
        <w:t>246.9964</w:t>
      </w:r>
      <w:r>
        <w:tab/>
        <w:t>1.013e0</w:t>
      </w:r>
    </w:p>
    <w:p w:rsidR="00C532FF" w:rsidRDefault="00C532FF" w:rsidP="00C532FF">
      <w:r>
        <w:t>247.0034</w:t>
      </w:r>
      <w:r>
        <w:tab/>
        <w:t>6.076e0</w:t>
      </w:r>
    </w:p>
    <w:p w:rsidR="00C532FF" w:rsidRDefault="00C532FF" w:rsidP="00C532FF">
      <w:r>
        <w:t>247.0283</w:t>
      </w:r>
      <w:r>
        <w:tab/>
        <w:t>2.025e0</w:t>
      </w:r>
    </w:p>
    <w:p w:rsidR="00C532FF" w:rsidRDefault="00C532FF" w:rsidP="00C532FF">
      <w:r>
        <w:lastRenderedPageBreak/>
        <w:t>247.0363</w:t>
      </w:r>
      <w:r>
        <w:tab/>
        <w:t>5.063e0</w:t>
      </w:r>
    </w:p>
    <w:p w:rsidR="00C532FF" w:rsidRDefault="00C532FF" w:rsidP="00C532FF">
      <w:r>
        <w:t>247.0423</w:t>
      </w:r>
      <w:r>
        <w:tab/>
        <w:t>1.013e0</w:t>
      </w:r>
    </w:p>
    <w:p w:rsidR="00C532FF" w:rsidRDefault="00C532FF" w:rsidP="00C532FF">
      <w:r>
        <w:t>247.0443</w:t>
      </w:r>
      <w:r>
        <w:tab/>
        <w:t>2.025e0</w:t>
      </w:r>
    </w:p>
    <w:p w:rsidR="00C532FF" w:rsidRDefault="00C532FF" w:rsidP="00C532FF">
      <w:r>
        <w:t>247.0479</w:t>
      </w:r>
      <w:r>
        <w:tab/>
        <w:t>2.025e0</w:t>
      </w:r>
    </w:p>
    <w:p w:rsidR="00C532FF" w:rsidRDefault="00C532FF" w:rsidP="00C532FF">
      <w:r>
        <w:t>247.0603</w:t>
      </w:r>
      <w:r>
        <w:tab/>
        <w:t>2.025e0</w:t>
      </w:r>
    </w:p>
    <w:p w:rsidR="00C532FF" w:rsidRDefault="00C532FF" w:rsidP="00C532FF">
      <w:r>
        <w:t>247.0902</w:t>
      </w:r>
      <w:r>
        <w:tab/>
        <w:t>2.025e0</w:t>
      </w:r>
    </w:p>
    <w:p w:rsidR="00C532FF" w:rsidRDefault="00C532FF" w:rsidP="00C532FF">
      <w:r>
        <w:t>247.0938</w:t>
      </w:r>
      <w:r>
        <w:tab/>
        <w:t>2.025e0</w:t>
      </w:r>
    </w:p>
    <w:p w:rsidR="00C532FF" w:rsidRDefault="00C532FF" w:rsidP="00C532FF">
      <w:r>
        <w:t>247.1000</w:t>
      </w:r>
      <w:r>
        <w:tab/>
        <w:t>2.063e0</w:t>
      </w:r>
    </w:p>
    <w:p w:rsidR="00C532FF" w:rsidRDefault="00C532FF" w:rsidP="00C532FF">
      <w:r>
        <w:t>247.1230</w:t>
      </w:r>
      <w:r>
        <w:tab/>
        <w:t>5.233e0</w:t>
      </w:r>
    </w:p>
    <w:p w:rsidR="00C532FF" w:rsidRDefault="00C532FF" w:rsidP="00C532FF">
      <w:r>
        <w:t>247.1341</w:t>
      </w:r>
      <w:r>
        <w:tab/>
        <w:t>6.076e0</w:t>
      </w:r>
    </w:p>
    <w:p w:rsidR="00C532FF" w:rsidRDefault="00C532FF" w:rsidP="00C532FF">
      <w:r>
        <w:t>247.1386</w:t>
      </w:r>
      <w:r>
        <w:tab/>
        <w:t>3.038e0</w:t>
      </w:r>
    </w:p>
    <w:p w:rsidR="00C532FF" w:rsidRDefault="00C532FF" w:rsidP="00C532FF">
      <w:r>
        <w:t>247.1545</w:t>
      </w:r>
      <w:r>
        <w:tab/>
        <w:t>2.025e0</w:t>
      </w:r>
    </w:p>
    <w:p w:rsidR="00C532FF" w:rsidRDefault="00C532FF" w:rsidP="00C532FF">
      <w:r>
        <w:t>247.1566</w:t>
      </w:r>
      <w:r>
        <w:tab/>
        <w:t>2.025e0</w:t>
      </w:r>
    </w:p>
    <w:p w:rsidR="00C532FF" w:rsidRDefault="00C532FF" w:rsidP="00C532FF">
      <w:r>
        <w:t>247.1691</w:t>
      </w:r>
      <w:r>
        <w:tab/>
        <w:t>2.025e0</w:t>
      </w:r>
    </w:p>
    <w:p w:rsidR="00C532FF" w:rsidRDefault="00C532FF" w:rsidP="00C532FF">
      <w:r>
        <w:t>247.1785</w:t>
      </w:r>
      <w:r>
        <w:tab/>
        <w:t>4.051e0</w:t>
      </w:r>
    </w:p>
    <w:p w:rsidR="00C532FF" w:rsidRDefault="00C532FF" w:rsidP="00C532FF">
      <w:r>
        <w:t>247.1811</w:t>
      </w:r>
      <w:r>
        <w:tab/>
        <w:t>3.038e0</w:t>
      </w:r>
    </w:p>
    <w:p w:rsidR="00C532FF" w:rsidRDefault="00C532FF" w:rsidP="00C532FF">
      <w:r>
        <w:t>247.1876</w:t>
      </w:r>
      <w:r>
        <w:tab/>
        <w:t>2.025e0</w:t>
      </w:r>
    </w:p>
    <w:p w:rsidR="00C532FF" w:rsidRDefault="00C532FF" w:rsidP="00C532FF">
      <w:r>
        <w:t>247.1947</w:t>
      </w:r>
      <w:r>
        <w:tab/>
        <w:t>3.038e0</w:t>
      </w:r>
    </w:p>
    <w:p w:rsidR="00C532FF" w:rsidRDefault="00C532FF" w:rsidP="00C532FF">
      <w:r>
        <w:t>247.2080</w:t>
      </w:r>
      <w:r>
        <w:tab/>
        <w:t>2.025e0</w:t>
      </w:r>
    </w:p>
    <w:p w:rsidR="00C532FF" w:rsidRDefault="00C532FF" w:rsidP="00C532FF">
      <w:r>
        <w:lastRenderedPageBreak/>
        <w:t>247.2177</w:t>
      </w:r>
      <w:r>
        <w:tab/>
        <w:t>1.013e0</w:t>
      </w:r>
    </w:p>
    <w:p w:rsidR="00C532FF" w:rsidRDefault="00C532FF" w:rsidP="00C532FF">
      <w:r>
        <w:t>247.2188</w:t>
      </w:r>
      <w:r>
        <w:tab/>
        <w:t>3.038e0</w:t>
      </w:r>
    </w:p>
    <w:p w:rsidR="00C532FF" w:rsidRDefault="00C532FF" w:rsidP="00C532FF">
      <w:r>
        <w:t>247.2601</w:t>
      </w:r>
      <w:r>
        <w:tab/>
        <w:t>1.013e0</w:t>
      </w:r>
    </w:p>
    <w:p w:rsidR="00C532FF" w:rsidRDefault="00C532FF" w:rsidP="00C532FF">
      <w:r>
        <w:t>247.2758</w:t>
      </w:r>
      <w:r>
        <w:tab/>
        <w:t>1.013e0</w:t>
      </w:r>
    </w:p>
    <w:p w:rsidR="00C532FF" w:rsidRDefault="00C532FF" w:rsidP="00C532FF">
      <w:r>
        <w:t>247.3176</w:t>
      </w:r>
      <w:r>
        <w:tab/>
        <w:t>2.025e0</w:t>
      </w:r>
    </w:p>
    <w:p w:rsidR="00C532FF" w:rsidRDefault="00C532FF" w:rsidP="00C532FF">
      <w:r>
        <w:t>247.3214</w:t>
      </w:r>
      <w:r>
        <w:tab/>
        <w:t>1.013e0</w:t>
      </w:r>
    </w:p>
    <w:p w:rsidR="00C532FF" w:rsidRDefault="00C532FF" w:rsidP="00C532FF">
      <w:r>
        <w:t>247.3385</w:t>
      </w:r>
      <w:r>
        <w:tab/>
        <w:t>1.013e0</w:t>
      </w:r>
    </w:p>
    <w:p w:rsidR="00C532FF" w:rsidRDefault="00C532FF" w:rsidP="00C532FF">
      <w:r>
        <w:t>247.3597</w:t>
      </w:r>
      <w:r>
        <w:tab/>
        <w:t>1.013e0</w:t>
      </w:r>
    </w:p>
    <w:p w:rsidR="00C532FF" w:rsidRDefault="00C532FF" w:rsidP="00C532FF">
      <w:r>
        <w:t>247.3676</w:t>
      </w:r>
      <w:r>
        <w:tab/>
        <w:t>1.013e0</w:t>
      </w:r>
    </w:p>
    <w:p w:rsidR="00C532FF" w:rsidRDefault="00C532FF" w:rsidP="00C532FF">
      <w:r>
        <w:t>247.3800</w:t>
      </w:r>
      <w:r>
        <w:tab/>
        <w:t>1.013e0</w:t>
      </w:r>
    </w:p>
    <w:p w:rsidR="00C532FF" w:rsidRDefault="00C532FF" w:rsidP="00C532FF">
      <w:r>
        <w:t>247.4132</w:t>
      </w:r>
      <w:r>
        <w:tab/>
        <w:t>1.013e0</w:t>
      </w:r>
    </w:p>
    <w:p w:rsidR="00C532FF" w:rsidRDefault="00C532FF" w:rsidP="00C532FF">
      <w:r>
        <w:t>247.4171</w:t>
      </w:r>
      <w:r>
        <w:tab/>
        <w:t>1.013e0</w:t>
      </w:r>
    </w:p>
    <w:p w:rsidR="00C532FF" w:rsidRDefault="00C532FF" w:rsidP="00C532FF">
      <w:r>
        <w:t>247.4398</w:t>
      </w:r>
      <w:r>
        <w:tab/>
        <w:t>1.013e0</w:t>
      </w:r>
    </w:p>
    <w:p w:rsidR="00C532FF" w:rsidRDefault="00C532FF" w:rsidP="00C532FF">
      <w:r>
        <w:t>247.4553</w:t>
      </w:r>
      <w:r>
        <w:tab/>
        <w:t>2.025e0</w:t>
      </w:r>
    </w:p>
    <w:p w:rsidR="00C532FF" w:rsidRDefault="00C532FF" w:rsidP="00C532FF">
      <w:r>
        <w:t>247.4694</w:t>
      </w:r>
      <w:r>
        <w:tab/>
        <w:t>3.038e0</w:t>
      </w:r>
    </w:p>
    <w:p w:rsidR="00C532FF" w:rsidRDefault="00C532FF" w:rsidP="00C532FF">
      <w:r>
        <w:t>247.4725</w:t>
      </w:r>
      <w:r>
        <w:tab/>
        <w:t>2.025e0</w:t>
      </w:r>
    </w:p>
    <w:p w:rsidR="00C532FF" w:rsidRDefault="00C532FF" w:rsidP="00C532FF">
      <w:r>
        <w:t>247.4854</w:t>
      </w:r>
      <w:r>
        <w:tab/>
        <w:t>1.013e0</w:t>
      </w:r>
    </w:p>
    <w:p w:rsidR="00C532FF" w:rsidRDefault="00C532FF" w:rsidP="00C532FF">
      <w:r>
        <w:t>247.4892</w:t>
      </w:r>
      <w:r>
        <w:tab/>
        <w:t>1.013e0</w:t>
      </w:r>
    </w:p>
    <w:p w:rsidR="00C532FF" w:rsidRDefault="00C532FF" w:rsidP="00C532FF">
      <w:r>
        <w:t>247.4916</w:t>
      </w:r>
      <w:r>
        <w:tab/>
        <w:t>2.025e0</w:t>
      </w:r>
    </w:p>
    <w:p w:rsidR="00C532FF" w:rsidRDefault="00C532FF" w:rsidP="00C532FF">
      <w:r>
        <w:lastRenderedPageBreak/>
        <w:t>247.4932</w:t>
      </w:r>
      <w:r>
        <w:tab/>
        <w:t>1.013e0</w:t>
      </w:r>
    </w:p>
    <w:p w:rsidR="00C532FF" w:rsidRDefault="00C532FF" w:rsidP="00C532FF">
      <w:r>
        <w:t>247.5053</w:t>
      </w:r>
      <w:r>
        <w:tab/>
        <w:t>2.025e0</w:t>
      </w:r>
    </w:p>
    <w:p w:rsidR="00C532FF" w:rsidRDefault="00C532FF" w:rsidP="00C532FF">
      <w:r>
        <w:t>247.5091</w:t>
      </w:r>
      <w:r>
        <w:tab/>
        <w:t>1.013e0</w:t>
      </w:r>
    </w:p>
    <w:p w:rsidR="00C532FF" w:rsidRDefault="00C532FF" w:rsidP="00C532FF">
      <w:r>
        <w:t>247.5316</w:t>
      </w:r>
      <w:r>
        <w:tab/>
        <w:t>1.013e0</w:t>
      </w:r>
    </w:p>
    <w:p w:rsidR="00C532FF" w:rsidRDefault="00C532FF" w:rsidP="00C532FF">
      <w:r>
        <w:t>247.5434</w:t>
      </w:r>
      <w:r>
        <w:tab/>
        <w:t>3.038e0</w:t>
      </w:r>
    </w:p>
    <w:p w:rsidR="00C532FF" w:rsidRDefault="00C532FF" w:rsidP="00C532FF">
      <w:r>
        <w:t>247.5553</w:t>
      </w:r>
      <w:r>
        <w:tab/>
        <w:t>1.013e0</w:t>
      </w:r>
    </w:p>
    <w:p w:rsidR="00C532FF" w:rsidRDefault="00C532FF" w:rsidP="00C532FF">
      <w:r>
        <w:t>247.5648</w:t>
      </w:r>
      <w:r>
        <w:tab/>
        <w:t>2.025e0</w:t>
      </w:r>
    </w:p>
    <w:p w:rsidR="00C532FF" w:rsidRDefault="00C532FF" w:rsidP="00C532FF">
      <w:r>
        <w:t>247.5691</w:t>
      </w:r>
      <w:r>
        <w:tab/>
        <w:t>2.025e0</w:t>
      </w:r>
    </w:p>
    <w:p w:rsidR="00C532FF" w:rsidRDefault="00C532FF" w:rsidP="00C532FF">
      <w:r>
        <w:t>247.6014</w:t>
      </w:r>
      <w:r>
        <w:tab/>
        <w:t>1.013e0</w:t>
      </w:r>
    </w:p>
    <w:p w:rsidR="00C532FF" w:rsidRDefault="00C532FF" w:rsidP="00C532FF">
      <w:r>
        <w:t>247.6234</w:t>
      </w:r>
      <w:r>
        <w:tab/>
        <w:t>1.013e0</w:t>
      </w:r>
    </w:p>
    <w:p w:rsidR="00C532FF" w:rsidRDefault="00C532FF" w:rsidP="00C532FF">
      <w:r>
        <w:t>247.6273</w:t>
      </w:r>
      <w:r>
        <w:tab/>
        <w:t>1.013e0</w:t>
      </w:r>
    </w:p>
    <w:p w:rsidR="00C532FF" w:rsidRDefault="00C532FF" w:rsidP="00C532FF">
      <w:r>
        <w:t>247.6483</w:t>
      </w:r>
      <w:r>
        <w:tab/>
        <w:t>2.025e0</w:t>
      </w:r>
    </w:p>
    <w:p w:rsidR="00C532FF" w:rsidRDefault="00C532FF" w:rsidP="00C532FF">
      <w:r>
        <w:t>247.6614</w:t>
      </w:r>
      <w:r>
        <w:tab/>
        <w:t>2.025e0</w:t>
      </w:r>
    </w:p>
    <w:p w:rsidR="00C532FF" w:rsidRDefault="00C532FF" w:rsidP="00C532FF">
      <w:r>
        <w:t>247.6625</w:t>
      </w:r>
      <w:r>
        <w:tab/>
        <w:t>2.025e0</w:t>
      </w:r>
    </w:p>
    <w:p w:rsidR="00C532FF" w:rsidRDefault="00C532FF" w:rsidP="00C532FF">
      <w:r>
        <w:t>247.6847</w:t>
      </w:r>
      <w:r>
        <w:tab/>
        <w:t>1.013e0</w:t>
      </w:r>
    </w:p>
    <w:p w:rsidR="00C532FF" w:rsidRDefault="00C532FF" w:rsidP="00C532FF">
      <w:r>
        <w:t>247.6891</w:t>
      </w:r>
      <w:r>
        <w:tab/>
        <w:t>1.013e0</w:t>
      </w:r>
    </w:p>
    <w:p w:rsidR="00C532FF" w:rsidRDefault="00C532FF" w:rsidP="00C532FF">
      <w:r>
        <w:t>247.7029</w:t>
      </w:r>
      <w:r>
        <w:tab/>
        <w:t>1.013e0</w:t>
      </w:r>
    </w:p>
    <w:p w:rsidR="00C532FF" w:rsidRDefault="00C532FF" w:rsidP="00C532FF">
      <w:r>
        <w:t>247.7212</w:t>
      </w:r>
      <w:r>
        <w:tab/>
        <w:t>2.025e0</w:t>
      </w:r>
    </w:p>
    <w:p w:rsidR="00C532FF" w:rsidRDefault="00C532FF" w:rsidP="00C532FF">
      <w:r>
        <w:t>247.7399</w:t>
      </w:r>
      <w:r>
        <w:tab/>
        <w:t>1.013e0</w:t>
      </w:r>
    </w:p>
    <w:p w:rsidR="00C532FF" w:rsidRDefault="00C532FF" w:rsidP="00C532FF">
      <w:r>
        <w:lastRenderedPageBreak/>
        <w:t>247.7609</w:t>
      </w:r>
      <w:r>
        <w:tab/>
        <w:t>1.013e0</w:t>
      </w:r>
    </w:p>
    <w:p w:rsidR="00C532FF" w:rsidRDefault="00C532FF" w:rsidP="00C532FF">
      <w:r>
        <w:t>247.7649</w:t>
      </w:r>
      <w:r>
        <w:tab/>
        <w:t>1.013e0</w:t>
      </w:r>
    </w:p>
    <w:p w:rsidR="00C532FF" w:rsidRDefault="00C532FF" w:rsidP="00C532FF">
      <w:r>
        <w:t>247.7691</w:t>
      </w:r>
      <w:r>
        <w:tab/>
        <w:t>1.013e0</w:t>
      </w:r>
    </w:p>
    <w:p w:rsidR="00C532FF" w:rsidRDefault="00C532FF" w:rsidP="00C532FF">
      <w:r>
        <w:t>247.7991</w:t>
      </w:r>
      <w:r>
        <w:tab/>
        <w:t>3.038e0</w:t>
      </w:r>
    </w:p>
    <w:p w:rsidR="00C532FF" w:rsidRDefault="00C532FF" w:rsidP="00C532FF">
      <w:r>
        <w:t>247.8139</w:t>
      </w:r>
      <w:r>
        <w:tab/>
        <w:t>3.038e0</w:t>
      </w:r>
    </w:p>
    <w:p w:rsidR="00C532FF" w:rsidRDefault="00C532FF" w:rsidP="00C532FF">
      <w:r>
        <w:t>247.8232</w:t>
      </w:r>
      <w:r>
        <w:tab/>
        <w:t>1.013e0</w:t>
      </w:r>
    </w:p>
    <w:p w:rsidR="00C532FF" w:rsidRDefault="00C532FF" w:rsidP="00C532FF">
      <w:r>
        <w:t>247.8491</w:t>
      </w:r>
      <w:r>
        <w:tab/>
        <w:t>1.013e0</w:t>
      </w:r>
    </w:p>
    <w:p w:rsidR="00C532FF" w:rsidRDefault="00C532FF" w:rsidP="00C532FF">
      <w:r>
        <w:t>247.8607</w:t>
      </w:r>
      <w:r>
        <w:tab/>
        <w:t>1.013e0</w:t>
      </w:r>
    </w:p>
    <w:p w:rsidR="00C532FF" w:rsidRDefault="00C532FF" w:rsidP="00C532FF">
      <w:r>
        <w:t>247.8988</w:t>
      </w:r>
      <w:r>
        <w:tab/>
        <w:t>1.013e0</w:t>
      </w:r>
    </w:p>
    <w:p w:rsidR="00C532FF" w:rsidRDefault="00C532FF" w:rsidP="00C532FF">
      <w:r>
        <w:t>247.9249</w:t>
      </w:r>
      <w:r>
        <w:tab/>
        <w:t>2.025e0</w:t>
      </w:r>
    </w:p>
    <w:p w:rsidR="00C532FF" w:rsidRDefault="00C532FF" w:rsidP="00C532FF">
      <w:r>
        <w:t>247.9308</w:t>
      </w:r>
      <w:r>
        <w:tab/>
        <w:t>2.025e0</w:t>
      </w:r>
    </w:p>
    <w:p w:rsidR="00C532FF" w:rsidRDefault="00C532FF" w:rsidP="00C532FF">
      <w:r>
        <w:t>247.9661</w:t>
      </w:r>
      <w:r>
        <w:tab/>
        <w:t>1.013e0</w:t>
      </w:r>
    </w:p>
    <w:p w:rsidR="00C532FF" w:rsidRDefault="00C532FF" w:rsidP="00C532FF">
      <w:r>
        <w:t>247.9707</w:t>
      </w:r>
      <w:r>
        <w:tab/>
        <w:t>1.013e0</w:t>
      </w:r>
    </w:p>
    <w:p w:rsidR="00C532FF" w:rsidRDefault="00C532FF" w:rsidP="00C532FF">
      <w:r>
        <w:t>247.9850</w:t>
      </w:r>
      <w:r>
        <w:tab/>
        <w:t>3.038e0</w:t>
      </w:r>
    </w:p>
    <w:p w:rsidR="00C532FF" w:rsidRDefault="00C532FF" w:rsidP="00C532FF">
      <w:r>
        <w:t>247.9870</w:t>
      </w:r>
      <w:r>
        <w:tab/>
        <w:t>1.013e0</w:t>
      </w:r>
    </w:p>
    <w:p w:rsidR="00C532FF" w:rsidRDefault="00C532FF" w:rsidP="00C532FF">
      <w:r>
        <w:t>247.9910</w:t>
      </w:r>
      <w:r>
        <w:tab/>
        <w:t>1.013e0</w:t>
      </w:r>
    </w:p>
    <w:p w:rsidR="00C532FF" w:rsidRDefault="00C532FF" w:rsidP="00C532FF">
      <w:r>
        <w:t>248.0077</w:t>
      </w:r>
      <w:r>
        <w:tab/>
        <w:t>1.013e0</w:t>
      </w:r>
    </w:p>
    <w:p w:rsidR="00C532FF" w:rsidRDefault="00C532FF" w:rsidP="00C532FF">
      <w:r>
        <w:t>248.0126</w:t>
      </w:r>
      <w:r>
        <w:tab/>
        <w:t>1.013e0</w:t>
      </w:r>
    </w:p>
    <w:p w:rsidR="00C532FF" w:rsidRDefault="00C532FF" w:rsidP="00C532FF">
      <w:r>
        <w:t>248.0208</w:t>
      </w:r>
      <w:r>
        <w:tab/>
        <w:t>1.013e0</w:t>
      </w:r>
    </w:p>
    <w:p w:rsidR="00C532FF" w:rsidRDefault="00C532FF" w:rsidP="00C532FF">
      <w:r>
        <w:lastRenderedPageBreak/>
        <w:t>248.0247</w:t>
      </w:r>
      <w:r>
        <w:tab/>
        <w:t>1.013e0</w:t>
      </w:r>
    </w:p>
    <w:p w:rsidR="00C532FF" w:rsidRDefault="00C532FF" w:rsidP="00C532FF">
      <w:r>
        <w:t>248.0330</w:t>
      </w:r>
      <w:r>
        <w:tab/>
        <w:t>1.013e0</w:t>
      </w:r>
    </w:p>
    <w:p w:rsidR="00C532FF" w:rsidRDefault="00C532FF" w:rsidP="00C532FF">
      <w:r>
        <w:t>248.0369</w:t>
      </w:r>
      <w:r>
        <w:tab/>
        <w:t>1.013e0</w:t>
      </w:r>
    </w:p>
    <w:p w:rsidR="00C532FF" w:rsidRDefault="00C532FF" w:rsidP="00C532FF">
      <w:r>
        <w:t>248.0457</w:t>
      </w:r>
      <w:r>
        <w:tab/>
        <w:t>2.025e0</w:t>
      </w:r>
    </w:p>
    <w:p w:rsidR="00C532FF" w:rsidRDefault="00C532FF" w:rsidP="00C532FF">
      <w:r>
        <w:t>248.0493</w:t>
      </w:r>
      <w:r>
        <w:tab/>
        <w:t>1.013e0</w:t>
      </w:r>
    </w:p>
    <w:p w:rsidR="00C532FF" w:rsidRDefault="00C532FF" w:rsidP="00C532FF">
      <w:r>
        <w:t>248.0667</w:t>
      </w:r>
      <w:r>
        <w:tab/>
        <w:t>1.013e0</w:t>
      </w:r>
    </w:p>
    <w:p w:rsidR="00C532FF" w:rsidRDefault="00C532FF" w:rsidP="00C532FF">
      <w:r>
        <w:t>248.0706</w:t>
      </w:r>
      <w:r>
        <w:tab/>
        <w:t>1.013e0</w:t>
      </w:r>
    </w:p>
    <w:p w:rsidR="00C532FF" w:rsidRDefault="00C532FF" w:rsidP="00C532FF">
      <w:r>
        <w:t>248.0808</w:t>
      </w:r>
      <w:r>
        <w:tab/>
        <w:t>2.025e0</w:t>
      </w:r>
    </w:p>
    <w:p w:rsidR="00C532FF" w:rsidRDefault="00C532FF" w:rsidP="00C532FF">
      <w:r>
        <w:t>248.1088</w:t>
      </w:r>
      <w:r>
        <w:tab/>
        <w:t>1.013e0</w:t>
      </w:r>
    </w:p>
    <w:p w:rsidR="00C532FF" w:rsidRDefault="00C532FF" w:rsidP="00C532FF">
      <w:r>
        <w:t>248.1212</w:t>
      </w:r>
      <w:r>
        <w:tab/>
        <w:t>3.038e0</w:t>
      </w:r>
    </w:p>
    <w:p w:rsidR="00C532FF" w:rsidRDefault="00C532FF" w:rsidP="00C532FF">
      <w:r>
        <w:t>248.1235</w:t>
      </w:r>
      <w:r>
        <w:tab/>
        <w:t>4.051e0</w:t>
      </w:r>
    </w:p>
    <w:p w:rsidR="00C532FF" w:rsidRDefault="00C532FF" w:rsidP="00C532FF">
      <w:r>
        <w:t>248.1246</w:t>
      </w:r>
      <w:r>
        <w:tab/>
        <w:t>1.013e0</w:t>
      </w:r>
    </w:p>
    <w:p w:rsidR="00C532FF" w:rsidRDefault="00C532FF" w:rsidP="00C532FF">
      <w:r>
        <w:t>248.1298</w:t>
      </w:r>
      <w:r>
        <w:tab/>
        <w:t>2.025e0</w:t>
      </w:r>
    </w:p>
    <w:p w:rsidR="00C532FF" w:rsidRDefault="00C532FF" w:rsidP="00C532FF">
      <w:r>
        <w:t>248.1420</w:t>
      </w:r>
      <w:r>
        <w:tab/>
        <w:t>1.013e0</w:t>
      </w:r>
    </w:p>
    <w:p w:rsidR="00C532FF" w:rsidRDefault="00C532FF" w:rsidP="00C532FF">
      <w:r>
        <w:t>248.1589</w:t>
      </w:r>
      <w:r>
        <w:tab/>
        <w:t>1.013e0</w:t>
      </w:r>
    </w:p>
    <w:p w:rsidR="00C532FF" w:rsidRDefault="00C532FF" w:rsidP="00C532FF">
      <w:r>
        <w:t>248.1606</w:t>
      </w:r>
      <w:r>
        <w:tab/>
        <w:t>2.025e0</w:t>
      </w:r>
    </w:p>
    <w:p w:rsidR="00C532FF" w:rsidRDefault="00C532FF" w:rsidP="00C532FF">
      <w:r>
        <w:t>248.1687</w:t>
      </w:r>
      <w:r>
        <w:tab/>
        <w:t>2.025e0</w:t>
      </w:r>
    </w:p>
    <w:p w:rsidR="00C532FF" w:rsidRDefault="00C532FF" w:rsidP="00C532FF">
      <w:r>
        <w:t>248.1705</w:t>
      </w:r>
      <w:r>
        <w:tab/>
        <w:t>1.013e0</w:t>
      </w:r>
    </w:p>
    <w:p w:rsidR="00C532FF" w:rsidRDefault="00C532FF" w:rsidP="00C532FF">
      <w:r>
        <w:t>248.1743</w:t>
      </w:r>
      <w:r>
        <w:tab/>
        <w:t>1.013e0</w:t>
      </w:r>
    </w:p>
    <w:p w:rsidR="00C532FF" w:rsidRDefault="00C532FF" w:rsidP="00C532FF">
      <w:r>
        <w:lastRenderedPageBreak/>
        <w:t>248.1823</w:t>
      </w:r>
      <w:r>
        <w:tab/>
        <w:t>2.025e0</w:t>
      </w:r>
    </w:p>
    <w:p w:rsidR="00C532FF" w:rsidRDefault="00C532FF" w:rsidP="00C532FF">
      <w:r>
        <w:t>248.1866</w:t>
      </w:r>
      <w:r>
        <w:tab/>
        <w:t>5.063e0</w:t>
      </w:r>
    </w:p>
    <w:p w:rsidR="00C532FF" w:rsidRDefault="00C532FF" w:rsidP="00C532FF">
      <w:r>
        <w:t>248.1971</w:t>
      </w:r>
      <w:r>
        <w:tab/>
        <w:t>2.025e0</w:t>
      </w:r>
    </w:p>
    <w:p w:rsidR="00C532FF" w:rsidRDefault="00C532FF" w:rsidP="00C532FF">
      <w:r>
        <w:t>248.2006</w:t>
      </w:r>
      <w:r>
        <w:tab/>
        <w:t>1.013e0</w:t>
      </w:r>
    </w:p>
    <w:p w:rsidR="00C532FF" w:rsidRDefault="00C532FF" w:rsidP="00C532FF">
      <w:r>
        <w:t>248.2252</w:t>
      </w:r>
      <w:r>
        <w:tab/>
        <w:t>1.013e0</w:t>
      </w:r>
    </w:p>
    <w:p w:rsidR="00C532FF" w:rsidRDefault="00C532FF" w:rsidP="00C532FF">
      <w:r>
        <w:t>248.2345</w:t>
      </w:r>
      <w:r>
        <w:tab/>
        <w:t>1.013e0</w:t>
      </w:r>
    </w:p>
    <w:p w:rsidR="00C532FF" w:rsidRDefault="00C532FF" w:rsidP="00C532FF">
      <w:r>
        <w:t>248.2508</w:t>
      </w:r>
      <w:r>
        <w:tab/>
        <w:t>1.013e0</w:t>
      </w:r>
    </w:p>
    <w:p w:rsidR="00C532FF" w:rsidRDefault="00C532FF" w:rsidP="00C532FF">
      <w:r>
        <w:t>248.2588</w:t>
      </w:r>
      <w:r>
        <w:tab/>
        <w:t>1.013e0</w:t>
      </w:r>
    </w:p>
    <w:p w:rsidR="00C532FF" w:rsidRDefault="00C532FF" w:rsidP="00C532FF">
      <w:r>
        <w:t>248.2758</w:t>
      </w:r>
      <w:r>
        <w:tab/>
        <w:t>1.013e0</w:t>
      </w:r>
    </w:p>
    <w:p w:rsidR="00C532FF" w:rsidRDefault="00C532FF" w:rsidP="00C532FF">
      <w:r>
        <w:t>248.2889</w:t>
      </w:r>
      <w:r>
        <w:tab/>
        <w:t>2.025e0</w:t>
      </w:r>
    </w:p>
    <w:p w:rsidR="00C532FF" w:rsidRDefault="00C532FF" w:rsidP="00C532FF">
      <w:r>
        <w:t>248.2965</w:t>
      </w:r>
      <w:r>
        <w:tab/>
        <w:t>1.013e0</w:t>
      </w:r>
    </w:p>
    <w:p w:rsidR="00C532FF" w:rsidRDefault="00C532FF" w:rsidP="00C532FF">
      <w:r>
        <w:t>248.3008</w:t>
      </w:r>
      <w:r>
        <w:tab/>
        <w:t>1.013e0</w:t>
      </w:r>
    </w:p>
    <w:p w:rsidR="00C532FF" w:rsidRDefault="00C532FF" w:rsidP="00C532FF">
      <w:r>
        <w:t>248.3270</w:t>
      </w:r>
      <w:r>
        <w:tab/>
        <w:t>1.013e0</w:t>
      </w:r>
    </w:p>
    <w:p w:rsidR="00C532FF" w:rsidRDefault="00C532FF" w:rsidP="00C532FF">
      <w:r>
        <w:t>248.3346</w:t>
      </w:r>
      <w:r>
        <w:tab/>
        <w:t>1.013e0</w:t>
      </w:r>
    </w:p>
    <w:p w:rsidR="00C532FF" w:rsidRDefault="00C532FF" w:rsidP="00C532FF">
      <w:r>
        <w:t>248.3428</w:t>
      </w:r>
      <w:r>
        <w:tab/>
        <w:t>1.013e0</w:t>
      </w:r>
    </w:p>
    <w:p w:rsidR="00C532FF" w:rsidRDefault="00C532FF" w:rsidP="00C532FF">
      <w:r>
        <w:t>248.3544</w:t>
      </w:r>
      <w:r>
        <w:tab/>
        <w:t>1.013e0</w:t>
      </w:r>
    </w:p>
    <w:p w:rsidR="00C532FF" w:rsidRDefault="00C532FF" w:rsidP="00C532FF">
      <w:r>
        <w:t>248.3731</w:t>
      </w:r>
      <w:r>
        <w:tab/>
        <w:t>1.013e0</w:t>
      </w:r>
    </w:p>
    <w:p w:rsidR="00C532FF" w:rsidRDefault="00C532FF" w:rsidP="00C532FF">
      <w:r>
        <w:t>248.3769</w:t>
      </w:r>
      <w:r>
        <w:tab/>
        <w:t>1.013e0</w:t>
      </w:r>
    </w:p>
    <w:p w:rsidR="00C532FF" w:rsidRDefault="00C532FF" w:rsidP="00C532FF">
      <w:r>
        <w:t>248.4053</w:t>
      </w:r>
      <w:r>
        <w:tab/>
        <w:t>1.013e0</w:t>
      </w:r>
    </w:p>
    <w:p w:rsidR="00C532FF" w:rsidRDefault="00C532FF" w:rsidP="00C532FF">
      <w:r>
        <w:lastRenderedPageBreak/>
        <w:t>248.4226</w:t>
      </w:r>
      <w:r>
        <w:tab/>
        <w:t>1.013e0</w:t>
      </w:r>
    </w:p>
    <w:p w:rsidR="00C532FF" w:rsidRDefault="00C532FF" w:rsidP="00C532FF">
      <w:r>
        <w:t>248.4268</w:t>
      </w:r>
      <w:r>
        <w:tab/>
        <w:t>1.013e0</w:t>
      </w:r>
    </w:p>
    <w:p w:rsidR="00C532FF" w:rsidRDefault="00C532FF" w:rsidP="00C532FF">
      <w:r>
        <w:t>248.4308</w:t>
      </w:r>
      <w:r>
        <w:tab/>
        <w:t>1.013e0</w:t>
      </w:r>
    </w:p>
    <w:p w:rsidR="00C532FF" w:rsidRDefault="00C532FF" w:rsidP="00C532FF">
      <w:r>
        <w:t>248.4519</w:t>
      </w:r>
      <w:r>
        <w:tab/>
        <w:t>1.013e0</w:t>
      </w:r>
    </w:p>
    <w:p w:rsidR="00C532FF" w:rsidRDefault="00C532FF" w:rsidP="00C532FF">
      <w:r>
        <w:t>248.4640</w:t>
      </w:r>
      <w:r>
        <w:tab/>
        <w:t>2.025e0</w:t>
      </w:r>
    </w:p>
    <w:p w:rsidR="00C532FF" w:rsidRDefault="00C532FF" w:rsidP="00C532FF">
      <w:r>
        <w:t>248.4765</w:t>
      </w:r>
      <w:r>
        <w:tab/>
        <w:t>2.025e0</w:t>
      </w:r>
    </w:p>
    <w:p w:rsidR="00C532FF" w:rsidRDefault="00C532FF" w:rsidP="00C532FF">
      <w:r>
        <w:t>248.4807</w:t>
      </w:r>
      <w:r>
        <w:tab/>
        <w:t>1.013e0</w:t>
      </w:r>
    </w:p>
    <w:p w:rsidR="00C532FF" w:rsidRDefault="00C532FF" w:rsidP="00C532FF">
      <w:r>
        <w:t>248.4982</w:t>
      </w:r>
      <w:r>
        <w:tab/>
        <w:t>1.013e0</w:t>
      </w:r>
    </w:p>
    <w:p w:rsidR="00C532FF" w:rsidRDefault="00C532FF" w:rsidP="00C532FF">
      <w:r>
        <w:t>248.5028</w:t>
      </w:r>
      <w:r>
        <w:tab/>
        <w:t>1.013e0</w:t>
      </w:r>
    </w:p>
    <w:p w:rsidR="00C532FF" w:rsidRDefault="00C532FF" w:rsidP="00C532FF">
      <w:r>
        <w:t>248.5145</w:t>
      </w:r>
      <w:r>
        <w:tab/>
        <w:t>1.013e0</w:t>
      </w:r>
    </w:p>
    <w:p w:rsidR="00C532FF" w:rsidRDefault="00C532FF" w:rsidP="00C532FF">
      <w:r>
        <w:t>248.5605</w:t>
      </w:r>
      <w:r>
        <w:tab/>
        <w:t>2.025e0</w:t>
      </w:r>
    </w:p>
    <w:p w:rsidR="00C532FF" w:rsidRDefault="00C532FF" w:rsidP="00C532FF">
      <w:r>
        <w:t>248.5724</w:t>
      </w:r>
      <w:r>
        <w:tab/>
        <w:t>2.025e0</w:t>
      </w:r>
    </w:p>
    <w:p w:rsidR="00C532FF" w:rsidRDefault="00C532FF" w:rsidP="00C532FF">
      <w:r>
        <w:t>248.5743</w:t>
      </w:r>
      <w:r>
        <w:tab/>
        <w:t>2.025e0</w:t>
      </w:r>
    </w:p>
    <w:p w:rsidR="00C532FF" w:rsidRDefault="00C532FF" w:rsidP="00C532FF">
      <w:r>
        <w:t>248.5815</w:t>
      </w:r>
      <w:r>
        <w:tab/>
        <w:t>1.013e0</w:t>
      </w:r>
    </w:p>
    <w:p w:rsidR="00C532FF" w:rsidRDefault="00C532FF" w:rsidP="00C532FF">
      <w:r>
        <w:t>248.6185</w:t>
      </w:r>
      <w:r>
        <w:tab/>
        <w:t>1.013e0</w:t>
      </w:r>
    </w:p>
    <w:p w:rsidR="00C532FF" w:rsidRDefault="00C532FF" w:rsidP="00C532FF">
      <w:r>
        <w:t>248.6230</w:t>
      </w:r>
      <w:r>
        <w:tab/>
        <w:t>2.025e0</w:t>
      </w:r>
    </w:p>
    <w:p w:rsidR="00C532FF" w:rsidRDefault="00C532FF" w:rsidP="00C532FF">
      <w:r>
        <w:t>248.6449</w:t>
      </w:r>
      <w:r>
        <w:tab/>
        <w:t>1.013e0</w:t>
      </w:r>
    </w:p>
    <w:p w:rsidR="00C532FF" w:rsidRDefault="00C532FF" w:rsidP="00C532FF">
      <w:r>
        <w:t>248.6695</w:t>
      </w:r>
      <w:r>
        <w:tab/>
        <w:t>1.013e0</w:t>
      </w:r>
    </w:p>
    <w:p w:rsidR="00C532FF" w:rsidRDefault="00C532FF" w:rsidP="00C532FF">
      <w:r>
        <w:t>248.7027</w:t>
      </w:r>
      <w:r>
        <w:tab/>
        <w:t>1.013e0</w:t>
      </w:r>
    </w:p>
    <w:p w:rsidR="00C532FF" w:rsidRDefault="00C532FF" w:rsidP="00C532FF">
      <w:r>
        <w:lastRenderedPageBreak/>
        <w:t>248.7287</w:t>
      </w:r>
      <w:r>
        <w:tab/>
        <w:t>1.013e0</w:t>
      </w:r>
    </w:p>
    <w:p w:rsidR="00C532FF" w:rsidRDefault="00C532FF" w:rsidP="00C532FF">
      <w:r>
        <w:t>248.7326</w:t>
      </w:r>
      <w:r>
        <w:tab/>
        <w:t>1.013e0</w:t>
      </w:r>
    </w:p>
    <w:p w:rsidR="00C532FF" w:rsidRDefault="00C532FF" w:rsidP="00C532FF">
      <w:r>
        <w:t>248.7408</w:t>
      </w:r>
      <w:r>
        <w:tab/>
        <w:t>2.025e0</w:t>
      </w:r>
    </w:p>
    <w:p w:rsidR="00C532FF" w:rsidRDefault="00C532FF" w:rsidP="00C532FF">
      <w:r>
        <w:t>248.7651</w:t>
      </w:r>
      <w:r>
        <w:tab/>
        <w:t>3.038e0</w:t>
      </w:r>
    </w:p>
    <w:p w:rsidR="00C532FF" w:rsidRDefault="00C532FF" w:rsidP="00C532FF">
      <w:r>
        <w:t>248.7711</w:t>
      </w:r>
      <w:r>
        <w:tab/>
        <w:t>1.013e0</w:t>
      </w:r>
    </w:p>
    <w:p w:rsidR="00C532FF" w:rsidRDefault="00C532FF" w:rsidP="00C532FF">
      <w:r>
        <w:t>248.7907</w:t>
      </w:r>
      <w:r>
        <w:tab/>
        <w:t>1.013e0</w:t>
      </w:r>
    </w:p>
    <w:p w:rsidR="00C532FF" w:rsidRDefault="00C532FF" w:rsidP="00C532FF">
      <w:r>
        <w:t>248.8209</w:t>
      </w:r>
      <w:r>
        <w:tab/>
        <w:t>1.013e0</w:t>
      </w:r>
    </w:p>
    <w:p w:rsidR="00C532FF" w:rsidRDefault="00C532FF" w:rsidP="00C532FF">
      <w:r>
        <w:t>248.8452</w:t>
      </w:r>
      <w:r>
        <w:tab/>
        <w:t>1.013e0</w:t>
      </w:r>
    </w:p>
    <w:p w:rsidR="00C532FF" w:rsidRDefault="00C532FF" w:rsidP="00C532FF">
      <w:r>
        <w:t>248.8498</w:t>
      </w:r>
      <w:r>
        <w:tab/>
        <w:t>1.013e0</w:t>
      </w:r>
    </w:p>
    <w:p w:rsidR="00C532FF" w:rsidRDefault="00C532FF" w:rsidP="00C532FF">
      <w:r>
        <w:t>248.8548</w:t>
      </w:r>
      <w:r>
        <w:tab/>
        <w:t>1.013e0</w:t>
      </w:r>
    </w:p>
    <w:p w:rsidR="00C532FF" w:rsidRDefault="00C532FF" w:rsidP="00C532FF">
      <w:r>
        <w:t>248.8709</w:t>
      </w:r>
      <w:r>
        <w:tab/>
        <w:t>1.013e0</w:t>
      </w:r>
    </w:p>
    <w:p w:rsidR="00C532FF" w:rsidRDefault="00C532FF" w:rsidP="00C532FF">
      <w:r>
        <w:t>248.8746</w:t>
      </w:r>
      <w:r>
        <w:tab/>
        <w:t>1.013e0</w:t>
      </w:r>
    </w:p>
    <w:p w:rsidR="00C532FF" w:rsidRDefault="00C532FF" w:rsidP="00C532FF">
      <w:r>
        <w:t>248.8920</w:t>
      </w:r>
      <w:r>
        <w:tab/>
        <w:t>2.025e0</w:t>
      </w:r>
    </w:p>
    <w:p w:rsidR="00C532FF" w:rsidRDefault="00C532FF" w:rsidP="00C532FF">
      <w:r>
        <w:t>248.9008</w:t>
      </w:r>
      <w:r>
        <w:tab/>
        <w:t>1.013e0</w:t>
      </w:r>
    </w:p>
    <w:p w:rsidR="00C532FF" w:rsidRDefault="00C532FF" w:rsidP="00C532FF">
      <w:r>
        <w:t>248.9169</w:t>
      </w:r>
      <w:r>
        <w:tab/>
        <w:t>2.025e0</w:t>
      </w:r>
    </w:p>
    <w:p w:rsidR="00C532FF" w:rsidRDefault="00C532FF" w:rsidP="00C532FF">
      <w:r>
        <w:t>248.9379</w:t>
      </w:r>
      <w:r>
        <w:tab/>
        <w:t>1.013e0</w:t>
      </w:r>
    </w:p>
    <w:p w:rsidR="00C532FF" w:rsidRDefault="00C532FF" w:rsidP="00C532FF">
      <w:r>
        <w:t>248.9503</w:t>
      </w:r>
      <w:r>
        <w:tab/>
        <w:t>2.658e0</w:t>
      </w:r>
    </w:p>
    <w:p w:rsidR="00C532FF" w:rsidRDefault="00C532FF" w:rsidP="00C532FF">
      <w:r>
        <w:t>248.9590</w:t>
      </w:r>
      <w:r>
        <w:tab/>
        <w:t>1.013e0</w:t>
      </w:r>
    </w:p>
    <w:p w:rsidR="00C532FF" w:rsidRDefault="00C532FF" w:rsidP="00C532FF">
      <w:r>
        <w:t>248.9626</w:t>
      </w:r>
      <w:r>
        <w:tab/>
        <w:t>1.013e0</w:t>
      </w:r>
    </w:p>
    <w:p w:rsidR="00C532FF" w:rsidRDefault="00C532FF" w:rsidP="00C532FF">
      <w:r>
        <w:lastRenderedPageBreak/>
        <w:t>248.9799</w:t>
      </w:r>
      <w:r>
        <w:tab/>
        <w:t>1.013e0</w:t>
      </w:r>
    </w:p>
    <w:p w:rsidR="00C532FF" w:rsidRDefault="00C532FF" w:rsidP="00C532FF">
      <w:r>
        <w:t>248.9892</w:t>
      </w:r>
      <w:r>
        <w:tab/>
        <w:t>1.013e0</w:t>
      </w:r>
    </w:p>
    <w:p w:rsidR="00C532FF" w:rsidRDefault="00C532FF" w:rsidP="00C532FF">
      <w:r>
        <w:t>248.9967</w:t>
      </w:r>
      <w:r>
        <w:tab/>
        <w:t>3.038e0</w:t>
      </w:r>
    </w:p>
    <w:p w:rsidR="00C532FF" w:rsidRDefault="00C532FF" w:rsidP="00C532FF">
      <w:r>
        <w:t>249.0086</w:t>
      </w:r>
      <w:r>
        <w:tab/>
        <w:t>1.013e0</w:t>
      </w:r>
    </w:p>
    <w:p w:rsidR="00C532FF" w:rsidRDefault="00C532FF" w:rsidP="00C532FF">
      <w:r>
        <w:t>249.0128</w:t>
      </w:r>
      <w:r>
        <w:tab/>
        <w:t>1.013e0</w:t>
      </w:r>
    </w:p>
    <w:p w:rsidR="00C532FF" w:rsidRDefault="00C532FF" w:rsidP="00C532FF">
      <w:r>
        <w:t>249.0489</w:t>
      </w:r>
      <w:r>
        <w:tab/>
        <w:t>2.025e0</w:t>
      </w:r>
    </w:p>
    <w:p w:rsidR="00C532FF" w:rsidRDefault="00C532FF" w:rsidP="00C532FF">
      <w:r>
        <w:t>249.0568</w:t>
      </w:r>
      <w:r>
        <w:tab/>
        <w:t>5.063e0</w:t>
      </w:r>
    </w:p>
    <w:p w:rsidR="00C532FF" w:rsidRDefault="00C532FF" w:rsidP="00C532FF">
      <w:r>
        <w:t>249.0615</w:t>
      </w:r>
      <w:r>
        <w:tab/>
        <w:t>1.114e1</w:t>
      </w:r>
    </w:p>
    <w:p w:rsidR="00C532FF" w:rsidRDefault="00C532FF" w:rsidP="00C532FF">
      <w:r>
        <w:t>249.0631</w:t>
      </w:r>
      <w:r>
        <w:tab/>
        <w:t>1.013e0</w:t>
      </w:r>
    </w:p>
    <w:p w:rsidR="00C532FF" w:rsidRDefault="00C532FF" w:rsidP="00C532FF">
      <w:r>
        <w:t>249.0672</w:t>
      </w:r>
      <w:r>
        <w:tab/>
        <w:t>6.076e0</w:t>
      </w:r>
    </w:p>
    <w:p w:rsidR="00C532FF" w:rsidRDefault="00C532FF" w:rsidP="00C532FF">
      <w:r>
        <w:t>249.0740</w:t>
      </w:r>
      <w:r>
        <w:tab/>
        <w:t>5.063e0</w:t>
      </w:r>
    </w:p>
    <w:p w:rsidR="00C532FF" w:rsidRDefault="00C532FF" w:rsidP="00C532FF">
      <w:r>
        <w:t>249.0868</w:t>
      </w:r>
      <w:r>
        <w:tab/>
        <w:t>2.025e0</w:t>
      </w:r>
    </w:p>
    <w:p w:rsidR="00C532FF" w:rsidRDefault="00C532FF" w:rsidP="00C532FF">
      <w:r>
        <w:t>249.0879</w:t>
      </w:r>
      <w:r>
        <w:tab/>
        <w:t>3.038e0</w:t>
      </w:r>
    </w:p>
    <w:p w:rsidR="00C532FF" w:rsidRDefault="00C532FF" w:rsidP="00C532FF">
      <w:r>
        <w:t>249.1266</w:t>
      </w:r>
      <w:r>
        <w:tab/>
        <w:t>7.089e0</w:t>
      </w:r>
    </w:p>
    <w:p w:rsidR="00C532FF" w:rsidRDefault="00C532FF" w:rsidP="00C532FF">
      <w:r>
        <w:t>249.1289</w:t>
      </w:r>
      <w:r>
        <w:tab/>
        <w:t>2.025e0</w:t>
      </w:r>
    </w:p>
    <w:p w:rsidR="00C532FF" w:rsidRDefault="00C532FF" w:rsidP="00C532FF">
      <w:r>
        <w:t>249.1348</w:t>
      </w:r>
      <w:r>
        <w:tab/>
        <w:t>1.013e0</w:t>
      </w:r>
    </w:p>
    <w:p w:rsidR="00C532FF" w:rsidRDefault="00C532FF" w:rsidP="00C532FF">
      <w:r>
        <w:t>249.1402</w:t>
      </w:r>
      <w:r>
        <w:tab/>
        <w:t>3.038e0</w:t>
      </w:r>
    </w:p>
    <w:p w:rsidR="00C532FF" w:rsidRDefault="00C532FF" w:rsidP="00C532FF">
      <w:r>
        <w:t>249.1654</w:t>
      </w:r>
      <w:r>
        <w:tab/>
        <w:t>1.013e0</w:t>
      </w:r>
    </w:p>
    <w:p w:rsidR="00C532FF" w:rsidRDefault="00C532FF" w:rsidP="00C532FF">
      <w:r>
        <w:t>249.1750</w:t>
      </w:r>
      <w:r>
        <w:tab/>
        <w:t>4.051e0</w:t>
      </w:r>
    </w:p>
    <w:p w:rsidR="00C532FF" w:rsidRDefault="00C532FF" w:rsidP="00C532FF">
      <w:r>
        <w:lastRenderedPageBreak/>
        <w:t>249.1889</w:t>
      </w:r>
      <w:r>
        <w:tab/>
        <w:t>1.013e0</w:t>
      </w:r>
    </w:p>
    <w:p w:rsidR="00C532FF" w:rsidRDefault="00C532FF" w:rsidP="00C532FF">
      <w:r>
        <w:t>249.1979</w:t>
      </w:r>
      <w:r>
        <w:tab/>
        <w:t>1.013e0</w:t>
      </w:r>
    </w:p>
    <w:p w:rsidR="00C532FF" w:rsidRDefault="00C532FF" w:rsidP="00C532FF">
      <w:r>
        <w:t>249.2169</w:t>
      </w:r>
      <w:r>
        <w:tab/>
        <w:t>2.025e0</w:t>
      </w:r>
    </w:p>
    <w:p w:rsidR="00C532FF" w:rsidRDefault="00C532FF" w:rsidP="00C532FF">
      <w:r>
        <w:t>249.2480</w:t>
      </w:r>
      <w:r>
        <w:tab/>
        <w:t>2.025e0</w:t>
      </w:r>
    </w:p>
    <w:p w:rsidR="00C532FF" w:rsidRDefault="00C532FF" w:rsidP="00C532FF">
      <w:r>
        <w:t>249.2532</w:t>
      </w:r>
      <w:r>
        <w:tab/>
        <w:t>1.013e0</w:t>
      </w:r>
    </w:p>
    <w:p w:rsidR="00C532FF" w:rsidRDefault="00C532FF" w:rsidP="00C532FF">
      <w:r>
        <w:t>249.2649</w:t>
      </w:r>
      <w:r>
        <w:tab/>
        <w:t>1.013e0</w:t>
      </w:r>
    </w:p>
    <w:p w:rsidR="00C532FF" w:rsidRDefault="00C532FF" w:rsidP="00C532FF">
      <w:r>
        <w:t>249.2769</w:t>
      </w:r>
      <w:r>
        <w:tab/>
        <w:t>2.025e0</w:t>
      </w:r>
    </w:p>
    <w:p w:rsidR="00C532FF" w:rsidRDefault="00C532FF" w:rsidP="00C532FF">
      <w:r>
        <w:t>249.2858</w:t>
      </w:r>
      <w:r>
        <w:tab/>
        <w:t>1.013e0</w:t>
      </w:r>
    </w:p>
    <w:p w:rsidR="00C532FF" w:rsidRDefault="00C532FF" w:rsidP="00C532FF">
      <w:r>
        <w:t>249.2994</w:t>
      </w:r>
      <w:r>
        <w:tab/>
        <w:t>1.013e0</w:t>
      </w:r>
    </w:p>
    <w:p w:rsidR="00C532FF" w:rsidRDefault="00C532FF" w:rsidP="00C532FF">
      <w:r>
        <w:t>249.3322</w:t>
      </w:r>
      <w:r>
        <w:tab/>
        <w:t>1.013e0</w:t>
      </w:r>
    </w:p>
    <w:p w:rsidR="00C532FF" w:rsidRDefault="00C532FF" w:rsidP="00C532FF">
      <w:r>
        <w:t>249.3570</w:t>
      </w:r>
      <w:r>
        <w:tab/>
        <w:t>1.013e0</w:t>
      </w:r>
    </w:p>
    <w:p w:rsidR="00C532FF" w:rsidRDefault="00C532FF" w:rsidP="00C532FF">
      <w:r>
        <w:t>249.3612</w:t>
      </w:r>
      <w:r>
        <w:tab/>
        <w:t>1.013e0</w:t>
      </w:r>
    </w:p>
    <w:p w:rsidR="00C532FF" w:rsidRDefault="00C532FF" w:rsidP="00C532FF">
      <w:r>
        <w:t>249.3741</w:t>
      </w:r>
      <w:r>
        <w:tab/>
        <w:t>2.025e0</w:t>
      </w:r>
    </w:p>
    <w:p w:rsidR="00C532FF" w:rsidRDefault="00C532FF" w:rsidP="00C532FF">
      <w:r>
        <w:t>249.3835</w:t>
      </w:r>
      <w:r>
        <w:tab/>
        <w:t>1.013e0</w:t>
      </w:r>
    </w:p>
    <w:p w:rsidR="00C532FF" w:rsidRDefault="00C532FF" w:rsidP="00C532FF">
      <w:r>
        <w:t>249.4071</w:t>
      </w:r>
      <w:r>
        <w:tab/>
        <w:t>1.013e0</w:t>
      </w:r>
    </w:p>
    <w:p w:rsidR="00C532FF" w:rsidRDefault="00C532FF" w:rsidP="00C532FF">
      <w:r>
        <w:t>249.4111</w:t>
      </w:r>
      <w:r>
        <w:tab/>
        <w:t>1.013e0</w:t>
      </w:r>
    </w:p>
    <w:p w:rsidR="00C532FF" w:rsidRDefault="00C532FF" w:rsidP="00C532FF">
      <w:r>
        <w:t>249.4575</w:t>
      </w:r>
      <w:r>
        <w:tab/>
        <w:t>1.013e0</w:t>
      </w:r>
    </w:p>
    <w:p w:rsidR="00C532FF" w:rsidRDefault="00C532FF" w:rsidP="00C532FF">
      <w:r>
        <w:t>249.4756</w:t>
      </w:r>
      <w:r>
        <w:tab/>
        <w:t>1.013e0</w:t>
      </w:r>
    </w:p>
    <w:p w:rsidR="00C532FF" w:rsidRDefault="00C532FF" w:rsidP="00C532FF">
      <w:r>
        <w:t>249.4792</w:t>
      </w:r>
      <w:r>
        <w:tab/>
        <w:t>1.013e0</w:t>
      </w:r>
    </w:p>
    <w:p w:rsidR="00C532FF" w:rsidRDefault="00C532FF" w:rsidP="00C532FF">
      <w:r>
        <w:lastRenderedPageBreak/>
        <w:t>249.5088</w:t>
      </w:r>
      <w:r>
        <w:tab/>
        <w:t>2.025e0</w:t>
      </w:r>
    </w:p>
    <w:p w:rsidR="00C532FF" w:rsidRDefault="00C532FF" w:rsidP="00C532FF">
      <w:r>
        <w:t>249.5136</w:t>
      </w:r>
      <w:r>
        <w:tab/>
        <w:t>1.013e0</w:t>
      </w:r>
    </w:p>
    <w:p w:rsidR="00C532FF" w:rsidRDefault="00C532FF" w:rsidP="00C532FF">
      <w:r>
        <w:t>249.5506</w:t>
      </w:r>
      <w:r>
        <w:tab/>
        <w:t>2.025e0</w:t>
      </w:r>
    </w:p>
    <w:p w:rsidR="00C532FF" w:rsidRDefault="00C532FF" w:rsidP="00C532FF">
      <w:r>
        <w:t>249.5674</w:t>
      </w:r>
      <w:r>
        <w:tab/>
        <w:t>3.038e0</w:t>
      </w:r>
    </w:p>
    <w:p w:rsidR="00C532FF" w:rsidRDefault="00C532FF" w:rsidP="00C532FF">
      <w:r>
        <w:t>249.6097</w:t>
      </w:r>
      <w:r>
        <w:tab/>
        <w:t>1.013e0</w:t>
      </w:r>
    </w:p>
    <w:p w:rsidR="00C532FF" w:rsidRDefault="00C532FF" w:rsidP="00C532FF">
      <w:r>
        <w:t>249.6232</w:t>
      </w:r>
      <w:r>
        <w:tab/>
        <w:t>2.025e0</w:t>
      </w:r>
    </w:p>
    <w:p w:rsidR="00C532FF" w:rsidRDefault="00C532FF" w:rsidP="00C532FF">
      <w:r>
        <w:t>249.6436</w:t>
      </w:r>
      <w:r>
        <w:tab/>
        <w:t>1.013e0</w:t>
      </w:r>
    </w:p>
    <w:p w:rsidR="00C532FF" w:rsidRDefault="00C532FF" w:rsidP="00C532FF">
      <w:r>
        <w:t>249.6855</w:t>
      </w:r>
      <w:r>
        <w:tab/>
        <w:t>1.013e0</w:t>
      </w:r>
    </w:p>
    <w:p w:rsidR="00C532FF" w:rsidRDefault="00C532FF" w:rsidP="00C532FF">
      <w:r>
        <w:t>249.7056</w:t>
      </w:r>
      <w:r>
        <w:tab/>
        <w:t>2.025e0</w:t>
      </w:r>
    </w:p>
    <w:p w:rsidR="00C532FF" w:rsidRDefault="00C532FF" w:rsidP="00C532FF">
      <w:r>
        <w:t>249.7132</w:t>
      </w:r>
      <w:r>
        <w:tab/>
        <w:t>1.013e0</w:t>
      </w:r>
    </w:p>
    <w:p w:rsidR="00C532FF" w:rsidRDefault="00C532FF" w:rsidP="00C532FF">
      <w:r>
        <w:t>249.7978</w:t>
      </w:r>
      <w:r>
        <w:tab/>
        <w:t>1.013e0</w:t>
      </w:r>
    </w:p>
    <w:p w:rsidR="00C532FF" w:rsidRDefault="00C532FF" w:rsidP="00C532FF">
      <w:r>
        <w:t>249.8017</w:t>
      </w:r>
      <w:r>
        <w:tab/>
        <w:t>1.013e0</w:t>
      </w:r>
    </w:p>
    <w:p w:rsidR="00C532FF" w:rsidRDefault="00C532FF" w:rsidP="00C532FF">
      <w:r>
        <w:t>249.8317</w:t>
      </w:r>
      <w:r>
        <w:tab/>
        <w:t>1.013e0</w:t>
      </w:r>
    </w:p>
    <w:p w:rsidR="00C532FF" w:rsidRDefault="00C532FF" w:rsidP="00C532FF">
      <w:r>
        <w:t>249.8360</w:t>
      </w:r>
      <w:r>
        <w:tab/>
        <w:t>1.013e0</w:t>
      </w:r>
    </w:p>
    <w:p w:rsidR="00C532FF" w:rsidRDefault="00C532FF" w:rsidP="00C532FF">
      <w:r>
        <w:t>249.8700</w:t>
      </w:r>
      <w:r>
        <w:tab/>
        <w:t>2.025e0</w:t>
      </w:r>
    </w:p>
    <w:p w:rsidR="00C532FF" w:rsidRDefault="00C532FF" w:rsidP="00C532FF">
      <w:r>
        <w:t>249.8947</w:t>
      </w:r>
      <w:r>
        <w:tab/>
        <w:t>1.013e0</w:t>
      </w:r>
    </w:p>
    <w:p w:rsidR="00C532FF" w:rsidRDefault="00C532FF" w:rsidP="00C532FF">
      <w:r>
        <w:t>249.9021</w:t>
      </w:r>
      <w:r>
        <w:tab/>
        <w:t>2.025e0</w:t>
      </w:r>
    </w:p>
    <w:p w:rsidR="00C532FF" w:rsidRDefault="00C532FF" w:rsidP="00C532FF">
      <w:r>
        <w:t>249.9412</w:t>
      </w:r>
      <w:r>
        <w:tab/>
        <w:t>2.025e0</w:t>
      </w:r>
    </w:p>
    <w:p w:rsidR="00C532FF" w:rsidRDefault="00C532FF" w:rsidP="00C532FF">
      <w:r>
        <w:t>249.9699</w:t>
      </w:r>
      <w:r>
        <w:tab/>
        <w:t>1.013e0</w:t>
      </w:r>
    </w:p>
    <w:p w:rsidR="00C532FF" w:rsidRDefault="00C532FF" w:rsidP="00C532FF">
      <w:r>
        <w:lastRenderedPageBreak/>
        <w:t>249.9781</w:t>
      </w:r>
      <w:r>
        <w:tab/>
        <w:t>1.013e0</w:t>
      </w:r>
    </w:p>
    <w:p w:rsidR="00C532FF" w:rsidRDefault="00C532FF" w:rsidP="00C532FF">
      <w:r>
        <w:t>249.9831</w:t>
      </w:r>
      <w:r>
        <w:tab/>
        <w:t>1.013e0</w:t>
      </w:r>
    </w:p>
    <w:p w:rsidR="00C532FF" w:rsidRDefault="00C532FF" w:rsidP="00C532FF">
      <w:r>
        <w:t>250.0004</w:t>
      </w:r>
      <w:r>
        <w:tab/>
        <w:t>2.025e0</w:t>
      </w:r>
    </w:p>
    <w:p w:rsidR="00C532FF" w:rsidRDefault="00C532FF" w:rsidP="00C532FF">
      <w:r>
        <w:t>250.0081</w:t>
      </w:r>
      <w:r>
        <w:tab/>
        <w:t>3.038e0</w:t>
      </w:r>
    </w:p>
    <w:p w:rsidR="00C532FF" w:rsidRDefault="00C532FF" w:rsidP="00C532FF">
      <w:r>
        <w:t>250.0203</w:t>
      </w:r>
      <w:r>
        <w:tab/>
        <w:t>1.013e0</w:t>
      </w:r>
    </w:p>
    <w:p w:rsidR="00C532FF" w:rsidRDefault="00C532FF" w:rsidP="00C532FF">
      <w:r>
        <w:t>250.0221</w:t>
      </w:r>
      <w:r>
        <w:tab/>
        <w:t>2.025e0</w:t>
      </w:r>
    </w:p>
    <w:p w:rsidR="00C532FF" w:rsidRDefault="00C532FF" w:rsidP="00C532FF">
      <w:r>
        <w:t>250.0358</w:t>
      </w:r>
      <w:r>
        <w:tab/>
        <w:t>2.025e0</w:t>
      </w:r>
    </w:p>
    <w:p w:rsidR="00C532FF" w:rsidRDefault="00C532FF" w:rsidP="00C532FF">
      <w:r>
        <w:t>250.0582</w:t>
      </w:r>
      <w:r>
        <w:tab/>
        <w:t>3.038e0</w:t>
      </w:r>
    </w:p>
    <w:p w:rsidR="00C532FF" w:rsidRDefault="00C532FF" w:rsidP="00C532FF">
      <w:r>
        <w:t>250.0702</w:t>
      </w:r>
      <w:r>
        <w:tab/>
        <w:t>4.051e0</w:t>
      </w:r>
    </w:p>
    <w:p w:rsidR="00C532FF" w:rsidRDefault="00C532FF" w:rsidP="00C532FF">
      <w:r>
        <w:t>250.0712</w:t>
      </w:r>
      <w:r>
        <w:tab/>
        <w:t>1.013e0</w:t>
      </w:r>
    </w:p>
    <w:p w:rsidR="00C532FF" w:rsidRDefault="00C532FF" w:rsidP="00C532FF">
      <w:r>
        <w:t>250.0761</w:t>
      </w:r>
      <w:r>
        <w:tab/>
        <w:t>1.013e0</w:t>
      </w:r>
    </w:p>
    <w:p w:rsidR="00C532FF" w:rsidRDefault="00C532FF" w:rsidP="00C532FF">
      <w:r>
        <w:t>250.0961</w:t>
      </w:r>
      <w:r>
        <w:tab/>
        <w:t>2.025e0</w:t>
      </w:r>
    </w:p>
    <w:p w:rsidR="00C532FF" w:rsidRDefault="00C532FF" w:rsidP="00C532FF">
      <w:r>
        <w:t>250.1113</w:t>
      </w:r>
      <w:r>
        <w:tab/>
        <w:t>2.025e0</w:t>
      </w:r>
    </w:p>
    <w:p w:rsidR="00C532FF" w:rsidRDefault="00C532FF" w:rsidP="00C532FF">
      <w:r>
        <w:t>250.1135</w:t>
      </w:r>
      <w:r>
        <w:tab/>
        <w:t>2.025e0</w:t>
      </w:r>
    </w:p>
    <w:p w:rsidR="00C532FF" w:rsidRDefault="00C532FF" w:rsidP="00C532FF">
      <w:r>
        <w:t>250.1177</w:t>
      </w:r>
      <w:r>
        <w:tab/>
        <w:t>1.013e0</w:t>
      </w:r>
    </w:p>
    <w:p w:rsidR="00C532FF" w:rsidRDefault="00C532FF" w:rsidP="00C532FF">
      <w:r>
        <w:t>250.1386</w:t>
      </w:r>
      <w:r>
        <w:tab/>
        <w:t>1.013e0</w:t>
      </w:r>
    </w:p>
    <w:p w:rsidR="00C532FF" w:rsidRDefault="00C532FF" w:rsidP="00C532FF">
      <w:r>
        <w:t>250.1405</w:t>
      </w:r>
      <w:r>
        <w:tab/>
        <w:t>2.025e0</w:t>
      </w:r>
    </w:p>
    <w:p w:rsidR="00C532FF" w:rsidRDefault="00C532FF" w:rsidP="00C532FF">
      <w:r>
        <w:t>250.1423</w:t>
      </w:r>
      <w:r>
        <w:tab/>
        <w:t>2.025e0</w:t>
      </w:r>
    </w:p>
    <w:p w:rsidR="00C532FF" w:rsidRDefault="00C532FF" w:rsidP="00C532FF">
      <w:r>
        <w:t>250.1573</w:t>
      </w:r>
      <w:r>
        <w:tab/>
        <w:t>2.025e0</w:t>
      </w:r>
    </w:p>
    <w:p w:rsidR="00C532FF" w:rsidRDefault="00C532FF" w:rsidP="00C532FF">
      <w:r>
        <w:lastRenderedPageBreak/>
        <w:t>250.1656</w:t>
      </w:r>
      <w:r>
        <w:tab/>
        <w:t>3.038e0</w:t>
      </w:r>
    </w:p>
    <w:p w:rsidR="00C532FF" w:rsidRDefault="00C532FF" w:rsidP="00C532FF">
      <w:r>
        <w:t>250.1678</w:t>
      </w:r>
      <w:r>
        <w:tab/>
        <w:t>3.038e0</w:t>
      </w:r>
    </w:p>
    <w:p w:rsidR="00C532FF" w:rsidRDefault="00C532FF" w:rsidP="00C532FF">
      <w:r>
        <w:t>250.1708</w:t>
      </w:r>
      <w:r>
        <w:tab/>
        <w:t>2.025e0</w:t>
      </w:r>
    </w:p>
    <w:p w:rsidR="00C532FF" w:rsidRDefault="00C532FF" w:rsidP="00C532FF">
      <w:r>
        <w:t>250.1721</w:t>
      </w:r>
      <w:r>
        <w:tab/>
        <w:t>2.025e0</w:t>
      </w:r>
    </w:p>
    <w:p w:rsidR="00C532FF" w:rsidRDefault="00C532FF" w:rsidP="00C532FF">
      <w:r>
        <w:t>250.1787</w:t>
      </w:r>
      <w:r>
        <w:tab/>
        <w:t>5.063e0</w:t>
      </w:r>
    </w:p>
    <w:p w:rsidR="00C532FF" w:rsidRDefault="00C532FF" w:rsidP="00C532FF">
      <w:r>
        <w:t>250.1799</w:t>
      </w:r>
      <w:r>
        <w:tab/>
        <w:t>4.051e0</w:t>
      </w:r>
    </w:p>
    <w:p w:rsidR="00C532FF" w:rsidRDefault="00C532FF" w:rsidP="00C532FF">
      <w:r>
        <w:t>250.1847</w:t>
      </w:r>
      <w:r>
        <w:tab/>
        <w:t>1.013e0</w:t>
      </w:r>
    </w:p>
    <w:p w:rsidR="00C532FF" w:rsidRDefault="00C532FF" w:rsidP="00C532FF">
      <w:r>
        <w:t>250.2125</w:t>
      </w:r>
      <w:r>
        <w:tab/>
        <w:t>2.025e0</w:t>
      </w:r>
    </w:p>
    <w:p w:rsidR="00C532FF" w:rsidRDefault="00C532FF" w:rsidP="00C532FF">
      <w:r>
        <w:t>250.2146</w:t>
      </w:r>
      <w:r>
        <w:tab/>
        <w:t>1.013e0</w:t>
      </w:r>
    </w:p>
    <w:p w:rsidR="00C532FF" w:rsidRDefault="00C532FF" w:rsidP="00C532FF">
      <w:r>
        <w:t>250.2188</w:t>
      </w:r>
      <w:r>
        <w:tab/>
        <w:t>1.013e0</w:t>
      </w:r>
    </w:p>
    <w:p w:rsidR="00C532FF" w:rsidRDefault="00C532FF" w:rsidP="00C532FF">
      <w:r>
        <w:t>250.2457</w:t>
      </w:r>
      <w:r>
        <w:tab/>
        <w:t>2.025e0</w:t>
      </w:r>
    </w:p>
    <w:p w:rsidR="00C532FF" w:rsidRDefault="00C532FF" w:rsidP="00C532FF">
      <w:r>
        <w:t>250.2568</w:t>
      </w:r>
      <w:r>
        <w:tab/>
        <w:t>1.013e0</w:t>
      </w:r>
    </w:p>
    <w:p w:rsidR="00C532FF" w:rsidRDefault="00C532FF" w:rsidP="00C532FF">
      <w:r>
        <w:t>250.2627</w:t>
      </w:r>
      <w:r>
        <w:tab/>
        <w:t>2.025e0</w:t>
      </w:r>
    </w:p>
    <w:p w:rsidR="00C532FF" w:rsidRDefault="00C532FF" w:rsidP="00C532FF">
      <w:r>
        <w:t>250.3067</w:t>
      </w:r>
      <w:r>
        <w:tab/>
        <w:t>1.013e0</w:t>
      </w:r>
    </w:p>
    <w:p w:rsidR="00C532FF" w:rsidRDefault="00C532FF" w:rsidP="00C532FF">
      <w:r>
        <w:t>250.3110</w:t>
      </w:r>
      <w:r>
        <w:tab/>
        <w:t>1.013e0</w:t>
      </w:r>
    </w:p>
    <w:p w:rsidR="00C532FF" w:rsidRDefault="00C532FF" w:rsidP="00C532FF">
      <w:r>
        <w:t>250.3226</w:t>
      </w:r>
      <w:r>
        <w:tab/>
        <w:t>1.013e0</w:t>
      </w:r>
    </w:p>
    <w:p w:rsidR="00C532FF" w:rsidRDefault="00C532FF" w:rsidP="00C532FF">
      <w:r>
        <w:t>250.3413</w:t>
      </w:r>
      <w:r>
        <w:tab/>
        <w:t>3.038e0</w:t>
      </w:r>
    </w:p>
    <w:p w:rsidR="00C532FF" w:rsidRDefault="00C532FF" w:rsidP="00C532FF">
      <w:r>
        <w:t>250.3607</w:t>
      </w:r>
      <w:r>
        <w:tab/>
        <w:t>1.013e0</w:t>
      </w:r>
    </w:p>
    <w:p w:rsidR="00C532FF" w:rsidRDefault="00C532FF" w:rsidP="00C532FF">
      <w:r>
        <w:t>250.3738</w:t>
      </w:r>
      <w:r>
        <w:tab/>
        <w:t>1.013e0</w:t>
      </w:r>
    </w:p>
    <w:p w:rsidR="00C532FF" w:rsidRDefault="00C532FF" w:rsidP="00C532FF">
      <w:r>
        <w:lastRenderedPageBreak/>
        <w:t>250.3874</w:t>
      </w:r>
      <w:r>
        <w:tab/>
        <w:t>1.013e0</w:t>
      </w:r>
    </w:p>
    <w:p w:rsidR="00C532FF" w:rsidRDefault="00C532FF" w:rsidP="00C532FF">
      <w:r>
        <w:t>250.4067</w:t>
      </w:r>
      <w:r>
        <w:tab/>
        <w:t>1.013e0</w:t>
      </w:r>
    </w:p>
    <w:p w:rsidR="00C532FF" w:rsidRDefault="00C532FF" w:rsidP="00C532FF">
      <w:r>
        <w:t>250.4411</w:t>
      </w:r>
      <w:r>
        <w:tab/>
        <w:t>1.013e0</w:t>
      </w:r>
    </w:p>
    <w:p w:rsidR="00C532FF" w:rsidRDefault="00C532FF" w:rsidP="00C532FF">
      <w:r>
        <w:t>250.4533</w:t>
      </w:r>
      <w:r>
        <w:tab/>
        <w:t>1.013e0</w:t>
      </w:r>
    </w:p>
    <w:p w:rsidR="00C532FF" w:rsidRDefault="00C532FF" w:rsidP="00C532FF">
      <w:r>
        <w:t>250.4717</w:t>
      </w:r>
      <w:r>
        <w:tab/>
        <w:t>1.013e0</w:t>
      </w:r>
    </w:p>
    <w:p w:rsidR="00C532FF" w:rsidRDefault="00C532FF" w:rsidP="00C532FF">
      <w:r>
        <w:t>250.4999</w:t>
      </w:r>
      <w:r>
        <w:tab/>
        <w:t>2.025e0</w:t>
      </w:r>
    </w:p>
    <w:p w:rsidR="00C532FF" w:rsidRDefault="00C532FF" w:rsidP="00C532FF">
      <w:r>
        <w:t>250.5043</w:t>
      </w:r>
      <w:r>
        <w:tab/>
        <w:t>2.025e0</w:t>
      </w:r>
    </w:p>
    <w:p w:rsidR="00C532FF" w:rsidRDefault="00C532FF" w:rsidP="00C532FF">
      <w:r>
        <w:t>250.5093</w:t>
      </w:r>
      <w:r>
        <w:tab/>
        <w:t>1.013e0</w:t>
      </w:r>
    </w:p>
    <w:p w:rsidR="00C532FF" w:rsidRDefault="00C532FF" w:rsidP="00C532FF">
      <w:r>
        <w:t>250.5598</w:t>
      </w:r>
      <w:r>
        <w:tab/>
        <w:t>1.013e0</w:t>
      </w:r>
    </w:p>
    <w:p w:rsidR="00C532FF" w:rsidRDefault="00C532FF" w:rsidP="00C532FF">
      <w:r>
        <w:t>250.5690</w:t>
      </w:r>
      <w:r>
        <w:tab/>
        <w:t>6.076e0</w:t>
      </w:r>
    </w:p>
    <w:p w:rsidR="00C532FF" w:rsidRDefault="00C532FF" w:rsidP="00C532FF">
      <w:r>
        <w:t>250.5836</w:t>
      </w:r>
      <w:r>
        <w:tab/>
        <w:t>4.051e0</w:t>
      </w:r>
    </w:p>
    <w:p w:rsidR="00C532FF" w:rsidRDefault="00C532FF" w:rsidP="00C532FF">
      <w:r>
        <w:t>250.5900</w:t>
      </w:r>
      <w:r>
        <w:tab/>
        <w:t>3.038e0</w:t>
      </w:r>
    </w:p>
    <w:p w:rsidR="00C532FF" w:rsidRDefault="00C532FF" w:rsidP="00C532FF">
      <w:r>
        <w:t>250.6017</w:t>
      </w:r>
      <w:r>
        <w:tab/>
        <w:t>1.013e0</w:t>
      </w:r>
    </w:p>
    <w:p w:rsidR="00C532FF" w:rsidRDefault="00C532FF" w:rsidP="00C532FF">
      <w:r>
        <w:t>250.6138</w:t>
      </w:r>
      <w:r>
        <w:tab/>
        <w:t>1.013e0</w:t>
      </w:r>
    </w:p>
    <w:p w:rsidR="00C532FF" w:rsidRDefault="00C532FF" w:rsidP="00C532FF">
      <w:r>
        <w:t>250.6178</w:t>
      </w:r>
      <w:r>
        <w:tab/>
        <w:t>1.013e0</w:t>
      </w:r>
    </w:p>
    <w:p w:rsidR="00C532FF" w:rsidRDefault="00C532FF" w:rsidP="00C532FF">
      <w:r>
        <w:t>250.6519</w:t>
      </w:r>
      <w:r>
        <w:tab/>
        <w:t>1.013e0</w:t>
      </w:r>
    </w:p>
    <w:p w:rsidR="00C532FF" w:rsidRDefault="00C532FF" w:rsidP="00C532FF">
      <w:r>
        <w:t>250.6557</w:t>
      </w:r>
      <w:r>
        <w:tab/>
        <w:t>1.013e0</w:t>
      </w:r>
    </w:p>
    <w:p w:rsidR="00C532FF" w:rsidRDefault="00C532FF" w:rsidP="00C532FF">
      <w:r>
        <w:t>250.6619</w:t>
      </w:r>
      <w:r>
        <w:tab/>
        <w:t>2.025e0</w:t>
      </w:r>
    </w:p>
    <w:p w:rsidR="00C532FF" w:rsidRDefault="00C532FF" w:rsidP="00C532FF">
      <w:r>
        <w:t>250.6789</w:t>
      </w:r>
      <w:r>
        <w:tab/>
        <w:t>3.038e0</w:t>
      </w:r>
    </w:p>
    <w:p w:rsidR="00C532FF" w:rsidRDefault="00C532FF" w:rsidP="00C532FF">
      <w:r>
        <w:lastRenderedPageBreak/>
        <w:t>250.7018</w:t>
      </w:r>
      <w:r>
        <w:tab/>
        <w:t>1.013e0</w:t>
      </w:r>
    </w:p>
    <w:p w:rsidR="00C532FF" w:rsidRDefault="00C532FF" w:rsidP="00C532FF">
      <w:r>
        <w:t>250.7141</w:t>
      </w:r>
      <w:r>
        <w:tab/>
        <w:t>1.013e0</w:t>
      </w:r>
    </w:p>
    <w:p w:rsidR="00C532FF" w:rsidRDefault="00C532FF" w:rsidP="00C532FF">
      <w:r>
        <w:t>250.7245</w:t>
      </w:r>
      <w:r>
        <w:tab/>
        <w:t>3.038e0</w:t>
      </w:r>
    </w:p>
    <w:p w:rsidR="00C532FF" w:rsidRDefault="00C532FF" w:rsidP="00C532FF">
      <w:r>
        <w:t>250.7284</w:t>
      </w:r>
      <w:r>
        <w:tab/>
        <w:t>1.013e0</w:t>
      </w:r>
    </w:p>
    <w:p w:rsidR="00C532FF" w:rsidRDefault="00C532FF" w:rsidP="00C532FF">
      <w:r>
        <w:t>250.7478</w:t>
      </w:r>
      <w:r>
        <w:tab/>
        <w:t>2.025e0</w:t>
      </w:r>
    </w:p>
    <w:p w:rsidR="00C532FF" w:rsidRDefault="00C532FF" w:rsidP="00C532FF">
      <w:r>
        <w:t>250.7564</w:t>
      </w:r>
      <w:r>
        <w:tab/>
        <w:t>1.013e0</w:t>
      </w:r>
    </w:p>
    <w:p w:rsidR="00C532FF" w:rsidRDefault="00C532FF" w:rsidP="00C532FF">
      <w:r>
        <w:t>250.7759</w:t>
      </w:r>
      <w:r>
        <w:tab/>
        <w:t>2.025e0</w:t>
      </w:r>
    </w:p>
    <w:p w:rsidR="00C532FF" w:rsidRDefault="00C532FF" w:rsidP="00C532FF">
      <w:r>
        <w:t>250.7781</w:t>
      </w:r>
      <w:r>
        <w:tab/>
        <w:t>1.013e0</w:t>
      </w:r>
    </w:p>
    <w:p w:rsidR="00C532FF" w:rsidRDefault="00C532FF" w:rsidP="00C532FF">
      <w:r>
        <w:t>250.7823</w:t>
      </w:r>
      <w:r>
        <w:tab/>
        <w:t>1.013e0</w:t>
      </w:r>
    </w:p>
    <w:p w:rsidR="00C532FF" w:rsidRDefault="00C532FF" w:rsidP="00C532FF">
      <w:r>
        <w:t>250.7942</w:t>
      </w:r>
      <w:r>
        <w:tab/>
        <w:t>1.013e0</w:t>
      </w:r>
    </w:p>
    <w:p w:rsidR="00C532FF" w:rsidRDefault="00C532FF" w:rsidP="00C532FF">
      <w:r>
        <w:t>250.7981</w:t>
      </w:r>
      <w:r>
        <w:tab/>
        <w:t>1.013e0</w:t>
      </w:r>
    </w:p>
    <w:p w:rsidR="00C532FF" w:rsidRDefault="00C532FF" w:rsidP="00C532FF">
      <w:r>
        <w:t>250.8494</w:t>
      </w:r>
      <w:r>
        <w:tab/>
        <w:t>1.013e0</w:t>
      </w:r>
    </w:p>
    <w:p w:rsidR="00C532FF" w:rsidRDefault="00C532FF" w:rsidP="00C532FF">
      <w:r>
        <w:t>250.8586</w:t>
      </w:r>
      <w:r>
        <w:tab/>
        <w:t>1.013e0</w:t>
      </w:r>
    </w:p>
    <w:p w:rsidR="00C532FF" w:rsidRDefault="00C532FF" w:rsidP="00C532FF">
      <w:r>
        <w:t>250.8666</w:t>
      </w:r>
      <w:r>
        <w:tab/>
        <w:t>1.013e0</w:t>
      </w:r>
    </w:p>
    <w:p w:rsidR="00C532FF" w:rsidRDefault="00C532FF" w:rsidP="00C532FF">
      <w:r>
        <w:t>250.8706</w:t>
      </w:r>
      <w:r>
        <w:tab/>
        <w:t>1.013e0</w:t>
      </w:r>
    </w:p>
    <w:p w:rsidR="00C532FF" w:rsidRDefault="00C532FF" w:rsidP="00C532FF">
      <w:r>
        <w:t>250.9659</w:t>
      </w:r>
      <w:r>
        <w:tab/>
        <w:t>7.089e0</w:t>
      </w:r>
    </w:p>
    <w:p w:rsidR="00C532FF" w:rsidRDefault="00C532FF" w:rsidP="00C532FF">
      <w:r>
        <w:t>250.9675</w:t>
      </w:r>
      <w:r>
        <w:tab/>
        <w:t>6.200e0</w:t>
      </w:r>
    </w:p>
    <w:p w:rsidR="00C532FF" w:rsidRDefault="00C532FF" w:rsidP="00C532FF">
      <w:r>
        <w:t>250.9727</w:t>
      </w:r>
      <w:r>
        <w:tab/>
        <w:t>9.569e0</w:t>
      </w:r>
    </w:p>
    <w:p w:rsidR="00C532FF" w:rsidRDefault="00C532FF" w:rsidP="00C532FF">
      <w:r>
        <w:t>250.9752</w:t>
      </w:r>
      <w:r>
        <w:tab/>
        <w:t>1.418e1</w:t>
      </w:r>
    </w:p>
    <w:p w:rsidR="00C532FF" w:rsidRDefault="00C532FF" w:rsidP="00C532FF">
      <w:r>
        <w:lastRenderedPageBreak/>
        <w:t>250.9789</w:t>
      </w:r>
      <w:r>
        <w:tab/>
        <w:t>3.038e0</w:t>
      </w:r>
    </w:p>
    <w:p w:rsidR="00C532FF" w:rsidRDefault="00C532FF" w:rsidP="00C532FF">
      <w:r>
        <w:t>250.9869</w:t>
      </w:r>
      <w:r>
        <w:tab/>
        <w:t>7.089e0</w:t>
      </w:r>
    </w:p>
    <w:p w:rsidR="00C532FF" w:rsidRDefault="00C532FF" w:rsidP="00C532FF">
      <w:r>
        <w:t>250.9913</w:t>
      </w:r>
      <w:r>
        <w:tab/>
        <w:t>5.063e0</w:t>
      </w:r>
    </w:p>
    <w:p w:rsidR="00C532FF" w:rsidRDefault="00C532FF" w:rsidP="00C532FF">
      <w:r>
        <w:t>251.0269</w:t>
      </w:r>
      <w:r>
        <w:tab/>
        <w:t>3.038e0</w:t>
      </w:r>
    </w:p>
    <w:p w:rsidR="00C532FF" w:rsidRDefault="00C532FF" w:rsidP="00C532FF">
      <w:r>
        <w:t>251.0314</w:t>
      </w:r>
      <w:r>
        <w:tab/>
        <w:t>1.013e0</w:t>
      </w:r>
    </w:p>
    <w:p w:rsidR="00C532FF" w:rsidRDefault="00C532FF" w:rsidP="00C532FF">
      <w:r>
        <w:t>251.0349</w:t>
      </w:r>
      <w:r>
        <w:tab/>
        <w:t>1.013e0</w:t>
      </w:r>
    </w:p>
    <w:p w:rsidR="00C532FF" w:rsidRDefault="00C532FF" w:rsidP="00C532FF">
      <w:r>
        <w:t>251.0432</w:t>
      </w:r>
      <w:r>
        <w:tab/>
        <w:t>1.013e0</w:t>
      </w:r>
    </w:p>
    <w:p w:rsidR="00C532FF" w:rsidRDefault="00C532FF" w:rsidP="00C532FF">
      <w:r>
        <w:t>251.0512</w:t>
      </w:r>
      <w:r>
        <w:tab/>
        <w:t>2.025e0</w:t>
      </w:r>
    </w:p>
    <w:p w:rsidR="00C532FF" w:rsidRDefault="00C532FF" w:rsidP="00C532FF">
      <w:r>
        <w:t>251.0548</w:t>
      </w:r>
      <w:r>
        <w:tab/>
        <w:t>1.013e0</w:t>
      </w:r>
    </w:p>
    <w:p w:rsidR="00C532FF" w:rsidRDefault="00C532FF" w:rsidP="00C532FF">
      <w:r>
        <w:t>251.0619</w:t>
      </w:r>
      <w:r>
        <w:tab/>
        <w:t>2.025e0</w:t>
      </w:r>
    </w:p>
    <w:p w:rsidR="00C532FF" w:rsidRDefault="00C532FF" w:rsidP="00C532FF">
      <w:r>
        <w:t>251.0644</w:t>
      </w:r>
      <w:r>
        <w:tab/>
        <w:t>1.013e0</w:t>
      </w:r>
    </w:p>
    <w:p w:rsidR="00C532FF" w:rsidRDefault="00C532FF" w:rsidP="00C532FF">
      <w:r>
        <w:t>251.0709</w:t>
      </w:r>
      <w:r>
        <w:tab/>
        <w:t>5.063e0</w:t>
      </w:r>
    </w:p>
    <w:p w:rsidR="00C532FF" w:rsidRDefault="00C532FF" w:rsidP="00C532FF">
      <w:r>
        <w:t>251.0736</w:t>
      </w:r>
      <w:r>
        <w:tab/>
        <w:t>2.025e0</w:t>
      </w:r>
    </w:p>
    <w:p w:rsidR="00C532FF" w:rsidRDefault="00C532FF" w:rsidP="00C532FF">
      <w:r>
        <w:t>251.0772</w:t>
      </w:r>
      <w:r>
        <w:tab/>
        <w:t>2.025e0</w:t>
      </w:r>
    </w:p>
    <w:p w:rsidR="00C532FF" w:rsidRDefault="00C532FF" w:rsidP="00C532FF">
      <w:r>
        <w:t>251.1101</w:t>
      </w:r>
      <w:r>
        <w:tab/>
        <w:t>6.471e0</w:t>
      </w:r>
    </w:p>
    <w:p w:rsidR="00C532FF" w:rsidRDefault="00C532FF" w:rsidP="00C532FF">
      <w:r>
        <w:t>251.1135</w:t>
      </w:r>
      <w:r>
        <w:tab/>
        <w:t>3.038e0</w:t>
      </w:r>
    </w:p>
    <w:p w:rsidR="00C532FF" w:rsidRDefault="00C532FF" w:rsidP="00C532FF">
      <w:r>
        <w:t>251.1291</w:t>
      </w:r>
      <w:r>
        <w:tab/>
        <w:t>2.025e0</w:t>
      </w:r>
    </w:p>
    <w:p w:rsidR="00C532FF" w:rsidRDefault="00C532FF" w:rsidP="00C532FF">
      <w:r>
        <w:t>251.1384</w:t>
      </w:r>
      <w:r>
        <w:tab/>
        <w:t>5.063e0</w:t>
      </w:r>
    </w:p>
    <w:p w:rsidR="00C532FF" w:rsidRDefault="00C532FF" w:rsidP="00C532FF">
      <w:r>
        <w:t>251.1431</w:t>
      </w:r>
      <w:r>
        <w:tab/>
        <w:t>4.051e0</w:t>
      </w:r>
    </w:p>
    <w:p w:rsidR="00C532FF" w:rsidRDefault="00C532FF" w:rsidP="00C532FF">
      <w:r>
        <w:lastRenderedPageBreak/>
        <w:t>251.1456</w:t>
      </w:r>
      <w:r>
        <w:tab/>
        <w:t>3.304e0</w:t>
      </w:r>
    </w:p>
    <w:p w:rsidR="00C532FF" w:rsidRDefault="00C532FF" w:rsidP="00C532FF">
      <w:r>
        <w:t>251.1674</w:t>
      </w:r>
      <w:r>
        <w:tab/>
        <w:t>2.025e0</w:t>
      </w:r>
    </w:p>
    <w:p w:rsidR="00C532FF" w:rsidRDefault="00C532FF" w:rsidP="00C532FF">
      <w:r>
        <w:t>251.1687</w:t>
      </w:r>
      <w:r>
        <w:tab/>
        <w:t>3.038e0</w:t>
      </w:r>
    </w:p>
    <w:p w:rsidR="00C532FF" w:rsidRDefault="00C532FF" w:rsidP="00C532FF">
      <w:r>
        <w:t>251.1773</w:t>
      </w:r>
      <w:r>
        <w:tab/>
        <w:t>2.025e0</w:t>
      </w:r>
    </w:p>
    <w:p w:rsidR="00C532FF" w:rsidRDefault="00C532FF" w:rsidP="00C532FF">
      <w:r>
        <w:t>251.1879</w:t>
      </w:r>
      <w:r>
        <w:tab/>
        <w:t>3.038e0</w:t>
      </w:r>
    </w:p>
    <w:p w:rsidR="00C532FF" w:rsidRDefault="00C532FF" w:rsidP="00C532FF">
      <w:r>
        <w:t>251.1908</w:t>
      </w:r>
      <w:r>
        <w:tab/>
        <w:t>3.038e0</w:t>
      </w:r>
    </w:p>
    <w:p w:rsidR="00C532FF" w:rsidRDefault="00C532FF" w:rsidP="00C532FF">
      <w:r>
        <w:t>251.2005</w:t>
      </w:r>
      <w:r>
        <w:tab/>
        <w:t>2.025e0</w:t>
      </w:r>
    </w:p>
    <w:p w:rsidR="00C532FF" w:rsidRDefault="00C532FF" w:rsidP="00C532FF">
      <w:r>
        <w:t>251.2098</w:t>
      </w:r>
      <w:r>
        <w:tab/>
        <w:t>2.025e0</w:t>
      </w:r>
    </w:p>
    <w:p w:rsidR="00C532FF" w:rsidRDefault="00C532FF" w:rsidP="00C532FF">
      <w:r>
        <w:t>251.2196</w:t>
      </w:r>
      <w:r>
        <w:tab/>
        <w:t>2.025e0</w:t>
      </w:r>
    </w:p>
    <w:p w:rsidR="00C532FF" w:rsidRDefault="00C532FF" w:rsidP="00C532FF">
      <w:r>
        <w:t>251.2236</w:t>
      </w:r>
      <w:r>
        <w:tab/>
        <w:t>1.013e0</w:t>
      </w:r>
    </w:p>
    <w:p w:rsidR="00C532FF" w:rsidRDefault="00C532FF" w:rsidP="00C532FF">
      <w:r>
        <w:t>251.2458</w:t>
      </w:r>
      <w:r>
        <w:tab/>
        <w:t>1.013e0</w:t>
      </w:r>
    </w:p>
    <w:p w:rsidR="00C532FF" w:rsidRDefault="00C532FF" w:rsidP="00C532FF">
      <w:r>
        <w:t>251.2793</w:t>
      </w:r>
      <w:r>
        <w:tab/>
        <w:t>1.013e0</w:t>
      </w:r>
    </w:p>
    <w:p w:rsidR="00C532FF" w:rsidRDefault="00C532FF" w:rsidP="00C532FF">
      <w:r>
        <w:t>251.3001</w:t>
      </w:r>
      <w:r>
        <w:tab/>
        <w:t>1.013e0</w:t>
      </w:r>
    </w:p>
    <w:p w:rsidR="00C532FF" w:rsidRDefault="00C532FF" w:rsidP="00C532FF">
      <w:r>
        <w:t>251.3210</w:t>
      </w:r>
      <w:r>
        <w:tab/>
        <w:t>2.025e0</w:t>
      </w:r>
    </w:p>
    <w:p w:rsidR="00C532FF" w:rsidRDefault="00C532FF" w:rsidP="00C532FF">
      <w:r>
        <w:t>251.3260</w:t>
      </w:r>
      <w:r>
        <w:tab/>
        <w:t>1.013e0</w:t>
      </w:r>
    </w:p>
    <w:p w:rsidR="00C532FF" w:rsidRDefault="00C532FF" w:rsidP="00C532FF">
      <w:r>
        <w:t>251.3502</w:t>
      </w:r>
      <w:r>
        <w:tab/>
        <w:t>1.013e0</w:t>
      </w:r>
    </w:p>
    <w:p w:rsidR="00C532FF" w:rsidRDefault="00C532FF" w:rsidP="00C532FF">
      <w:r>
        <w:t>251.3541</w:t>
      </w:r>
      <w:r>
        <w:tab/>
        <w:t>1.013e0</w:t>
      </w:r>
    </w:p>
    <w:p w:rsidR="00C532FF" w:rsidRDefault="00C532FF" w:rsidP="00C532FF">
      <w:r>
        <w:t>251.3615</w:t>
      </w:r>
      <w:r>
        <w:tab/>
        <w:t>2.025e0</w:t>
      </w:r>
    </w:p>
    <w:p w:rsidR="00C532FF" w:rsidRDefault="00C532FF" w:rsidP="00C532FF">
      <w:r>
        <w:t>251.3841</w:t>
      </w:r>
      <w:r>
        <w:tab/>
        <w:t>1.013e0</w:t>
      </w:r>
    </w:p>
    <w:p w:rsidR="00C532FF" w:rsidRDefault="00C532FF" w:rsidP="00C532FF">
      <w:r>
        <w:lastRenderedPageBreak/>
        <w:t>251.4149</w:t>
      </w:r>
      <w:r>
        <w:tab/>
        <w:t>1.013e0</w:t>
      </w:r>
    </w:p>
    <w:p w:rsidR="00C532FF" w:rsidRDefault="00C532FF" w:rsidP="00C532FF">
      <w:r>
        <w:t>251.4474</w:t>
      </w:r>
      <w:r>
        <w:tab/>
        <w:t>2.025e0</w:t>
      </w:r>
    </w:p>
    <w:p w:rsidR="00C532FF" w:rsidRDefault="00C532FF" w:rsidP="00C532FF">
      <w:r>
        <w:t>251.4686</w:t>
      </w:r>
      <w:r>
        <w:tab/>
        <w:t>2.025e0</w:t>
      </w:r>
    </w:p>
    <w:p w:rsidR="00C532FF" w:rsidRDefault="00C532FF" w:rsidP="00C532FF">
      <w:r>
        <w:t>251.4879</w:t>
      </w:r>
      <w:r>
        <w:tab/>
        <w:t>2.025e0</w:t>
      </w:r>
    </w:p>
    <w:p w:rsidR="00C532FF" w:rsidRDefault="00C532FF" w:rsidP="00C532FF">
      <w:r>
        <w:t>251.5070</w:t>
      </w:r>
      <w:r>
        <w:tab/>
        <w:t>1.013e0</w:t>
      </w:r>
    </w:p>
    <w:p w:rsidR="00C532FF" w:rsidRDefault="00C532FF" w:rsidP="00C532FF">
      <w:r>
        <w:t>251.5150</w:t>
      </w:r>
      <w:r>
        <w:tab/>
        <w:t>1.013e0</w:t>
      </w:r>
    </w:p>
    <w:p w:rsidR="00C532FF" w:rsidRDefault="00C532FF" w:rsidP="00C532FF">
      <w:r>
        <w:t>251.5187</w:t>
      </w:r>
      <w:r>
        <w:tab/>
        <w:t>5.063e0</w:t>
      </w:r>
    </w:p>
    <w:p w:rsidR="00C532FF" w:rsidRDefault="00C532FF" w:rsidP="00C532FF">
      <w:r>
        <w:t>251.5316</w:t>
      </w:r>
      <w:r>
        <w:tab/>
        <w:t>2.025e0</w:t>
      </w:r>
    </w:p>
    <w:p w:rsidR="00C532FF" w:rsidRDefault="00C532FF" w:rsidP="00C532FF">
      <w:r>
        <w:t>251.5512</w:t>
      </w:r>
      <w:r>
        <w:tab/>
        <w:t>2.025e0</w:t>
      </w:r>
    </w:p>
    <w:p w:rsidR="00C532FF" w:rsidRDefault="00C532FF" w:rsidP="00C532FF">
      <w:r>
        <w:t>251.5571</w:t>
      </w:r>
      <w:r>
        <w:tab/>
        <w:t>1.013e0</w:t>
      </w:r>
    </w:p>
    <w:p w:rsidR="00C532FF" w:rsidRDefault="00C532FF" w:rsidP="00C532FF">
      <w:r>
        <w:t>251.5705</w:t>
      </w:r>
      <w:r>
        <w:tab/>
        <w:t>4.051e0</w:t>
      </w:r>
    </w:p>
    <w:p w:rsidR="00C532FF" w:rsidRDefault="00C532FF" w:rsidP="00C532FF">
      <w:r>
        <w:t>251.5822</w:t>
      </w:r>
      <w:r>
        <w:tab/>
        <w:t>2.025e1</w:t>
      </w:r>
    </w:p>
    <w:p w:rsidR="00C532FF" w:rsidRDefault="00C532FF" w:rsidP="00C532FF">
      <w:r>
        <w:t>251.5844</w:t>
      </w:r>
      <w:r>
        <w:tab/>
        <w:t>1.620e1</w:t>
      </w:r>
    </w:p>
    <w:p w:rsidR="00C532FF" w:rsidRDefault="00C532FF" w:rsidP="00C532FF">
      <w:r>
        <w:t>251.5861</w:t>
      </w:r>
      <w:r>
        <w:tab/>
        <w:t>2.080e1</w:t>
      </w:r>
    </w:p>
    <w:p w:rsidR="00C532FF" w:rsidRDefault="00C532FF" w:rsidP="00C532FF">
      <w:r>
        <w:t>251.5953</w:t>
      </w:r>
      <w:r>
        <w:tab/>
        <w:t>1.013e0</w:t>
      </w:r>
    </w:p>
    <w:p w:rsidR="00C532FF" w:rsidRDefault="00C532FF" w:rsidP="00C532FF">
      <w:r>
        <w:t>251.6160</w:t>
      </w:r>
      <w:r>
        <w:tab/>
        <w:t>1.013e0</w:t>
      </w:r>
    </w:p>
    <w:p w:rsidR="00C532FF" w:rsidRDefault="00C532FF" w:rsidP="00C532FF">
      <w:r>
        <w:t>251.6455</w:t>
      </w:r>
      <w:r>
        <w:tab/>
        <w:t>1.013e0</w:t>
      </w:r>
    </w:p>
    <w:p w:rsidR="00C532FF" w:rsidRDefault="00C532FF" w:rsidP="00C532FF">
      <w:r>
        <w:t>251.6672</w:t>
      </w:r>
      <w:r>
        <w:tab/>
        <w:t>1.013e0</w:t>
      </w:r>
    </w:p>
    <w:p w:rsidR="00C532FF" w:rsidRDefault="00C532FF" w:rsidP="00C532FF">
      <w:r>
        <w:t>251.6716</w:t>
      </w:r>
      <w:r>
        <w:tab/>
        <w:t>1.013e0</w:t>
      </w:r>
    </w:p>
    <w:p w:rsidR="00C532FF" w:rsidRDefault="00C532FF" w:rsidP="00C532FF">
      <w:r>
        <w:lastRenderedPageBreak/>
        <w:t>251.6837</w:t>
      </w:r>
      <w:r>
        <w:tab/>
        <w:t>1.013e0</w:t>
      </w:r>
    </w:p>
    <w:p w:rsidR="00C532FF" w:rsidRDefault="00C532FF" w:rsidP="00C532FF">
      <w:r>
        <w:t>251.6999</w:t>
      </w:r>
      <w:r>
        <w:tab/>
        <w:t>1.013e0</w:t>
      </w:r>
    </w:p>
    <w:p w:rsidR="00C532FF" w:rsidRDefault="00C532FF" w:rsidP="00C532FF">
      <w:r>
        <w:t>251.7215</w:t>
      </w:r>
      <w:r>
        <w:tab/>
        <w:t>1.013e0</w:t>
      </w:r>
    </w:p>
    <w:p w:rsidR="00C532FF" w:rsidRDefault="00C532FF" w:rsidP="00C532FF">
      <w:r>
        <w:t>251.7236</w:t>
      </w:r>
      <w:r>
        <w:tab/>
        <w:t>2.025e0</w:t>
      </w:r>
    </w:p>
    <w:p w:rsidR="00C532FF" w:rsidRDefault="00C532FF" w:rsidP="00C532FF">
      <w:r>
        <w:t>251.7517</w:t>
      </w:r>
      <w:r>
        <w:tab/>
        <w:t>2.025e0</w:t>
      </w:r>
    </w:p>
    <w:p w:rsidR="00C532FF" w:rsidRDefault="00C532FF" w:rsidP="00C532FF">
      <w:r>
        <w:t>251.7681</w:t>
      </w:r>
      <w:r>
        <w:tab/>
        <w:t>1.013e0</w:t>
      </w:r>
    </w:p>
    <w:p w:rsidR="00C532FF" w:rsidRDefault="00C532FF" w:rsidP="00C532FF">
      <w:r>
        <w:t>251.7717</w:t>
      </w:r>
      <w:r>
        <w:tab/>
        <w:t>1.013e0</w:t>
      </w:r>
    </w:p>
    <w:p w:rsidR="00C532FF" w:rsidRDefault="00C532FF" w:rsidP="00C532FF">
      <w:r>
        <w:t>251.8062</w:t>
      </w:r>
      <w:r>
        <w:tab/>
        <w:t>1.013e0</w:t>
      </w:r>
    </w:p>
    <w:p w:rsidR="00C532FF" w:rsidRDefault="00C532FF" w:rsidP="00C532FF">
      <w:r>
        <w:t>251.8313</w:t>
      </w:r>
      <w:r>
        <w:tab/>
        <w:t>2.025e0</w:t>
      </w:r>
    </w:p>
    <w:p w:rsidR="00C532FF" w:rsidRDefault="00C532FF" w:rsidP="00C532FF">
      <w:r>
        <w:t>251.8360</w:t>
      </w:r>
      <w:r>
        <w:tab/>
        <w:t>1.013e0</w:t>
      </w:r>
    </w:p>
    <w:p w:rsidR="00C532FF" w:rsidRDefault="00C532FF" w:rsidP="00C532FF">
      <w:r>
        <w:t>251.8781</w:t>
      </w:r>
      <w:r>
        <w:tab/>
        <w:t>1.013e0</w:t>
      </w:r>
    </w:p>
    <w:p w:rsidR="00C532FF" w:rsidRDefault="00C532FF" w:rsidP="00C532FF">
      <w:r>
        <w:t>251.8856</w:t>
      </w:r>
      <w:r>
        <w:tab/>
        <w:t>3.038e0</w:t>
      </w:r>
    </w:p>
    <w:p w:rsidR="00C532FF" w:rsidRDefault="00C532FF" w:rsidP="00C532FF">
      <w:r>
        <w:t>251.8927</w:t>
      </w:r>
      <w:r>
        <w:tab/>
        <w:t>2.025e0</w:t>
      </w:r>
    </w:p>
    <w:p w:rsidR="00C532FF" w:rsidRDefault="00C532FF" w:rsidP="00C532FF">
      <w:r>
        <w:t>251.9023</w:t>
      </w:r>
      <w:r>
        <w:tab/>
        <w:t>1.013e0</w:t>
      </w:r>
    </w:p>
    <w:p w:rsidR="00C532FF" w:rsidRDefault="00C532FF" w:rsidP="00C532FF">
      <w:r>
        <w:t>251.9368</w:t>
      </w:r>
      <w:r>
        <w:tab/>
        <w:t>1.013e0</w:t>
      </w:r>
    </w:p>
    <w:p w:rsidR="00C532FF" w:rsidRDefault="00C532FF" w:rsidP="00C532FF">
      <w:r>
        <w:t>251.9615</w:t>
      </w:r>
      <w:r>
        <w:tab/>
        <w:t>2.025e0</w:t>
      </w:r>
    </w:p>
    <w:p w:rsidR="00C532FF" w:rsidRDefault="00C532FF" w:rsidP="00C532FF">
      <w:r>
        <w:t>251.9671</w:t>
      </w:r>
      <w:r>
        <w:tab/>
        <w:t>2.025e0</w:t>
      </w:r>
    </w:p>
    <w:p w:rsidR="00C532FF" w:rsidRDefault="00C532FF" w:rsidP="00C532FF">
      <w:r>
        <w:t>251.9729</w:t>
      </w:r>
      <w:r>
        <w:tab/>
        <w:t>2.025e0</w:t>
      </w:r>
    </w:p>
    <w:p w:rsidR="00C532FF" w:rsidRDefault="00C532FF" w:rsidP="00C532FF">
      <w:r>
        <w:t>251.9905</w:t>
      </w:r>
      <w:r>
        <w:tab/>
        <w:t>1.013e0</w:t>
      </w:r>
    </w:p>
    <w:p w:rsidR="00C532FF" w:rsidRDefault="00C532FF" w:rsidP="00C532FF">
      <w:r>
        <w:lastRenderedPageBreak/>
        <w:t>251.9999</w:t>
      </w:r>
      <w:r>
        <w:tab/>
        <w:t>2.025e0</w:t>
      </w:r>
    </w:p>
    <w:p w:rsidR="00C532FF" w:rsidRDefault="00C532FF" w:rsidP="00C532FF">
      <w:r>
        <w:t>252.0046</w:t>
      </w:r>
      <w:r>
        <w:tab/>
        <w:t>1.013e0</w:t>
      </w:r>
    </w:p>
    <w:p w:rsidR="00C532FF" w:rsidRDefault="00C532FF" w:rsidP="00C532FF">
      <w:r>
        <w:t>252.0090</w:t>
      </w:r>
      <w:r>
        <w:tab/>
        <w:t>2.025e0</w:t>
      </w:r>
    </w:p>
    <w:p w:rsidR="00C532FF" w:rsidRDefault="00C532FF" w:rsidP="00C532FF">
      <w:r>
        <w:t>252.0169</w:t>
      </w:r>
      <w:r>
        <w:tab/>
        <w:t>1.013e0</w:t>
      </w:r>
    </w:p>
    <w:p w:rsidR="00C532FF" w:rsidRDefault="00C532FF" w:rsidP="00C532FF">
      <w:r>
        <w:t>252.0454</w:t>
      </w:r>
      <w:r>
        <w:tab/>
        <w:t>3.038e0</w:t>
      </w:r>
    </w:p>
    <w:p w:rsidR="00C532FF" w:rsidRDefault="00C532FF" w:rsidP="00C532FF">
      <w:r>
        <w:t>252.0477</w:t>
      </w:r>
      <w:r>
        <w:tab/>
        <w:t>2.025e0</w:t>
      </w:r>
    </w:p>
    <w:p w:rsidR="00C532FF" w:rsidRDefault="00C532FF" w:rsidP="00C532FF">
      <w:r>
        <w:t>252.0514</w:t>
      </w:r>
      <w:r>
        <w:tab/>
        <w:t>1.013e0</w:t>
      </w:r>
    </w:p>
    <w:p w:rsidR="00C532FF" w:rsidRDefault="00C532FF" w:rsidP="00C532FF">
      <w:r>
        <w:t>252.0561</w:t>
      </w:r>
      <w:r>
        <w:tab/>
        <w:t>3.038e0</w:t>
      </w:r>
    </w:p>
    <w:p w:rsidR="00C532FF" w:rsidRDefault="00C532FF" w:rsidP="00C532FF">
      <w:r>
        <w:t>252.0725</w:t>
      </w:r>
      <w:r>
        <w:tab/>
        <w:t>1.418e1</w:t>
      </w:r>
    </w:p>
    <w:p w:rsidR="00C532FF" w:rsidRDefault="00C532FF" w:rsidP="00C532FF">
      <w:r>
        <w:t>252.0756</w:t>
      </w:r>
      <w:r>
        <w:tab/>
        <w:t>2.025e0</w:t>
      </w:r>
    </w:p>
    <w:p w:rsidR="00C532FF" w:rsidRDefault="00C532FF" w:rsidP="00C532FF">
      <w:r>
        <w:t>252.0813</w:t>
      </w:r>
      <w:r>
        <w:tab/>
        <w:t>3.587e0</w:t>
      </w:r>
    </w:p>
    <w:p w:rsidR="00C532FF" w:rsidRDefault="00C532FF" w:rsidP="00C532FF">
      <w:r>
        <w:t>252.0835</w:t>
      </w:r>
      <w:r>
        <w:tab/>
        <w:t>7.089e0</w:t>
      </w:r>
    </w:p>
    <w:p w:rsidR="00C532FF" w:rsidRDefault="00C532FF" w:rsidP="00C532FF">
      <w:r>
        <w:t>252.0861</w:t>
      </w:r>
      <w:r>
        <w:tab/>
        <w:t>3.038e0</w:t>
      </w:r>
    </w:p>
    <w:p w:rsidR="00C532FF" w:rsidRDefault="00C532FF" w:rsidP="00C532FF">
      <w:r>
        <w:t>252.1136</w:t>
      </w:r>
      <w:r>
        <w:tab/>
        <w:t>1.013e0</w:t>
      </w:r>
    </w:p>
    <w:p w:rsidR="00C532FF" w:rsidRDefault="00C532FF" w:rsidP="00C532FF">
      <w:r>
        <w:t>252.1174</w:t>
      </w:r>
      <w:r>
        <w:tab/>
        <w:t>1.013e0</w:t>
      </w:r>
    </w:p>
    <w:p w:rsidR="00C532FF" w:rsidRDefault="00C532FF" w:rsidP="00C532FF">
      <w:r>
        <w:t>252.1279</w:t>
      </w:r>
      <w:r>
        <w:tab/>
        <w:t>4.051e0</w:t>
      </w:r>
    </w:p>
    <w:p w:rsidR="00C532FF" w:rsidRDefault="00C532FF" w:rsidP="00C532FF">
      <w:r>
        <w:t>252.1344</w:t>
      </w:r>
      <w:r>
        <w:tab/>
        <w:t>5.063e0</w:t>
      </w:r>
    </w:p>
    <w:p w:rsidR="00C532FF" w:rsidRDefault="00C532FF" w:rsidP="00C532FF">
      <w:r>
        <w:t>252.1579</w:t>
      </w:r>
      <w:r>
        <w:tab/>
        <w:t>2.025e0</w:t>
      </w:r>
    </w:p>
    <w:p w:rsidR="00C532FF" w:rsidRDefault="00C532FF" w:rsidP="00C532FF">
      <w:r>
        <w:t>252.1639</w:t>
      </w:r>
      <w:r>
        <w:tab/>
        <w:t>1.013e0</w:t>
      </w:r>
    </w:p>
    <w:p w:rsidR="00C532FF" w:rsidRDefault="00C532FF" w:rsidP="00C532FF">
      <w:r>
        <w:lastRenderedPageBreak/>
        <w:t>252.1789</w:t>
      </w:r>
      <w:r>
        <w:tab/>
        <w:t>6.076e0</w:t>
      </w:r>
    </w:p>
    <w:p w:rsidR="00C532FF" w:rsidRDefault="00C532FF" w:rsidP="00C532FF">
      <w:r>
        <w:t>252.1800</w:t>
      </w:r>
      <w:r>
        <w:tab/>
        <w:t>6.407e0</w:t>
      </w:r>
    </w:p>
    <w:p w:rsidR="00C532FF" w:rsidRDefault="00C532FF" w:rsidP="00C532FF">
      <w:r>
        <w:t>252.1816</w:t>
      </w:r>
      <w:r>
        <w:tab/>
        <w:t>2.135e0</w:t>
      </w:r>
    </w:p>
    <w:p w:rsidR="00C532FF" w:rsidRDefault="00C532FF" w:rsidP="00C532FF">
      <w:r>
        <w:t>252.1881</w:t>
      </w:r>
      <w:r>
        <w:tab/>
        <w:t>2.025e0</w:t>
      </w:r>
    </w:p>
    <w:p w:rsidR="00C532FF" w:rsidRDefault="00C532FF" w:rsidP="00C532FF">
      <w:r>
        <w:t>252.1910</w:t>
      </w:r>
      <w:r>
        <w:tab/>
        <w:t>6.076e0</w:t>
      </w:r>
    </w:p>
    <w:p w:rsidR="00C532FF" w:rsidRDefault="00C532FF" w:rsidP="00C532FF">
      <w:r>
        <w:t>252.1960</w:t>
      </w:r>
      <w:r>
        <w:tab/>
        <w:t>2.025e0</w:t>
      </w:r>
    </w:p>
    <w:p w:rsidR="00C532FF" w:rsidRDefault="00C532FF" w:rsidP="00C532FF">
      <w:r>
        <w:t>252.2040</w:t>
      </w:r>
      <w:r>
        <w:tab/>
        <w:t>2.025e0</w:t>
      </w:r>
    </w:p>
    <w:p w:rsidR="00C532FF" w:rsidRDefault="00C532FF" w:rsidP="00C532FF">
      <w:r>
        <w:t>252.2233</w:t>
      </w:r>
      <w:r>
        <w:tab/>
        <w:t>3.038e0</w:t>
      </w:r>
    </w:p>
    <w:p w:rsidR="00C532FF" w:rsidRDefault="00C532FF" w:rsidP="00C532FF">
      <w:r>
        <w:t>252.2280</w:t>
      </w:r>
      <w:r>
        <w:tab/>
        <w:t>1.013e0</w:t>
      </w:r>
    </w:p>
    <w:p w:rsidR="00C532FF" w:rsidRDefault="00C532FF" w:rsidP="00C532FF">
      <w:r>
        <w:t>252.2483</w:t>
      </w:r>
      <w:r>
        <w:tab/>
        <w:t>1.013e0</w:t>
      </w:r>
    </w:p>
    <w:p w:rsidR="00C532FF" w:rsidRDefault="00C532FF" w:rsidP="00C532FF">
      <w:r>
        <w:t>252.2527</w:t>
      </w:r>
      <w:r>
        <w:tab/>
        <w:t>1.013e0</w:t>
      </w:r>
    </w:p>
    <w:p w:rsidR="00C532FF" w:rsidRDefault="00C532FF" w:rsidP="00C532FF">
      <w:r>
        <w:t>252.2583</w:t>
      </w:r>
      <w:r>
        <w:tab/>
        <w:t>3.038e0</w:t>
      </w:r>
    </w:p>
    <w:p w:rsidR="00C532FF" w:rsidRDefault="00C532FF" w:rsidP="00C532FF">
      <w:r>
        <w:t>252.2952</w:t>
      </w:r>
      <w:r>
        <w:tab/>
        <w:t>1.013e0</w:t>
      </w:r>
    </w:p>
    <w:p w:rsidR="00C532FF" w:rsidRDefault="00C532FF" w:rsidP="00C532FF">
      <w:r>
        <w:t>252.3103</w:t>
      </w:r>
      <w:r>
        <w:tab/>
        <w:t>2.025e0</w:t>
      </w:r>
    </w:p>
    <w:p w:rsidR="00C532FF" w:rsidRDefault="00C532FF" w:rsidP="00C532FF">
      <w:r>
        <w:t>252.3207</w:t>
      </w:r>
      <w:r>
        <w:tab/>
        <w:t>1.013e0</w:t>
      </w:r>
    </w:p>
    <w:p w:rsidR="00C532FF" w:rsidRDefault="00C532FF" w:rsidP="00C532FF">
      <w:r>
        <w:t>252.3244</w:t>
      </w:r>
      <w:r>
        <w:tab/>
        <w:t>1.013e0</w:t>
      </w:r>
    </w:p>
    <w:p w:rsidR="00C532FF" w:rsidRDefault="00C532FF" w:rsidP="00C532FF">
      <w:r>
        <w:t>252.3265</w:t>
      </w:r>
      <w:r>
        <w:tab/>
        <w:t>2.025e0</w:t>
      </w:r>
    </w:p>
    <w:p w:rsidR="00C532FF" w:rsidRDefault="00C532FF" w:rsidP="00C532FF">
      <w:r>
        <w:t>252.3669</w:t>
      </w:r>
      <w:r>
        <w:tab/>
        <w:t>2.025e0</w:t>
      </w:r>
    </w:p>
    <w:p w:rsidR="00C532FF" w:rsidRDefault="00C532FF" w:rsidP="00C532FF">
      <w:r>
        <w:t>252.3705</w:t>
      </w:r>
      <w:r>
        <w:tab/>
        <w:t>1.013e0</w:t>
      </w:r>
    </w:p>
    <w:p w:rsidR="00C532FF" w:rsidRDefault="00C532FF" w:rsidP="00C532FF">
      <w:r>
        <w:lastRenderedPageBreak/>
        <w:t>252.3890</w:t>
      </w:r>
      <w:r>
        <w:tab/>
        <w:t>1.013e0</w:t>
      </w:r>
    </w:p>
    <w:p w:rsidR="00C532FF" w:rsidRDefault="00C532FF" w:rsidP="00C532FF">
      <w:r>
        <w:t>252.3933</w:t>
      </w:r>
      <w:r>
        <w:tab/>
        <w:t>1.013e0</w:t>
      </w:r>
    </w:p>
    <w:p w:rsidR="00C532FF" w:rsidRDefault="00C532FF" w:rsidP="00C532FF">
      <w:r>
        <w:t>252.4262</w:t>
      </w:r>
      <w:r>
        <w:tab/>
        <w:t>1.013e0</w:t>
      </w:r>
    </w:p>
    <w:p w:rsidR="00C532FF" w:rsidRDefault="00C532FF" w:rsidP="00C532FF">
      <w:r>
        <w:t>252.4312</w:t>
      </w:r>
      <w:r>
        <w:tab/>
        <w:t>1.013e0</w:t>
      </w:r>
    </w:p>
    <w:p w:rsidR="00C532FF" w:rsidRDefault="00C532FF" w:rsidP="00C532FF">
      <w:r>
        <w:t>252.4355</w:t>
      </w:r>
      <w:r>
        <w:tab/>
        <w:t>1.013e0</w:t>
      </w:r>
    </w:p>
    <w:p w:rsidR="00C532FF" w:rsidRDefault="00C532FF" w:rsidP="00C532FF">
      <w:r>
        <w:t>252.4471</w:t>
      </w:r>
      <w:r>
        <w:tab/>
        <w:t>1.013e0</w:t>
      </w:r>
    </w:p>
    <w:p w:rsidR="00C532FF" w:rsidRDefault="00C532FF" w:rsidP="00C532FF">
      <w:r>
        <w:t>252.4594</w:t>
      </w:r>
      <w:r>
        <w:tab/>
        <w:t>1.013e0</w:t>
      </w:r>
    </w:p>
    <w:p w:rsidR="00C532FF" w:rsidRDefault="00C532FF" w:rsidP="00C532FF">
      <w:r>
        <w:t>252.5060</w:t>
      </w:r>
      <w:r>
        <w:tab/>
        <w:t>1.013e0</w:t>
      </w:r>
    </w:p>
    <w:p w:rsidR="00C532FF" w:rsidRDefault="00C532FF" w:rsidP="00C532FF">
      <w:r>
        <w:t>252.5315</w:t>
      </w:r>
      <w:r>
        <w:tab/>
        <w:t>1.013e0</w:t>
      </w:r>
    </w:p>
    <w:p w:rsidR="00C532FF" w:rsidRDefault="00C532FF" w:rsidP="00C532FF">
      <w:r>
        <w:t>252.5395</w:t>
      </w:r>
      <w:r>
        <w:tab/>
        <w:t>2.025e0</w:t>
      </w:r>
    </w:p>
    <w:p w:rsidR="00C532FF" w:rsidRDefault="00C532FF" w:rsidP="00C532FF">
      <w:r>
        <w:t>252.5509</w:t>
      </w:r>
      <w:r>
        <w:tab/>
        <w:t>2.025e0</w:t>
      </w:r>
    </w:p>
    <w:p w:rsidR="00C532FF" w:rsidRDefault="00C532FF" w:rsidP="00C532FF">
      <w:r>
        <w:t>252.5619</w:t>
      </w:r>
      <w:r>
        <w:tab/>
        <w:t>1.013e0</w:t>
      </w:r>
    </w:p>
    <w:p w:rsidR="00C532FF" w:rsidRDefault="00C532FF" w:rsidP="00C532FF">
      <w:r>
        <w:t>252.5678</w:t>
      </w:r>
      <w:r>
        <w:tab/>
        <w:t>2.025e0</w:t>
      </w:r>
    </w:p>
    <w:p w:rsidR="00C532FF" w:rsidRDefault="00C532FF" w:rsidP="00C532FF">
      <w:r>
        <w:t>252.5780</w:t>
      </w:r>
      <w:r>
        <w:tab/>
        <w:t>1.013e0</w:t>
      </w:r>
    </w:p>
    <w:p w:rsidR="00C532FF" w:rsidRDefault="00C532FF" w:rsidP="00C532FF">
      <w:r>
        <w:t>252.5799</w:t>
      </w:r>
      <w:r>
        <w:tab/>
        <w:t>4.163e0</w:t>
      </w:r>
    </w:p>
    <w:p w:rsidR="00C532FF" w:rsidRDefault="00C532FF" w:rsidP="00C532FF">
      <w:r>
        <w:t>252.5815</w:t>
      </w:r>
      <w:r>
        <w:tab/>
        <w:t>6.076e0</w:t>
      </w:r>
    </w:p>
    <w:p w:rsidR="00C532FF" w:rsidRDefault="00C532FF" w:rsidP="00C532FF">
      <w:r>
        <w:t>252.5839</w:t>
      </w:r>
      <w:r>
        <w:tab/>
        <w:t>6.076e0</w:t>
      </w:r>
    </w:p>
    <w:p w:rsidR="00C532FF" w:rsidRDefault="00C532FF" w:rsidP="00C532FF">
      <w:r>
        <w:t>252.6065</w:t>
      </w:r>
      <w:r>
        <w:tab/>
        <w:t>3.038e0</w:t>
      </w:r>
    </w:p>
    <w:p w:rsidR="00C532FF" w:rsidRDefault="00C532FF" w:rsidP="00C532FF">
      <w:r>
        <w:t>252.6123</w:t>
      </w:r>
      <w:r>
        <w:tab/>
        <w:t>1.013e0</w:t>
      </w:r>
    </w:p>
    <w:p w:rsidR="00C532FF" w:rsidRDefault="00C532FF" w:rsidP="00C532FF">
      <w:r>
        <w:lastRenderedPageBreak/>
        <w:t>252.6151</w:t>
      </w:r>
      <w:r>
        <w:tab/>
        <w:t>3.038e0</w:t>
      </w:r>
    </w:p>
    <w:p w:rsidR="00C532FF" w:rsidRDefault="00C532FF" w:rsidP="00C532FF">
      <w:r>
        <w:t>252.6378</w:t>
      </w:r>
      <w:r>
        <w:tab/>
        <w:t>2.025e0</w:t>
      </w:r>
    </w:p>
    <w:p w:rsidR="00C532FF" w:rsidRDefault="00C532FF" w:rsidP="00C532FF">
      <w:r>
        <w:t>252.6464</w:t>
      </w:r>
      <w:r>
        <w:tab/>
        <w:t>2.025e0</w:t>
      </w:r>
    </w:p>
    <w:p w:rsidR="00C532FF" w:rsidRDefault="00C532FF" w:rsidP="00C532FF">
      <w:r>
        <w:t>252.6585</w:t>
      </w:r>
      <w:r>
        <w:tab/>
        <w:t>1.013e0</w:t>
      </w:r>
    </w:p>
    <w:p w:rsidR="00C532FF" w:rsidRDefault="00C532FF" w:rsidP="00C532FF">
      <w:r>
        <w:t>252.6625</w:t>
      </w:r>
      <w:r>
        <w:tab/>
        <w:t>1.013e0</w:t>
      </w:r>
    </w:p>
    <w:p w:rsidR="00C532FF" w:rsidRDefault="00C532FF" w:rsidP="00C532FF">
      <w:r>
        <w:t>252.6775</w:t>
      </w:r>
      <w:r>
        <w:tab/>
        <w:t>3.038e0</w:t>
      </w:r>
    </w:p>
    <w:p w:rsidR="00C532FF" w:rsidRDefault="00C532FF" w:rsidP="00C532FF">
      <w:r>
        <w:t>252.6926</w:t>
      </w:r>
      <w:r>
        <w:tab/>
        <w:t>2.025e0</w:t>
      </w:r>
    </w:p>
    <w:p w:rsidR="00C532FF" w:rsidRDefault="00C532FF" w:rsidP="00C532FF">
      <w:r>
        <w:t>252.7126</w:t>
      </w:r>
      <w:r>
        <w:tab/>
        <w:t>1.013e0</w:t>
      </w:r>
    </w:p>
    <w:p w:rsidR="00C532FF" w:rsidRDefault="00C532FF" w:rsidP="00C532FF">
      <w:r>
        <w:t>252.7371</w:t>
      </w:r>
      <w:r>
        <w:tab/>
        <w:t>2.025e0</w:t>
      </w:r>
    </w:p>
    <w:p w:rsidR="00C532FF" w:rsidRDefault="00C532FF" w:rsidP="00C532FF">
      <w:r>
        <w:t>252.7505</w:t>
      </w:r>
      <w:r>
        <w:tab/>
        <w:t>1.013e0</w:t>
      </w:r>
    </w:p>
    <w:p w:rsidR="00C532FF" w:rsidRDefault="00C532FF" w:rsidP="00C532FF">
      <w:r>
        <w:t>252.7599</w:t>
      </w:r>
      <w:r>
        <w:tab/>
        <w:t>1.013e0</w:t>
      </w:r>
    </w:p>
    <w:p w:rsidR="00C532FF" w:rsidRDefault="00C532FF" w:rsidP="00C532FF">
      <w:r>
        <w:t>252.7812</w:t>
      </w:r>
      <w:r>
        <w:tab/>
        <w:t>1.013e0</w:t>
      </w:r>
    </w:p>
    <w:p w:rsidR="00C532FF" w:rsidRDefault="00C532FF" w:rsidP="00C532FF">
      <w:r>
        <w:t>252.7870</w:t>
      </w:r>
      <w:r>
        <w:tab/>
        <w:t>3.038e0</w:t>
      </w:r>
    </w:p>
    <w:p w:rsidR="00C532FF" w:rsidRDefault="00C532FF" w:rsidP="00C532FF">
      <w:r>
        <w:t>252.8068</w:t>
      </w:r>
      <w:r>
        <w:tab/>
        <w:t>1.013e0</w:t>
      </w:r>
    </w:p>
    <w:p w:rsidR="00C532FF" w:rsidRDefault="00C532FF" w:rsidP="00C532FF">
      <w:r>
        <w:t>252.8353</w:t>
      </w:r>
      <w:r>
        <w:tab/>
        <w:t>1.013e0</w:t>
      </w:r>
    </w:p>
    <w:p w:rsidR="00C532FF" w:rsidRDefault="00C532FF" w:rsidP="00C532FF">
      <w:r>
        <w:t>252.8614</w:t>
      </w:r>
      <w:r>
        <w:tab/>
        <w:t>1.013e0</w:t>
      </w:r>
    </w:p>
    <w:p w:rsidR="00C532FF" w:rsidRDefault="00C532FF" w:rsidP="00C532FF">
      <w:r>
        <w:t>252.8772</w:t>
      </w:r>
      <w:r>
        <w:tab/>
        <w:t>1.013e0</w:t>
      </w:r>
    </w:p>
    <w:p w:rsidR="00C532FF" w:rsidRDefault="00C532FF" w:rsidP="00C532FF">
      <w:r>
        <w:t>252.8958</w:t>
      </w:r>
      <w:r>
        <w:tab/>
        <w:t>1.013e0</w:t>
      </w:r>
    </w:p>
    <w:p w:rsidR="00C532FF" w:rsidRDefault="00C532FF" w:rsidP="00C532FF">
      <w:r>
        <w:t>252.9159</w:t>
      </w:r>
      <w:r>
        <w:tab/>
        <w:t>1.013e0</w:t>
      </w:r>
    </w:p>
    <w:p w:rsidR="00C532FF" w:rsidRDefault="00C532FF" w:rsidP="00C532FF">
      <w:r>
        <w:lastRenderedPageBreak/>
        <w:t>252.9712</w:t>
      </w:r>
      <w:r>
        <w:tab/>
        <w:t>2.025e0</w:t>
      </w:r>
    </w:p>
    <w:p w:rsidR="00C532FF" w:rsidRDefault="00C532FF" w:rsidP="00C532FF">
      <w:r>
        <w:t>252.9757</w:t>
      </w:r>
      <w:r>
        <w:tab/>
        <w:t>1.013e0</w:t>
      </w:r>
    </w:p>
    <w:p w:rsidR="00C532FF" w:rsidRDefault="00C532FF" w:rsidP="00C532FF">
      <w:r>
        <w:t>252.9807</w:t>
      </w:r>
      <w:r>
        <w:tab/>
        <w:t>1.013e0</w:t>
      </w:r>
    </w:p>
    <w:p w:rsidR="00C532FF" w:rsidRDefault="00C532FF" w:rsidP="00C532FF">
      <w:r>
        <w:t>253.0000</w:t>
      </w:r>
      <w:r>
        <w:tab/>
        <w:t>2.025e0</w:t>
      </w:r>
    </w:p>
    <w:p w:rsidR="00C532FF" w:rsidRDefault="00C532FF" w:rsidP="00C532FF">
      <w:r>
        <w:t>253.0136</w:t>
      </w:r>
      <w:r>
        <w:tab/>
        <w:t>1.013e0</w:t>
      </w:r>
    </w:p>
    <w:p w:rsidR="00C532FF" w:rsidRDefault="00C532FF" w:rsidP="00C532FF">
      <w:r>
        <w:t>253.0273</w:t>
      </w:r>
      <w:r>
        <w:tab/>
        <w:t>3.038e0</w:t>
      </w:r>
    </w:p>
    <w:p w:rsidR="00C532FF" w:rsidRDefault="00C532FF" w:rsidP="00C532FF">
      <w:r>
        <w:t>253.0387</w:t>
      </w:r>
      <w:r>
        <w:tab/>
        <w:t>1.013e0</w:t>
      </w:r>
    </w:p>
    <w:p w:rsidR="00C532FF" w:rsidRDefault="00C532FF" w:rsidP="00C532FF">
      <w:r>
        <w:t>253.0509</w:t>
      </w:r>
      <w:r>
        <w:tab/>
        <w:t>1.013e0</w:t>
      </w:r>
    </w:p>
    <w:p w:rsidR="00C532FF" w:rsidRDefault="00C532FF" w:rsidP="00C532FF">
      <w:r>
        <w:t>253.0617</w:t>
      </w:r>
      <w:r>
        <w:tab/>
        <w:t>6.076e0</w:t>
      </w:r>
    </w:p>
    <w:p w:rsidR="00C532FF" w:rsidRDefault="00C532FF" w:rsidP="00C532FF">
      <w:r>
        <w:t>253.0652</w:t>
      </w:r>
      <w:r>
        <w:tab/>
        <w:t>2.025e0</w:t>
      </w:r>
    </w:p>
    <w:p w:rsidR="00C532FF" w:rsidRDefault="00C532FF" w:rsidP="00C532FF">
      <w:r>
        <w:t>253.0809</w:t>
      </w:r>
      <w:r>
        <w:tab/>
        <w:t>9.114e0</w:t>
      </w:r>
    </w:p>
    <w:p w:rsidR="00C532FF" w:rsidRDefault="00C532FF" w:rsidP="00C532FF">
      <w:r>
        <w:t>253.0936</w:t>
      </w:r>
      <w:r>
        <w:tab/>
        <w:t>1.013e0</w:t>
      </w:r>
    </w:p>
    <w:p w:rsidR="00C532FF" w:rsidRDefault="00C532FF" w:rsidP="00C532FF">
      <w:r>
        <w:t>253.0989</w:t>
      </w:r>
      <w:r>
        <w:tab/>
        <w:t>4.733e0</w:t>
      </w:r>
    </w:p>
    <w:p w:rsidR="00C532FF" w:rsidRDefault="00C532FF" w:rsidP="00C532FF">
      <w:r>
        <w:t>253.1152</w:t>
      </w:r>
      <w:r>
        <w:tab/>
        <w:t>1.013e0</w:t>
      </w:r>
    </w:p>
    <w:p w:rsidR="00C532FF" w:rsidRDefault="00C532FF" w:rsidP="00C532FF">
      <w:r>
        <w:t>253.1212</w:t>
      </w:r>
      <w:r>
        <w:tab/>
        <w:t>2.025e0</w:t>
      </w:r>
    </w:p>
    <w:p w:rsidR="00C532FF" w:rsidRDefault="00C532FF" w:rsidP="00C532FF">
      <w:r>
        <w:t>253.1271</w:t>
      </w:r>
      <w:r>
        <w:tab/>
        <w:t>1.013e0</w:t>
      </w:r>
    </w:p>
    <w:p w:rsidR="00C532FF" w:rsidRDefault="00C532FF" w:rsidP="00C532FF">
      <w:r>
        <w:t>253.1291</w:t>
      </w:r>
      <w:r>
        <w:tab/>
        <w:t>2.025e0</w:t>
      </w:r>
    </w:p>
    <w:p w:rsidR="00C532FF" w:rsidRDefault="00C532FF" w:rsidP="00C532FF">
      <w:r>
        <w:t>253.1371</w:t>
      </w:r>
      <w:r>
        <w:tab/>
        <w:t>3.038e0</w:t>
      </w:r>
    </w:p>
    <w:p w:rsidR="00C532FF" w:rsidRDefault="00C532FF" w:rsidP="00C532FF">
      <w:r>
        <w:t>253.1435</w:t>
      </w:r>
      <w:r>
        <w:tab/>
        <w:t>4.595e0</w:t>
      </w:r>
    </w:p>
    <w:p w:rsidR="00C532FF" w:rsidRDefault="00C532FF" w:rsidP="00C532FF">
      <w:r>
        <w:lastRenderedPageBreak/>
        <w:t>253.1563</w:t>
      </w:r>
      <w:r>
        <w:tab/>
        <w:t>3.038e0</w:t>
      </w:r>
    </w:p>
    <w:p w:rsidR="00C532FF" w:rsidRDefault="00C532FF" w:rsidP="00C532FF">
      <w:r>
        <w:t>253.1592</w:t>
      </w:r>
      <w:r>
        <w:tab/>
        <w:t>2.025e0</w:t>
      </w:r>
    </w:p>
    <w:p w:rsidR="00C532FF" w:rsidRDefault="00C532FF" w:rsidP="00C532FF">
      <w:r>
        <w:t>253.1658</w:t>
      </w:r>
      <w:r>
        <w:tab/>
        <w:t>2.025e0</w:t>
      </w:r>
    </w:p>
    <w:p w:rsidR="00C532FF" w:rsidRDefault="00C532FF" w:rsidP="00C532FF">
      <w:r>
        <w:t>253.1826</w:t>
      </w:r>
      <w:r>
        <w:tab/>
        <w:t>2.025e0</w:t>
      </w:r>
    </w:p>
    <w:p w:rsidR="00C532FF" w:rsidRDefault="00C532FF" w:rsidP="00C532FF">
      <w:r>
        <w:t>253.1892</w:t>
      </w:r>
      <w:r>
        <w:tab/>
        <w:t>5.063e0</w:t>
      </w:r>
    </w:p>
    <w:p w:rsidR="00C532FF" w:rsidRDefault="00C532FF" w:rsidP="00C532FF">
      <w:r>
        <w:t>253.2133</w:t>
      </w:r>
      <w:r>
        <w:tab/>
        <w:t>3.038e0</w:t>
      </w:r>
    </w:p>
    <w:p w:rsidR="00C532FF" w:rsidRDefault="00C532FF" w:rsidP="00C532FF">
      <w:r>
        <w:t>253.2193</w:t>
      </w:r>
      <w:r>
        <w:tab/>
        <w:t>2.025e0</w:t>
      </w:r>
    </w:p>
    <w:p w:rsidR="00C532FF" w:rsidRDefault="00C532FF" w:rsidP="00C532FF">
      <w:r>
        <w:t>253.2420</w:t>
      </w:r>
      <w:r>
        <w:tab/>
        <w:t>1.013e0</w:t>
      </w:r>
    </w:p>
    <w:p w:rsidR="00C532FF" w:rsidRDefault="00C532FF" w:rsidP="00C532FF">
      <w:r>
        <w:t>253.2582</w:t>
      </w:r>
      <w:r>
        <w:tab/>
        <w:t>1.013e0</w:t>
      </w:r>
    </w:p>
    <w:p w:rsidR="00C532FF" w:rsidRDefault="00C532FF" w:rsidP="00C532FF">
      <w:r>
        <w:t>253.3111</w:t>
      </w:r>
      <w:r>
        <w:tab/>
        <w:t>2.025e0</w:t>
      </w:r>
    </w:p>
    <w:p w:rsidR="00C532FF" w:rsidRDefault="00C532FF" w:rsidP="00C532FF">
      <w:r>
        <w:t>253.3144</w:t>
      </w:r>
      <w:r>
        <w:tab/>
        <w:t>1.013e0</w:t>
      </w:r>
    </w:p>
    <w:p w:rsidR="00C532FF" w:rsidRDefault="00C532FF" w:rsidP="00C532FF">
      <w:r>
        <w:t>253.3610</w:t>
      </w:r>
      <w:r>
        <w:tab/>
        <w:t>1.013e0</w:t>
      </w:r>
    </w:p>
    <w:p w:rsidR="00C532FF" w:rsidRDefault="00C532FF" w:rsidP="00C532FF">
      <w:r>
        <w:t>253.3729</w:t>
      </w:r>
      <w:r>
        <w:tab/>
        <w:t>1.013e0</w:t>
      </w:r>
    </w:p>
    <w:p w:rsidR="00C532FF" w:rsidRDefault="00C532FF" w:rsidP="00C532FF">
      <w:r>
        <w:t>253.3803</w:t>
      </w:r>
      <w:r>
        <w:tab/>
        <w:t>1.013e0</w:t>
      </w:r>
    </w:p>
    <w:p w:rsidR="00C532FF" w:rsidRDefault="00C532FF" w:rsidP="00C532FF">
      <w:r>
        <w:t>253.3947</w:t>
      </w:r>
      <w:r>
        <w:tab/>
        <w:t>1.013e0</w:t>
      </w:r>
    </w:p>
    <w:p w:rsidR="00C532FF" w:rsidRDefault="00C532FF" w:rsidP="00C532FF">
      <w:r>
        <w:t>253.4323</w:t>
      </w:r>
      <w:r>
        <w:tab/>
        <w:t>1.013e0</w:t>
      </w:r>
    </w:p>
    <w:p w:rsidR="00C532FF" w:rsidRDefault="00C532FF" w:rsidP="00C532FF">
      <w:r>
        <w:t>253.4368</w:t>
      </w:r>
      <w:r>
        <w:tab/>
        <w:t>1.013e0</w:t>
      </w:r>
    </w:p>
    <w:p w:rsidR="00C532FF" w:rsidRDefault="00C532FF" w:rsidP="00C532FF">
      <w:r>
        <w:t>253.4650</w:t>
      </w:r>
      <w:r>
        <w:tab/>
        <w:t>1.013e0</w:t>
      </w:r>
    </w:p>
    <w:p w:rsidR="00C532FF" w:rsidRDefault="00C532FF" w:rsidP="00C532FF">
      <w:r>
        <w:t>253.4744</w:t>
      </w:r>
      <w:r>
        <w:tab/>
        <w:t>1.013e0</w:t>
      </w:r>
    </w:p>
    <w:p w:rsidR="00C532FF" w:rsidRDefault="00C532FF" w:rsidP="00C532FF">
      <w:r>
        <w:lastRenderedPageBreak/>
        <w:t>253.4877</w:t>
      </w:r>
      <w:r>
        <w:tab/>
        <w:t>1.013e0</w:t>
      </w:r>
    </w:p>
    <w:p w:rsidR="00C532FF" w:rsidRDefault="00C532FF" w:rsidP="00C532FF">
      <w:r>
        <w:t>253.4957</w:t>
      </w:r>
      <w:r>
        <w:tab/>
        <w:t>1.013e0</w:t>
      </w:r>
    </w:p>
    <w:p w:rsidR="00C532FF" w:rsidRDefault="00C532FF" w:rsidP="00C532FF">
      <w:r>
        <w:t>253.5218</w:t>
      </w:r>
      <w:r>
        <w:tab/>
        <w:t>1.013e0</w:t>
      </w:r>
    </w:p>
    <w:p w:rsidR="00C532FF" w:rsidRDefault="00C532FF" w:rsidP="00C532FF">
      <w:r>
        <w:t>253.5337</w:t>
      </w:r>
      <w:r>
        <w:tab/>
        <w:t>1.013e0</w:t>
      </w:r>
    </w:p>
    <w:p w:rsidR="00C532FF" w:rsidRDefault="00C532FF" w:rsidP="00C532FF">
      <w:r>
        <w:t>253.5420</w:t>
      </w:r>
      <w:r>
        <w:tab/>
        <w:t>1.013e0</w:t>
      </w:r>
    </w:p>
    <w:p w:rsidR="00C532FF" w:rsidRDefault="00C532FF" w:rsidP="00C532FF">
      <w:r>
        <w:t>253.5592</w:t>
      </w:r>
      <w:r>
        <w:tab/>
        <w:t>1.013e0</w:t>
      </w:r>
    </w:p>
    <w:p w:rsidR="00C532FF" w:rsidRDefault="00C532FF" w:rsidP="00C532FF">
      <w:r>
        <w:t>253.5642</w:t>
      </w:r>
      <w:r>
        <w:tab/>
        <w:t>1.013e0</w:t>
      </w:r>
    </w:p>
    <w:p w:rsidR="00C532FF" w:rsidRDefault="00C532FF" w:rsidP="00C532FF">
      <w:r>
        <w:t>253.5723</w:t>
      </w:r>
      <w:r>
        <w:tab/>
        <w:t>1.013e0</w:t>
      </w:r>
    </w:p>
    <w:p w:rsidR="00C532FF" w:rsidRDefault="00C532FF" w:rsidP="00C532FF">
      <w:r>
        <w:t>253.5760</w:t>
      </w:r>
      <w:r>
        <w:tab/>
        <w:t>2.025e0</w:t>
      </w:r>
    </w:p>
    <w:p w:rsidR="00C532FF" w:rsidRDefault="00C532FF" w:rsidP="00C532FF">
      <w:r>
        <w:t>253.6016</w:t>
      </w:r>
      <w:r>
        <w:tab/>
        <w:t>1.013e0</w:t>
      </w:r>
    </w:p>
    <w:p w:rsidR="00C532FF" w:rsidRDefault="00C532FF" w:rsidP="00C532FF">
      <w:r>
        <w:t>253.6026</w:t>
      </w:r>
      <w:r>
        <w:tab/>
        <w:t>3.038e0</w:t>
      </w:r>
    </w:p>
    <w:p w:rsidR="00C532FF" w:rsidRDefault="00C532FF" w:rsidP="00C532FF">
      <w:r>
        <w:t>253.6105</w:t>
      </w:r>
      <w:r>
        <w:tab/>
        <w:t>2.025e0</w:t>
      </w:r>
    </w:p>
    <w:p w:rsidR="00C532FF" w:rsidRDefault="00C532FF" w:rsidP="00C532FF">
      <w:r>
        <w:t>253.6182</w:t>
      </w:r>
      <w:r>
        <w:tab/>
        <w:t>3.038e0</w:t>
      </w:r>
    </w:p>
    <w:p w:rsidR="00C532FF" w:rsidRDefault="00C532FF" w:rsidP="00C532FF">
      <w:r>
        <w:t>253.6226</w:t>
      </w:r>
      <w:r>
        <w:tab/>
        <w:t>1.013e0</w:t>
      </w:r>
    </w:p>
    <w:p w:rsidR="00C532FF" w:rsidRDefault="00C532FF" w:rsidP="00C532FF">
      <w:r>
        <w:t>253.6346</w:t>
      </w:r>
      <w:r>
        <w:tab/>
        <w:t>2.025e0</w:t>
      </w:r>
    </w:p>
    <w:p w:rsidR="00C532FF" w:rsidRDefault="00C532FF" w:rsidP="00C532FF">
      <w:r>
        <w:t>253.6568</w:t>
      </w:r>
      <w:r>
        <w:tab/>
        <w:t>1.013e0</w:t>
      </w:r>
    </w:p>
    <w:p w:rsidR="00C532FF" w:rsidRDefault="00C532FF" w:rsidP="00C532FF">
      <w:r>
        <w:t>253.6605</w:t>
      </w:r>
      <w:r>
        <w:tab/>
        <w:t>1.013e0</w:t>
      </w:r>
    </w:p>
    <w:p w:rsidR="00C532FF" w:rsidRDefault="00C532FF" w:rsidP="00C532FF">
      <w:r>
        <w:t>253.6646</w:t>
      </w:r>
      <w:r>
        <w:tab/>
        <w:t>1.013e0</w:t>
      </w:r>
    </w:p>
    <w:p w:rsidR="00C532FF" w:rsidRDefault="00C532FF" w:rsidP="00C532FF">
      <w:r>
        <w:t>253.6867</w:t>
      </w:r>
      <w:r>
        <w:tab/>
        <w:t>1.013e0</w:t>
      </w:r>
    </w:p>
    <w:p w:rsidR="00C532FF" w:rsidRDefault="00C532FF" w:rsidP="00C532FF">
      <w:r>
        <w:lastRenderedPageBreak/>
        <w:t>253.7028</w:t>
      </w:r>
      <w:r>
        <w:tab/>
        <w:t>1.013e0</w:t>
      </w:r>
    </w:p>
    <w:p w:rsidR="00C532FF" w:rsidRDefault="00C532FF" w:rsidP="00C532FF">
      <w:r>
        <w:t>253.7244</w:t>
      </w:r>
      <w:r>
        <w:tab/>
        <w:t>1.013e0</w:t>
      </w:r>
    </w:p>
    <w:p w:rsidR="00C532FF" w:rsidRDefault="00C532FF" w:rsidP="00C532FF">
      <w:r>
        <w:t>253.7288</w:t>
      </w:r>
      <w:r>
        <w:tab/>
        <w:t>1.013e0</w:t>
      </w:r>
    </w:p>
    <w:p w:rsidR="00C532FF" w:rsidRDefault="00C532FF" w:rsidP="00C532FF">
      <w:r>
        <w:t>253.7414</w:t>
      </w:r>
      <w:r>
        <w:tab/>
        <w:t>1.013e0</w:t>
      </w:r>
    </w:p>
    <w:p w:rsidR="00C532FF" w:rsidRDefault="00C532FF" w:rsidP="00C532FF">
      <w:r>
        <w:t>253.7451</w:t>
      </w:r>
      <w:r>
        <w:tab/>
        <w:t>1.013e0</w:t>
      </w:r>
    </w:p>
    <w:p w:rsidR="00C532FF" w:rsidRDefault="00C532FF" w:rsidP="00C532FF">
      <w:r>
        <w:t>253.7618</w:t>
      </w:r>
      <w:r>
        <w:tab/>
        <w:t>1.013e0</w:t>
      </w:r>
    </w:p>
    <w:p w:rsidR="00C532FF" w:rsidRDefault="00C532FF" w:rsidP="00C532FF">
      <w:r>
        <w:t>253.7668</w:t>
      </w:r>
      <w:r>
        <w:tab/>
        <w:t>1.013e0</w:t>
      </w:r>
    </w:p>
    <w:p w:rsidR="00C532FF" w:rsidRDefault="00C532FF" w:rsidP="00C532FF">
      <w:r>
        <w:t>253.7837</w:t>
      </w:r>
      <w:r>
        <w:tab/>
        <w:t>1.013e0</w:t>
      </w:r>
    </w:p>
    <w:p w:rsidR="00C532FF" w:rsidRDefault="00C532FF" w:rsidP="00C532FF">
      <w:r>
        <w:t>253.7914</w:t>
      </w:r>
      <w:r>
        <w:tab/>
        <w:t>1.013e0</w:t>
      </w:r>
    </w:p>
    <w:p w:rsidR="00C532FF" w:rsidRDefault="00C532FF" w:rsidP="00C532FF">
      <w:r>
        <w:t>253.8089</w:t>
      </w:r>
      <w:r>
        <w:tab/>
        <w:t>1.013e0</w:t>
      </w:r>
    </w:p>
    <w:p w:rsidR="00C532FF" w:rsidRDefault="00C532FF" w:rsidP="00C532FF">
      <w:r>
        <w:t>253.8139</w:t>
      </w:r>
      <w:r>
        <w:tab/>
        <w:t>1.013e0</w:t>
      </w:r>
    </w:p>
    <w:p w:rsidR="00C532FF" w:rsidRDefault="00C532FF" w:rsidP="00C532FF">
      <w:r>
        <w:t>253.8466</w:t>
      </w:r>
      <w:r>
        <w:tab/>
        <w:t>1.013e0</w:t>
      </w:r>
    </w:p>
    <w:p w:rsidR="00C532FF" w:rsidRDefault="00C532FF" w:rsidP="00C532FF">
      <w:r>
        <w:t>253.8491</w:t>
      </w:r>
      <w:r>
        <w:tab/>
        <w:t>2.025e0</w:t>
      </w:r>
    </w:p>
    <w:p w:rsidR="00C532FF" w:rsidRDefault="00C532FF" w:rsidP="00C532FF">
      <w:r>
        <w:t>253.8568</w:t>
      </w:r>
      <w:r>
        <w:tab/>
        <w:t>3.038e0</w:t>
      </w:r>
    </w:p>
    <w:p w:rsidR="00C532FF" w:rsidRDefault="00C532FF" w:rsidP="00C532FF">
      <w:r>
        <w:t>253.8590</w:t>
      </w:r>
      <w:r>
        <w:tab/>
        <w:t>2.025e0</w:t>
      </w:r>
    </w:p>
    <w:p w:rsidR="00C532FF" w:rsidRDefault="00C532FF" w:rsidP="00C532FF">
      <w:r>
        <w:t>253.9025</w:t>
      </w:r>
      <w:r>
        <w:tab/>
        <w:t>3.038e0</w:t>
      </w:r>
    </w:p>
    <w:p w:rsidR="00C532FF" w:rsidRDefault="00C532FF" w:rsidP="00C532FF">
      <w:r>
        <w:t>253.9315</w:t>
      </w:r>
      <w:r>
        <w:tab/>
        <w:t>2.025e0</w:t>
      </w:r>
    </w:p>
    <w:p w:rsidR="00C532FF" w:rsidRDefault="00C532FF" w:rsidP="00C532FF">
      <w:r>
        <w:t>253.9409</w:t>
      </w:r>
      <w:r>
        <w:tab/>
        <w:t>1.013e0</w:t>
      </w:r>
    </w:p>
    <w:p w:rsidR="00C532FF" w:rsidRDefault="00C532FF" w:rsidP="00C532FF">
      <w:r>
        <w:t>253.9653</w:t>
      </w:r>
      <w:r>
        <w:tab/>
        <w:t>2.025e0</w:t>
      </w:r>
    </w:p>
    <w:p w:rsidR="00C532FF" w:rsidRDefault="00C532FF" w:rsidP="00C532FF">
      <w:r>
        <w:lastRenderedPageBreak/>
        <w:t>253.9997</w:t>
      </w:r>
      <w:r>
        <w:tab/>
        <w:t>2.025e0</w:t>
      </w:r>
    </w:p>
    <w:p w:rsidR="00C532FF" w:rsidRDefault="00C532FF" w:rsidP="00C532FF">
      <w:r>
        <w:t>254.0028</w:t>
      </w:r>
      <w:r>
        <w:tab/>
        <w:t>1.013e0</w:t>
      </w:r>
    </w:p>
    <w:p w:rsidR="00C532FF" w:rsidRDefault="00C532FF" w:rsidP="00C532FF">
      <w:r>
        <w:t>254.0332</w:t>
      </w:r>
      <w:r>
        <w:tab/>
        <w:t>1.013e0</w:t>
      </w:r>
    </w:p>
    <w:p w:rsidR="00C532FF" w:rsidRDefault="00C532FF" w:rsidP="00C532FF">
      <w:r>
        <w:t>254.0408</w:t>
      </w:r>
      <w:r>
        <w:tab/>
        <w:t>5.985e0</w:t>
      </w:r>
    </w:p>
    <w:p w:rsidR="00C532FF" w:rsidRDefault="00C532FF" w:rsidP="00C532FF">
      <w:r>
        <w:t>254.0489</w:t>
      </w:r>
      <w:r>
        <w:tab/>
        <w:t>7.089e0</w:t>
      </w:r>
    </w:p>
    <w:p w:rsidR="00C532FF" w:rsidRDefault="00C532FF" w:rsidP="00C532FF">
      <w:r>
        <w:t>254.0509</w:t>
      </w:r>
      <w:r>
        <w:tab/>
        <w:t>2.025e1</w:t>
      </w:r>
    </w:p>
    <w:p w:rsidR="00C532FF" w:rsidRDefault="00C532FF" w:rsidP="00C532FF">
      <w:r>
        <w:t>254.0538</w:t>
      </w:r>
      <w:r>
        <w:tab/>
        <w:t>7.089e0</w:t>
      </w:r>
    </w:p>
    <w:p w:rsidR="00C532FF" w:rsidRDefault="00C532FF" w:rsidP="00C532FF">
      <w:r>
        <w:t>254.0677</w:t>
      </w:r>
      <w:r>
        <w:tab/>
        <w:t>2.025e0</w:t>
      </w:r>
    </w:p>
    <w:p w:rsidR="00C532FF" w:rsidRDefault="00C532FF" w:rsidP="00C532FF">
      <w:r>
        <w:t>254.0928</w:t>
      </w:r>
      <w:r>
        <w:tab/>
        <w:t>3.038e0</w:t>
      </w:r>
    </w:p>
    <w:p w:rsidR="00C532FF" w:rsidRDefault="00C532FF" w:rsidP="00C532FF">
      <w:r>
        <w:t>254.1142</w:t>
      </w:r>
      <w:r>
        <w:tab/>
        <w:t>1.013e0</w:t>
      </w:r>
    </w:p>
    <w:p w:rsidR="00C532FF" w:rsidRDefault="00C532FF" w:rsidP="00C532FF">
      <w:r>
        <w:t>254.1172</w:t>
      </w:r>
      <w:r>
        <w:tab/>
        <w:t>1.324e1</w:t>
      </w:r>
    </w:p>
    <w:p w:rsidR="00C532FF" w:rsidRDefault="00C532FF" w:rsidP="00C532FF">
      <w:r>
        <w:t>254.1215</w:t>
      </w:r>
      <w:r>
        <w:tab/>
        <w:t>1.133e1</w:t>
      </w:r>
    </w:p>
    <w:p w:rsidR="00C532FF" w:rsidRDefault="00C532FF" w:rsidP="00C532FF">
      <w:r>
        <w:t>254.1239</w:t>
      </w:r>
      <w:r>
        <w:tab/>
        <w:t>1.927e1</w:t>
      </w:r>
    </w:p>
    <w:p w:rsidR="00C532FF" w:rsidRDefault="00C532FF" w:rsidP="00C532FF">
      <w:r>
        <w:t>254.1473</w:t>
      </w:r>
      <w:r>
        <w:tab/>
        <w:t>5.221e0</w:t>
      </w:r>
    </w:p>
    <w:p w:rsidR="00C532FF" w:rsidRDefault="00C532FF" w:rsidP="00C532FF">
      <w:r>
        <w:t>254.1821</w:t>
      </w:r>
      <w:r>
        <w:tab/>
        <w:t>1.823e1</w:t>
      </w:r>
    </w:p>
    <w:p w:rsidR="00C532FF" w:rsidRDefault="00C532FF" w:rsidP="00C532FF">
      <w:r>
        <w:t>254.1834</w:t>
      </w:r>
      <w:r>
        <w:tab/>
        <w:t>2.490e1</w:t>
      </w:r>
    </w:p>
    <w:p w:rsidR="00C532FF" w:rsidRDefault="00C532FF" w:rsidP="00C532FF">
      <w:r>
        <w:t>254.1847</w:t>
      </w:r>
      <w:r>
        <w:tab/>
        <w:t>3.139e1</w:t>
      </w:r>
    </w:p>
    <w:p w:rsidR="00C532FF" w:rsidRDefault="00C532FF" w:rsidP="00C532FF">
      <w:r>
        <w:t>254.1870</w:t>
      </w:r>
      <w:r>
        <w:tab/>
        <w:t>3.218e1</w:t>
      </w:r>
    </w:p>
    <w:p w:rsidR="00C532FF" w:rsidRDefault="00C532FF" w:rsidP="00C532FF">
      <w:r>
        <w:t>254.1887</w:t>
      </w:r>
      <w:r>
        <w:tab/>
        <w:t>8.101e1</w:t>
      </w:r>
    </w:p>
    <w:p w:rsidR="00C532FF" w:rsidRDefault="00C532FF" w:rsidP="00C532FF">
      <w:r>
        <w:lastRenderedPageBreak/>
        <w:t>254.2371</w:t>
      </w:r>
      <w:r>
        <w:tab/>
        <w:t>1.013e0</w:t>
      </w:r>
    </w:p>
    <w:p w:rsidR="00C532FF" w:rsidRDefault="00C532FF" w:rsidP="00C532FF">
      <w:r>
        <w:t>254.2448</w:t>
      </w:r>
      <w:r>
        <w:tab/>
        <w:t>1.013e0</w:t>
      </w:r>
    </w:p>
    <w:p w:rsidR="00C532FF" w:rsidRDefault="00C532FF" w:rsidP="00C532FF">
      <w:r>
        <w:t>254.2716</w:t>
      </w:r>
      <w:r>
        <w:tab/>
        <w:t>1.013e0</w:t>
      </w:r>
    </w:p>
    <w:p w:rsidR="00C532FF" w:rsidRDefault="00C532FF" w:rsidP="00C532FF">
      <w:r>
        <w:t>254.2753</w:t>
      </w:r>
      <w:r>
        <w:tab/>
        <w:t>3.038e0</w:t>
      </w:r>
    </w:p>
    <w:p w:rsidR="00C532FF" w:rsidRDefault="00C532FF" w:rsidP="00C532FF">
      <w:r>
        <w:t>254.2834</w:t>
      </w:r>
      <w:r>
        <w:tab/>
        <w:t>1.013e0</w:t>
      </w:r>
    </w:p>
    <w:p w:rsidR="00C532FF" w:rsidRDefault="00C532FF" w:rsidP="00C532FF">
      <w:r>
        <w:t>254.2911</w:t>
      </w:r>
      <w:r>
        <w:tab/>
        <w:t>1.013e0</w:t>
      </w:r>
    </w:p>
    <w:p w:rsidR="00C532FF" w:rsidRDefault="00C532FF" w:rsidP="00C532FF">
      <w:r>
        <w:t>254.3064</w:t>
      </w:r>
      <w:r>
        <w:tab/>
        <w:t>2.025e0</w:t>
      </w:r>
    </w:p>
    <w:p w:rsidR="00C532FF" w:rsidRDefault="00C532FF" w:rsidP="00C532FF">
      <w:r>
        <w:t>254.3137</w:t>
      </w:r>
      <w:r>
        <w:tab/>
        <w:t>1.013e0</w:t>
      </w:r>
    </w:p>
    <w:p w:rsidR="00C532FF" w:rsidRDefault="00C532FF" w:rsidP="00C532FF">
      <w:r>
        <w:t>254.3178</w:t>
      </w:r>
      <w:r>
        <w:tab/>
        <w:t>1.013e0</w:t>
      </w:r>
    </w:p>
    <w:p w:rsidR="00C532FF" w:rsidRDefault="00C532FF" w:rsidP="00C532FF">
      <w:r>
        <w:t>254.3377</w:t>
      </w:r>
      <w:r>
        <w:tab/>
        <w:t>1.013e0</w:t>
      </w:r>
    </w:p>
    <w:p w:rsidR="00C532FF" w:rsidRDefault="00C532FF" w:rsidP="00C532FF">
      <w:r>
        <w:t>254.3519</w:t>
      </w:r>
      <w:r>
        <w:tab/>
        <w:t>1.013e0</w:t>
      </w:r>
    </w:p>
    <w:p w:rsidR="00C532FF" w:rsidRDefault="00C532FF" w:rsidP="00C532FF">
      <w:r>
        <w:t>254.3542</w:t>
      </w:r>
      <w:r>
        <w:tab/>
        <w:t>2.025e0</w:t>
      </w:r>
    </w:p>
    <w:p w:rsidR="00C532FF" w:rsidRDefault="00C532FF" w:rsidP="00C532FF">
      <w:r>
        <w:t>254.3721</w:t>
      </w:r>
      <w:r>
        <w:tab/>
        <w:t>1.013e0</w:t>
      </w:r>
    </w:p>
    <w:p w:rsidR="00C532FF" w:rsidRDefault="00C532FF" w:rsidP="00C532FF">
      <w:r>
        <w:t>254.3849</w:t>
      </w:r>
      <w:r>
        <w:tab/>
        <w:t>2.025e0</w:t>
      </w:r>
    </w:p>
    <w:p w:rsidR="00C532FF" w:rsidRDefault="00C532FF" w:rsidP="00C532FF">
      <w:r>
        <w:t>254.4142</w:t>
      </w:r>
      <w:r>
        <w:tab/>
        <w:t>2.025e0</w:t>
      </w:r>
    </w:p>
    <w:p w:rsidR="00C532FF" w:rsidRDefault="00C532FF" w:rsidP="00C532FF">
      <w:r>
        <w:t>254.4224</w:t>
      </w:r>
      <w:r>
        <w:tab/>
        <w:t>1.013e0</w:t>
      </w:r>
    </w:p>
    <w:p w:rsidR="00C532FF" w:rsidRDefault="00C532FF" w:rsidP="00C532FF">
      <w:r>
        <w:t>254.4408</w:t>
      </w:r>
      <w:r>
        <w:tab/>
        <w:t>1.013e0</w:t>
      </w:r>
    </w:p>
    <w:p w:rsidR="00C532FF" w:rsidRDefault="00C532FF" w:rsidP="00C532FF">
      <w:r>
        <w:t>254.4567</w:t>
      </w:r>
      <w:r>
        <w:tab/>
        <w:t>1.013e0</w:t>
      </w:r>
    </w:p>
    <w:p w:rsidR="00C532FF" w:rsidRDefault="00C532FF" w:rsidP="00C532FF">
      <w:r>
        <w:t>254.4793</w:t>
      </w:r>
      <w:r>
        <w:tab/>
        <w:t>1.013e0</w:t>
      </w:r>
    </w:p>
    <w:p w:rsidR="00C532FF" w:rsidRDefault="00C532FF" w:rsidP="00C532FF">
      <w:r>
        <w:lastRenderedPageBreak/>
        <w:t>254.4831</w:t>
      </w:r>
      <w:r>
        <w:tab/>
        <w:t>1.013e0</w:t>
      </w:r>
    </w:p>
    <w:p w:rsidR="00C532FF" w:rsidRDefault="00C532FF" w:rsidP="00C532FF">
      <w:r>
        <w:t>254.4988</w:t>
      </w:r>
      <w:r>
        <w:tab/>
        <w:t>2.025e0</w:t>
      </w:r>
    </w:p>
    <w:p w:rsidR="00C532FF" w:rsidRDefault="00C532FF" w:rsidP="00C532FF">
      <w:r>
        <w:t>254.5075</w:t>
      </w:r>
      <w:r>
        <w:tab/>
        <w:t>1.013e0</w:t>
      </w:r>
    </w:p>
    <w:p w:rsidR="00C532FF" w:rsidRDefault="00C532FF" w:rsidP="00C532FF">
      <w:r>
        <w:t>254.5169</w:t>
      </w:r>
      <w:r>
        <w:tab/>
        <w:t>1.013e0</w:t>
      </w:r>
    </w:p>
    <w:p w:rsidR="00C532FF" w:rsidRDefault="00C532FF" w:rsidP="00C532FF">
      <w:r>
        <w:t>254.5216</w:t>
      </w:r>
      <w:r>
        <w:tab/>
        <w:t>1.013e0</w:t>
      </w:r>
    </w:p>
    <w:p w:rsidR="00C532FF" w:rsidRDefault="00C532FF" w:rsidP="00C532FF">
      <w:r>
        <w:t>254.5291</w:t>
      </w:r>
      <w:r>
        <w:tab/>
        <w:t>2.025e0</w:t>
      </w:r>
    </w:p>
    <w:p w:rsidR="00C532FF" w:rsidRDefault="00C532FF" w:rsidP="00C532FF">
      <w:r>
        <w:t>254.5371</w:t>
      </w:r>
      <w:r>
        <w:tab/>
        <w:t>1.013e0</w:t>
      </w:r>
    </w:p>
    <w:p w:rsidR="00C532FF" w:rsidRDefault="00C532FF" w:rsidP="00C532FF">
      <w:r>
        <w:t>254.5415</w:t>
      </w:r>
      <w:r>
        <w:tab/>
        <w:t>4.051e0</w:t>
      </w:r>
    </w:p>
    <w:p w:rsidR="00C532FF" w:rsidRDefault="00C532FF" w:rsidP="00C532FF">
      <w:r>
        <w:t>254.5758</w:t>
      </w:r>
      <w:r>
        <w:tab/>
        <w:t>1.013e0</w:t>
      </w:r>
    </w:p>
    <w:p w:rsidR="00C532FF" w:rsidRDefault="00C532FF" w:rsidP="00C532FF">
      <w:r>
        <w:t>254.5773</w:t>
      </w:r>
      <w:r>
        <w:tab/>
        <w:t>2.025e0</w:t>
      </w:r>
    </w:p>
    <w:p w:rsidR="00C532FF" w:rsidRDefault="00C532FF" w:rsidP="00C532FF">
      <w:r>
        <w:t>254.5797</w:t>
      </w:r>
      <w:r>
        <w:tab/>
        <w:t>1.013e0</w:t>
      </w:r>
    </w:p>
    <w:p w:rsidR="00C532FF" w:rsidRDefault="00C532FF" w:rsidP="00C532FF">
      <w:r>
        <w:t>254.5928</w:t>
      </w:r>
      <w:r>
        <w:tab/>
        <w:t>1.013e0</w:t>
      </w:r>
    </w:p>
    <w:p w:rsidR="00C532FF" w:rsidRDefault="00C532FF" w:rsidP="00C532FF">
      <w:r>
        <w:t>254.6217</w:t>
      </w:r>
      <w:r>
        <w:tab/>
        <w:t>1.013e0</w:t>
      </w:r>
    </w:p>
    <w:p w:rsidR="00C532FF" w:rsidRDefault="00C532FF" w:rsidP="00C532FF">
      <w:r>
        <w:t>254.6401</w:t>
      </w:r>
      <w:r>
        <w:tab/>
        <w:t>1.013e0</w:t>
      </w:r>
    </w:p>
    <w:p w:rsidR="00C532FF" w:rsidRDefault="00C532FF" w:rsidP="00C532FF">
      <w:r>
        <w:t>254.6441</w:t>
      </w:r>
      <w:r>
        <w:tab/>
        <w:t>2.025e0</w:t>
      </w:r>
    </w:p>
    <w:p w:rsidR="00C532FF" w:rsidRDefault="00C532FF" w:rsidP="00C532FF">
      <w:r>
        <w:t>254.6456</w:t>
      </w:r>
      <w:r>
        <w:tab/>
        <w:t>3.038e0</w:t>
      </w:r>
    </w:p>
    <w:p w:rsidR="00C532FF" w:rsidRDefault="00C532FF" w:rsidP="00C532FF">
      <w:r>
        <w:t>254.6988</w:t>
      </w:r>
      <w:r>
        <w:tab/>
        <w:t>3.038e0</w:t>
      </w:r>
    </w:p>
    <w:p w:rsidR="00C532FF" w:rsidRDefault="00C532FF" w:rsidP="00C532FF">
      <w:r>
        <w:t>254.7202</w:t>
      </w:r>
      <w:r>
        <w:tab/>
        <w:t>1.013e0</w:t>
      </w:r>
    </w:p>
    <w:p w:rsidR="00C532FF" w:rsidRDefault="00C532FF" w:rsidP="00C532FF">
      <w:r>
        <w:t>254.7486</w:t>
      </w:r>
      <w:r>
        <w:tab/>
        <w:t>2.025e0</w:t>
      </w:r>
    </w:p>
    <w:p w:rsidR="00C532FF" w:rsidRDefault="00C532FF" w:rsidP="00C532FF">
      <w:r>
        <w:lastRenderedPageBreak/>
        <w:t>254.7517</w:t>
      </w:r>
      <w:r>
        <w:tab/>
        <w:t>3.038e0</w:t>
      </w:r>
    </w:p>
    <w:p w:rsidR="00C532FF" w:rsidRDefault="00C532FF" w:rsidP="00C532FF">
      <w:r>
        <w:t>254.7715</w:t>
      </w:r>
      <w:r>
        <w:tab/>
        <w:t>1.013e0</w:t>
      </w:r>
    </w:p>
    <w:p w:rsidR="00C532FF" w:rsidRDefault="00C532FF" w:rsidP="00C532FF">
      <w:r>
        <w:t>254.7755</w:t>
      </w:r>
      <w:r>
        <w:tab/>
        <w:t>1.013e0</w:t>
      </w:r>
    </w:p>
    <w:p w:rsidR="00C532FF" w:rsidRDefault="00C532FF" w:rsidP="00C532FF">
      <w:r>
        <w:t>254.8135</w:t>
      </w:r>
      <w:r>
        <w:tab/>
        <w:t>1.013e0</w:t>
      </w:r>
    </w:p>
    <w:p w:rsidR="00C532FF" w:rsidRDefault="00C532FF" w:rsidP="00C532FF">
      <w:r>
        <w:t>254.8384</w:t>
      </w:r>
      <w:r>
        <w:tab/>
        <w:t>2.025e0</w:t>
      </w:r>
    </w:p>
    <w:p w:rsidR="00C532FF" w:rsidRDefault="00C532FF" w:rsidP="00C532FF">
      <w:r>
        <w:t>254.8479</w:t>
      </w:r>
      <w:r>
        <w:tab/>
        <w:t>1.013e0</w:t>
      </w:r>
    </w:p>
    <w:p w:rsidR="00C532FF" w:rsidRDefault="00C532FF" w:rsidP="00C532FF">
      <w:r>
        <w:t>254.8678</w:t>
      </w:r>
      <w:r>
        <w:tab/>
        <w:t>2.025e0</w:t>
      </w:r>
    </w:p>
    <w:p w:rsidR="00C532FF" w:rsidRDefault="00C532FF" w:rsidP="00C532FF">
      <w:r>
        <w:t>254.8718</w:t>
      </w:r>
      <w:r>
        <w:tab/>
        <w:t>2.025e0</w:t>
      </w:r>
    </w:p>
    <w:p w:rsidR="00C532FF" w:rsidRDefault="00C532FF" w:rsidP="00C532FF">
      <w:r>
        <w:t>254.8861</w:t>
      </w:r>
      <w:r>
        <w:tab/>
        <w:t>1.013e0</w:t>
      </w:r>
    </w:p>
    <w:p w:rsidR="00C532FF" w:rsidRDefault="00C532FF" w:rsidP="00C532FF">
      <w:r>
        <w:t>254.9025</w:t>
      </w:r>
      <w:r>
        <w:tab/>
        <w:t>1.013e0</w:t>
      </w:r>
    </w:p>
    <w:p w:rsidR="00C532FF" w:rsidRDefault="00C532FF" w:rsidP="00C532FF">
      <w:r>
        <w:t>254.9064</w:t>
      </w:r>
      <w:r>
        <w:tab/>
        <w:t>2.025e0</w:t>
      </w:r>
    </w:p>
    <w:p w:rsidR="00C532FF" w:rsidRDefault="00C532FF" w:rsidP="00C532FF">
      <w:r>
        <w:t>254.9283</w:t>
      </w:r>
      <w:r>
        <w:tab/>
        <w:t>1.013e0</w:t>
      </w:r>
    </w:p>
    <w:p w:rsidR="00C532FF" w:rsidRDefault="00C532FF" w:rsidP="00C532FF">
      <w:r>
        <w:t>254.9329</w:t>
      </w:r>
      <w:r>
        <w:tab/>
        <w:t>4.190e0</w:t>
      </w:r>
    </w:p>
    <w:p w:rsidR="00C532FF" w:rsidRDefault="00C532FF" w:rsidP="00C532FF">
      <w:r>
        <w:t>254.9449</w:t>
      </w:r>
      <w:r>
        <w:tab/>
        <w:t>1.013e0</w:t>
      </w:r>
    </w:p>
    <w:p w:rsidR="00C532FF" w:rsidRDefault="00C532FF" w:rsidP="00C532FF">
      <w:r>
        <w:t>254.9527</w:t>
      </w:r>
      <w:r>
        <w:tab/>
        <w:t>1.013e0</w:t>
      </w:r>
    </w:p>
    <w:p w:rsidR="00C532FF" w:rsidRDefault="00C532FF" w:rsidP="00C532FF">
      <w:r>
        <w:t>254.9662</w:t>
      </w:r>
      <w:r>
        <w:tab/>
        <w:t>1.013e0</w:t>
      </w:r>
    </w:p>
    <w:p w:rsidR="00C532FF" w:rsidRDefault="00C532FF" w:rsidP="00C532FF">
      <w:r>
        <w:t>254.9789</w:t>
      </w:r>
      <w:r>
        <w:tab/>
        <w:t>1.013e0</w:t>
      </w:r>
    </w:p>
    <w:p w:rsidR="00C532FF" w:rsidRDefault="00C532FF" w:rsidP="00C532FF">
      <w:r>
        <w:t>254.9912</w:t>
      </w:r>
      <w:r>
        <w:tab/>
        <w:t>1.013e0</w:t>
      </w:r>
    </w:p>
    <w:p w:rsidR="00C532FF" w:rsidRDefault="00C532FF" w:rsidP="00C532FF">
      <w:r>
        <w:t>255.0019</w:t>
      </w:r>
      <w:r>
        <w:tab/>
        <w:t>2.025e0</w:t>
      </w:r>
    </w:p>
    <w:p w:rsidR="00C532FF" w:rsidRDefault="00C532FF" w:rsidP="00C532FF">
      <w:r>
        <w:lastRenderedPageBreak/>
        <w:t>255.0044</w:t>
      </w:r>
      <w:r>
        <w:tab/>
        <w:t>1.013e0</w:t>
      </w:r>
    </w:p>
    <w:p w:rsidR="00C532FF" w:rsidRDefault="00C532FF" w:rsidP="00C532FF">
      <w:r>
        <w:t>255.0107</w:t>
      </w:r>
      <w:r>
        <w:tab/>
        <w:t>2.025e0</w:t>
      </w:r>
    </w:p>
    <w:p w:rsidR="00C532FF" w:rsidRDefault="00C532FF" w:rsidP="00C532FF">
      <w:r>
        <w:t>255.0194</w:t>
      </w:r>
      <w:r>
        <w:tab/>
        <w:t>2.025e0</w:t>
      </w:r>
    </w:p>
    <w:p w:rsidR="00C532FF" w:rsidRDefault="00C532FF" w:rsidP="00C532FF">
      <w:r>
        <w:t>255.0317</w:t>
      </w:r>
      <w:r>
        <w:tab/>
        <w:t>2.025e0</w:t>
      </w:r>
    </w:p>
    <w:p w:rsidR="00C532FF" w:rsidRDefault="00C532FF" w:rsidP="00C532FF">
      <w:r>
        <w:t>255.0368</w:t>
      </w:r>
      <w:r>
        <w:tab/>
        <w:t>4.051e0</w:t>
      </w:r>
    </w:p>
    <w:p w:rsidR="00C532FF" w:rsidRDefault="00C532FF" w:rsidP="00C532FF">
      <w:r>
        <w:t>255.0452</w:t>
      </w:r>
      <w:r>
        <w:tab/>
        <w:t>9.114e0</w:t>
      </w:r>
    </w:p>
    <w:p w:rsidR="00C532FF" w:rsidRDefault="00C532FF" w:rsidP="00C532FF">
      <w:r>
        <w:t>255.0528</w:t>
      </w:r>
      <w:r>
        <w:tab/>
        <w:t>3.038e0</w:t>
      </w:r>
    </w:p>
    <w:p w:rsidR="00C532FF" w:rsidRDefault="00C532FF" w:rsidP="00C532FF">
      <w:r>
        <w:t>255.0540</w:t>
      </w:r>
      <w:r>
        <w:tab/>
        <w:t>2.025e0</w:t>
      </w:r>
    </w:p>
    <w:p w:rsidR="00C532FF" w:rsidRDefault="00C532FF" w:rsidP="00C532FF">
      <w:r>
        <w:t>255.0600</w:t>
      </w:r>
      <w:r>
        <w:tab/>
        <w:t>3.038e0</w:t>
      </w:r>
    </w:p>
    <w:p w:rsidR="00C532FF" w:rsidRDefault="00C532FF" w:rsidP="00C532FF">
      <w:r>
        <w:t>255.0639</w:t>
      </w:r>
      <w:r>
        <w:tab/>
        <w:t>1.013e0</w:t>
      </w:r>
    </w:p>
    <w:p w:rsidR="00C532FF" w:rsidRDefault="00C532FF" w:rsidP="00C532FF">
      <w:r>
        <w:t>255.0652</w:t>
      </w:r>
      <w:r>
        <w:tab/>
        <w:t>2.610e0</w:t>
      </w:r>
    </w:p>
    <w:p w:rsidR="00C532FF" w:rsidRDefault="00C532FF" w:rsidP="00C532FF">
      <w:r>
        <w:t>255.0896</w:t>
      </w:r>
      <w:r>
        <w:tab/>
        <w:t>1.013e0</w:t>
      </w:r>
    </w:p>
    <w:p w:rsidR="00C532FF" w:rsidRDefault="00C532FF" w:rsidP="00C532FF">
      <w:r>
        <w:t>255.0990</w:t>
      </w:r>
      <w:r>
        <w:tab/>
        <w:t>3.038e0</w:t>
      </w:r>
    </w:p>
    <w:p w:rsidR="00C532FF" w:rsidRDefault="00C532FF" w:rsidP="00C532FF">
      <w:r>
        <w:t>255.1031</w:t>
      </w:r>
      <w:r>
        <w:tab/>
        <w:t>3.755e0</w:t>
      </w:r>
    </w:p>
    <w:p w:rsidR="00C532FF" w:rsidRDefault="00C532FF" w:rsidP="00C532FF">
      <w:r>
        <w:t>255.1196</w:t>
      </w:r>
      <w:r>
        <w:tab/>
        <w:t>1.215e1</w:t>
      </w:r>
    </w:p>
    <w:p w:rsidR="00C532FF" w:rsidRDefault="00C532FF" w:rsidP="00C532FF">
      <w:r>
        <w:t>255.1246</w:t>
      </w:r>
      <w:r>
        <w:tab/>
        <w:t>6.599e0</w:t>
      </w:r>
    </w:p>
    <w:p w:rsidR="00C532FF" w:rsidRDefault="00C532FF" w:rsidP="00C532FF">
      <w:r>
        <w:t>255.1258</w:t>
      </w:r>
      <w:r>
        <w:tab/>
        <w:t>5.063e0</w:t>
      </w:r>
    </w:p>
    <w:p w:rsidR="00C532FF" w:rsidRDefault="00C532FF" w:rsidP="00C532FF">
      <w:r>
        <w:t>255.1299</w:t>
      </w:r>
      <w:r>
        <w:tab/>
        <w:t>5.063e0</w:t>
      </w:r>
    </w:p>
    <w:p w:rsidR="00C532FF" w:rsidRDefault="00C532FF" w:rsidP="00C532FF">
      <w:r>
        <w:t>255.1313</w:t>
      </w:r>
      <w:r>
        <w:tab/>
        <w:t>4.051e0</w:t>
      </w:r>
    </w:p>
    <w:p w:rsidR="00C532FF" w:rsidRDefault="00C532FF" w:rsidP="00C532FF">
      <w:r>
        <w:lastRenderedPageBreak/>
        <w:t>255.1504</w:t>
      </w:r>
      <w:r>
        <w:tab/>
        <w:t>4.925e0</w:t>
      </w:r>
    </w:p>
    <w:p w:rsidR="00C532FF" w:rsidRDefault="00C532FF" w:rsidP="00C532FF">
      <w:r>
        <w:t>255.1923</w:t>
      </w:r>
      <w:r>
        <w:tab/>
        <w:t>1.428e2</w:t>
      </w:r>
    </w:p>
    <w:p w:rsidR="00C532FF" w:rsidRDefault="00C532FF" w:rsidP="00C532FF">
      <w:r>
        <w:t>255.1939</w:t>
      </w:r>
      <w:r>
        <w:tab/>
        <w:t>8.391e1</w:t>
      </w:r>
    </w:p>
    <w:p w:rsidR="00C532FF" w:rsidRDefault="00C532FF" w:rsidP="00C532FF">
      <w:r>
        <w:t>255.1953</w:t>
      </w:r>
      <w:r>
        <w:tab/>
        <w:t>2.291e2</w:t>
      </w:r>
    </w:p>
    <w:p w:rsidR="00C532FF" w:rsidRDefault="00C532FF" w:rsidP="00C532FF">
      <w:r>
        <w:t>255.1966</w:t>
      </w:r>
      <w:r>
        <w:tab/>
        <w:t>5.520e1</w:t>
      </w:r>
    </w:p>
    <w:p w:rsidR="00C532FF" w:rsidRDefault="00C532FF" w:rsidP="00C532FF">
      <w:r>
        <w:t>255.2440</w:t>
      </w:r>
      <w:r>
        <w:tab/>
        <w:t>2.025e0</w:t>
      </w:r>
    </w:p>
    <w:p w:rsidR="00C532FF" w:rsidRDefault="00C532FF" w:rsidP="00C532FF">
      <w:r>
        <w:t>255.2503</w:t>
      </w:r>
      <w:r>
        <w:tab/>
        <w:t>1.013e0</w:t>
      </w:r>
    </w:p>
    <w:p w:rsidR="00C532FF" w:rsidRDefault="00C532FF" w:rsidP="00C532FF">
      <w:r>
        <w:t>255.2678</w:t>
      </w:r>
      <w:r>
        <w:tab/>
        <w:t>1.013e0</w:t>
      </w:r>
    </w:p>
    <w:p w:rsidR="00C532FF" w:rsidRDefault="00C532FF" w:rsidP="00C532FF">
      <w:r>
        <w:t>255.2761</w:t>
      </w:r>
      <w:r>
        <w:tab/>
        <w:t>2.025e0</w:t>
      </w:r>
    </w:p>
    <w:p w:rsidR="00C532FF" w:rsidRDefault="00C532FF" w:rsidP="00C532FF">
      <w:r>
        <w:t>255.2794</w:t>
      </w:r>
      <w:r>
        <w:tab/>
        <w:t>1.013e0</w:t>
      </w:r>
    </w:p>
    <w:p w:rsidR="00C532FF" w:rsidRDefault="00C532FF" w:rsidP="00C532FF">
      <w:r>
        <w:t>255.2809</w:t>
      </w:r>
      <w:r>
        <w:tab/>
        <w:t>2.025e0</w:t>
      </w:r>
    </w:p>
    <w:p w:rsidR="00C532FF" w:rsidRDefault="00C532FF" w:rsidP="00C532FF">
      <w:r>
        <w:t>255.2836</w:t>
      </w:r>
      <w:r>
        <w:tab/>
        <w:t>4.051e0</w:t>
      </w:r>
    </w:p>
    <w:p w:rsidR="00C532FF" w:rsidRDefault="00C532FF" w:rsidP="00C532FF">
      <w:r>
        <w:t>255.3141</w:t>
      </w:r>
      <w:r>
        <w:tab/>
        <w:t>4.051e0</w:t>
      </w:r>
    </w:p>
    <w:p w:rsidR="00C532FF" w:rsidRDefault="00C532FF" w:rsidP="00C532FF">
      <w:r>
        <w:t>255.3314</w:t>
      </w:r>
      <w:r>
        <w:tab/>
        <w:t>2.025e0</w:t>
      </w:r>
    </w:p>
    <w:p w:rsidR="00C532FF" w:rsidRDefault="00C532FF" w:rsidP="00C532FF">
      <w:r>
        <w:t>255.3331</w:t>
      </w:r>
      <w:r>
        <w:tab/>
        <w:t>2.025e0</w:t>
      </w:r>
    </w:p>
    <w:p w:rsidR="00C532FF" w:rsidRDefault="00C532FF" w:rsidP="00C532FF">
      <w:r>
        <w:t>255.3487</w:t>
      </w:r>
      <w:r>
        <w:tab/>
        <w:t>5.063e0</w:t>
      </w:r>
    </w:p>
    <w:p w:rsidR="00C532FF" w:rsidRDefault="00C532FF" w:rsidP="00C532FF">
      <w:r>
        <w:t>255.3522</w:t>
      </w:r>
      <w:r>
        <w:tab/>
        <w:t>2.025e0</w:t>
      </w:r>
    </w:p>
    <w:p w:rsidR="00C532FF" w:rsidRDefault="00C532FF" w:rsidP="00C532FF">
      <w:r>
        <w:t>255.3691</w:t>
      </w:r>
      <w:r>
        <w:tab/>
        <w:t>1.013e0</w:t>
      </w:r>
    </w:p>
    <w:p w:rsidR="00C532FF" w:rsidRDefault="00C532FF" w:rsidP="00C532FF">
      <w:r>
        <w:t>255.3737</w:t>
      </w:r>
      <w:r>
        <w:tab/>
        <w:t>3.038e0</w:t>
      </w:r>
    </w:p>
    <w:p w:rsidR="00C532FF" w:rsidRDefault="00C532FF" w:rsidP="00C532FF">
      <w:r>
        <w:lastRenderedPageBreak/>
        <w:t>255.3867</w:t>
      </w:r>
      <w:r>
        <w:tab/>
        <w:t>2.025e0</w:t>
      </w:r>
    </w:p>
    <w:p w:rsidR="00C532FF" w:rsidRDefault="00C532FF" w:rsidP="00C532FF">
      <w:r>
        <w:t>255.4005</w:t>
      </w:r>
      <w:r>
        <w:tab/>
        <w:t>2.025e0</w:t>
      </w:r>
    </w:p>
    <w:p w:rsidR="00C532FF" w:rsidRDefault="00C532FF" w:rsidP="00C532FF">
      <w:r>
        <w:t>255.4165</w:t>
      </w:r>
      <w:r>
        <w:tab/>
        <w:t>1.013e0</w:t>
      </w:r>
    </w:p>
    <w:p w:rsidR="00C532FF" w:rsidRDefault="00C532FF" w:rsidP="00C532FF">
      <w:r>
        <w:t>255.4541</w:t>
      </w:r>
      <w:r>
        <w:tab/>
        <w:t>1.013e0</w:t>
      </w:r>
    </w:p>
    <w:p w:rsidR="00C532FF" w:rsidRDefault="00C532FF" w:rsidP="00C532FF">
      <w:r>
        <w:t>255.4677</w:t>
      </w:r>
      <w:r>
        <w:tab/>
        <w:t>1.013e0</w:t>
      </w:r>
    </w:p>
    <w:p w:rsidR="00C532FF" w:rsidRDefault="00C532FF" w:rsidP="00C532FF">
      <w:r>
        <w:t>255.4717</w:t>
      </w:r>
      <w:r>
        <w:tab/>
        <w:t>1.013e0</w:t>
      </w:r>
    </w:p>
    <w:p w:rsidR="00C532FF" w:rsidRDefault="00C532FF" w:rsidP="00C532FF">
      <w:r>
        <w:t>255.4873</w:t>
      </w:r>
      <w:r>
        <w:tab/>
        <w:t>1.013e0</w:t>
      </w:r>
    </w:p>
    <w:p w:rsidR="00C532FF" w:rsidRDefault="00C532FF" w:rsidP="00C532FF">
      <w:r>
        <w:t>255.4948</w:t>
      </w:r>
      <w:r>
        <w:tab/>
        <w:t>2.025e0</w:t>
      </w:r>
    </w:p>
    <w:p w:rsidR="00C532FF" w:rsidRDefault="00C532FF" w:rsidP="00C532FF">
      <w:r>
        <w:t>255.5141</w:t>
      </w:r>
      <w:r>
        <w:tab/>
        <w:t>2.025e0</w:t>
      </w:r>
    </w:p>
    <w:p w:rsidR="00C532FF" w:rsidRDefault="00C532FF" w:rsidP="00C532FF">
      <w:r>
        <w:t>255.5181</w:t>
      </w:r>
      <w:r>
        <w:tab/>
        <w:t>2.025e0</w:t>
      </w:r>
    </w:p>
    <w:p w:rsidR="00C532FF" w:rsidRDefault="00C532FF" w:rsidP="00C532FF">
      <w:r>
        <w:t>255.5500</w:t>
      </w:r>
      <w:r>
        <w:tab/>
        <w:t>2.025e0</w:t>
      </w:r>
    </w:p>
    <w:p w:rsidR="00C532FF" w:rsidRDefault="00C532FF" w:rsidP="00C532FF">
      <w:r>
        <w:t>255.5641</w:t>
      </w:r>
      <w:r>
        <w:tab/>
        <w:t>1.013e0</w:t>
      </w:r>
    </w:p>
    <w:p w:rsidR="00C532FF" w:rsidRDefault="00C532FF" w:rsidP="00C532FF">
      <w:r>
        <w:t>255.5799</w:t>
      </w:r>
      <w:r>
        <w:tab/>
        <w:t>2.025e0</w:t>
      </w:r>
    </w:p>
    <w:p w:rsidR="00C532FF" w:rsidRDefault="00C532FF" w:rsidP="00C532FF">
      <w:r>
        <w:t>255.5818</w:t>
      </w:r>
      <w:r>
        <w:tab/>
        <w:t>4.051e0</w:t>
      </w:r>
    </w:p>
    <w:p w:rsidR="00C532FF" w:rsidRDefault="00C532FF" w:rsidP="00C532FF">
      <w:r>
        <w:t>255.5946</w:t>
      </w:r>
      <w:r>
        <w:tab/>
        <w:t>2.025e0</w:t>
      </w:r>
    </w:p>
    <w:p w:rsidR="00C532FF" w:rsidRDefault="00C532FF" w:rsidP="00C532FF">
      <w:r>
        <w:t>255.6109</w:t>
      </w:r>
      <w:r>
        <w:tab/>
        <w:t>1.013e0</w:t>
      </w:r>
    </w:p>
    <w:p w:rsidR="00C532FF" w:rsidRDefault="00C532FF" w:rsidP="00C532FF">
      <w:r>
        <w:t>255.6161</w:t>
      </w:r>
      <w:r>
        <w:tab/>
        <w:t>4.051e0</w:t>
      </w:r>
    </w:p>
    <w:p w:rsidR="00C532FF" w:rsidRDefault="00C532FF" w:rsidP="00C532FF">
      <w:r>
        <w:t>255.6409</w:t>
      </w:r>
      <w:r>
        <w:tab/>
        <w:t>1.013e0</w:t>
      </w:r>
    </w:p>
    <w:p w:rsidR="00C532FF" w:rsidRDefault="00C532FF" w:rsidP="00C532FF">
      <w:r>
        <w:t>255.6487</w:t>
      </w:r>
      <w:r>
        <w:tab/>
        <w:t>1.013e0</w:t>
      </w:r>
    </w:p>
    <w:p w:rsidR="00C532FF" w:rsidRDefault="00C532FF" w:rsidP="00C532FF">
      <w:r>
        <w:lastRenderedPageBreak/>
        <w:t>255.6583</w:t>
      </w:r>
      <w:r>
        <w:tab/>
        <w:t>1.013e0</w:t>
      </w:r>
    </w:p>
    <w:p w:rsidR="00C532FF" w:rsidRDefault="00C532FF" w:rsidP="00C532FF">
      <w:r>
        <w:t>255.6674</w:t>
      </w:r>
      <w:r>
        <w:tab/>
        <w:t>4.051e0</w:t>
      </w:r>
    </w:p>
    <w:p w:rsidR="00C532FF" w:rsidRDefault="00C532FF" w:rsidP="00C532FF">
      <w:r>
        <w:t>255.6774</w:t>
      </w:r>
      <w:r>
        <w:tab/>
        <w:t>2.025e0</w:t>
      </w:r>
    </w:p>
    <w:p w:rsidR="00C532FF" w:rsidRDefault="00C532FF" w:rsidP="00C532FF">
      <w:r>
        <w:t>255.6963</w:t>
      </w:r>
      <w:r>
        <w:tab/>
        <w:t>2.025e0</w:t>
      </w:r>
    </w:p>
    <w:p w:rsidR="00C532FF" w:rsidRDefault="00C532FF" w:rsidP="00C532FF">
      <w:r>
        <w:t>255.7055</w:t>
      </w:r>
      <w:r>
        <w:tab/>
        <w:t>1.013e0</w:t>
      </w:r>
    </w:p>
    <w:p w:rsidR="00C532FF" w:rsidRDefault="00C532FF" w:rsidP="00C532FF">
      <w:r>
        <w:t>255.7099</w:t>
      </w:r>
      <w:r>
        <w:tab/>
        <w:t>1.013e0</w:t>
      </w:r>
    </w:p>
    <w:p w:rsidR="00C532FF" w:rsidRDefault="00C532FF" w:rsidP="00C532FF">
      <w:r>
        <w:t>255.7180</w:t>
      </w:r>
      <w:r>
        <w:tab/>
        <w:t>1.013e0</w:t>
      </w:r>
    </w:p>
    <w:p w:rsidR="00C532FF" w:rsidRDefault="00C532FF" w:rsidP="00C532FF">
      <w:r>
        <w:t>255.7217</w:t>
      </w:r>
      <w:r>
        <w:tab/>
        <w:t>1.013e0</w:t>
      </w:r>
    </w:p>
    <w:p w:rsidR="00C532FF" w:rsidRDefault="00C532FF" w:rsidP="00C532FF">
      <w:r>
        <w:t>255.7260</w:t>
      </w:r>
      <w:r>
        <w:tab/>
        <w:t>1.013e0</w:t>
      </w:r>
    </w:p>
    <w:p w:rsidR="00C532FF" w:rsidRDefault="00C532FF" w:rsidP="00C532FF">
      <w:r>
        <w:t>255.7352</w:t>
      </w:r>
      <w:r>
        <w:tab/>
        <w:t>2.286e0</w:t>
      </w:r>
    </w:p>
    <w:p w:rsidR="00C532FF" w:rsidRDefault="00C532FF" w:rsidP="00C532FF">
      <w:r>
        <w:t>255.7485</w:t>
      </w:r>
      <w:r>
        <w:tab/>
        <w:t>1.013e0</w:t>
      </w:r>
    </w:p>
    <w:p w:rsidR="00C532FF" w:rsidRDefault="00C532FF" w:rsidP="00C532FF">
      <w:r>
        <w:t>255.7719</w:t>
      </w:r>
      <w:r>
        <w:tab/>
        <w:t>1.013e0</w:t>
      </w:r>
    </w:p>
    <w:p w:rsidR="00C532FF" w:rsidRDefault="00C532FF" w:rsidP="00C532FF">
      <w:r>
        <w:t>255.7817</w:t>
      </w:r>
      <w:r>
        <w:tab/>
        <w:t>1.013e0</w:t>
      </w:r>
    </w:p>
    <w:p w:rsidR="00C532FF" w:rsidRDefault="00C532FF" w:rsidP="00C532FF">
      <w:r>
        <w:t>255.7976</w:t>
      </w:r>
      <w:r>
        <w:tab/>
        <w:t>3.038e0</w:t>
      </w:r>
    </w:p>
    <w:p w:rsidR="00C532FF" w:rsidRDefault="00C532FF" w:rsidP="00C532FF">
      <w:r>
        <w:t>255.8008</w:t>
      </w:r>
      <w:r>
        <w:tab/>
        <w:t>2.025e0</w:t>
      </w:r>
    </w:p>
    <w:p w:rsidR="00C532FF" w:rsidRDefault="00C532FF" w:rsidP="00C532FF">
      <w:r>
        <w:t>255.8194</w:t>
      </w:r>
      <w:r>
        <w:tab/>
        <w:t>1.013e0</w:t>
      </w:r>
    </w:p>
    <w:p w:rsidR="00C532FF" w:rsidRDefault="00C532FF" w:rsidP="00C532FF">
      <w:r>
        <w:t>255.8244</w:t>
      </w:r>
      <w:r>
        <w:tab/>
        <w:t>1.013e0</w:t>
      </w:r>
    </w:p>
    <w:p w:rsidR="00C532FF" w:rsidRDefault="00C532FF" w:rsidP="00C532FF">
      <w:r>
        <w:t>255.8292</w:t>
      </w:r>
      <w:r>
        <w:tab/>
        <w:t>2.025e0</w:t>
      </w:r>
    </w:p>
    <w:p w:rsidR="00C532FF" w:rsidRDefault="00C532FF" w:rsidP="00C532FF">
      <w:r>
        <w:t>255.8624</w:t>
      </w:r>
      <w:r>
        <w:tab/>
        <w:t>2.025e0</w:t>
      </w:r>
    </w:p>
    <w:p w:rsidR="00C532FF" w:rsidRDefault="00C532FF" w:rsidP="00C532FF">
      <w:r>
        <w:lastRenderedPageBreak/>
        <w:t>255.8980</w:t>
      </w:r>
      <w:r>
        <w:tab/>
        <w:t>3.038e0</w:t>
      </w:r>
    </w:p>
    <w:p w:rsidR="00C532FF" w:rsidRDefault="00C532FF" w:rsidP="00C532FF">
      <w:r>
        <w:t>255.9025</w:t>
      </w:r>
      <w:r>
        <w:tab/>
        <w:t>2.025e0</w:t>
      </w:r>
    </w:p>
    <w:p w:rsidR="00C532FF" w:rsidRDefault="00C532FF" w:rsidP="00C532FF">
      <w:r>
        <w:t>255.9142</w:t>
      </w:r>
      <w:r>
        <w:tab/>
        <w:t>1.013e0</w:t>
      </w:r>
    </w:p>
    <w:p w:rsidR="00C532FF" w:rsidRDefault="00C532FF" w:rsidP="00C532FF">
      <w:r>
        <w:t>255.9185</w:t>
      </w:r>
      <w:r>
        <w:tab/>
        <w:t>4.051e0</w:t>
      </w:r>
    </w:p>
    <w:p w:rsidR="00C532FF" w:rsidRDefault="00C532FF" w:rsidP="00C532FF">
      <w:r>
        <w:t>255.9389</w:t>
      </w:r>
      <w:r>
        <w:tab/>
        <w:t>3.038e0</w:t>
      </w:r>
    </w:p>
    <w:p w:rsidR="00C532FF" w:rsidRDefault="00C532FF" w:rsidP="00C532FF">
      <w:r>
        <w:t>255.9479</w:t>
      </w:r>
      <w:r>
        <w:tab/>
        <w:t>1.013e0</w:t>
      </w:r>
    </w:p>
    <w:p w:rsidR="00C532FF" w:rsidRDefault="00C532FF" w:rsidP="00C532FF">
      <w:r>
        <w:t>255.9604</w:t>
      </w:r>
      <w:r>
        <w:tab/>
        <w:t>1.013e0</w:t>
      </w:r>
    </w:p>
    <w:p w:rsidR="00C532FF" w:rsidRDefault="00C532FF" w:rsidP="00C532FF">
      <w:r>
        <w:t>255.9661</w:t>
      </w:r>
      <w:r>
        <w:tab/>
        <w:t>2.025e0</w:t>
      </w:r>
    </w:p>
    <w:p w:rsidR="00C532FF" w:rsidRDefault="00C532FF" w:rsidP="00C532FF">
      <w:r>
        <w:t>255.9689</w:t>
      </w:r>
      <w:r>
        <w:tab/>
        <w:t>4.051e0</w:t>
      </w:r>
    </w:p>
    <w:p w:rsidR="00C532FF" w:rsidRDefault="00C532FF" w:rsidP="00C532FF">
      <w:r>
        <w:t>255.9906</w:t>
      </w:r>
      <w:r>
        <w:tab/>
        <w:t>2.025e0</w:t>
      </w:r>
    </w:p>
    <w:p w:rsidR="00C532FF" w:rsidRDefault="00C532FF" w:rsidP="00C532FF">
      <w:r>
        <w:t>255.9989</w:t>
      </w:r>
      <w:r>
        <w:tab/>
        <w:t>2.025e0</w:t>
      </w:r>
    </w:p>
    <w:p w:rsidR="00C532FF" w:rsidRDefault="00C532FF" w:rsidP="00C532FF">
      <w:r>
        <w:t>256.0065</w:t>
      </w:r>
      <w:r>
        <w:tab/>
        <w:t>3.038e0</w:t>
      </w:r>
    </w:p>
    <w:p w:rsidR="00C532FF" w:rsidRDefault="00C532FF" w:rsidP="00C532FF">
      <w:r>
        <w:t>256.0219</w:t>
      </w:r>
      <w:r>
        <w:tab/>
        <w:t>3.038e0</w:t>
      </w:r>
    </w:p>
    <w:p w:rsidR="00C532FF" w:rsidRDefault="00C532FF" w:rsidP="00C532FF">
      <w:r>
        <w:t>256.0359</w:t>
      </w:r>
      <w:r>
        <w:tab/>
        <w:t>2.025e0</w:t>
      </w:r>
    </w:p>
    <w:p w:rsidR="00C532FF" w:rsidRDefault="00C532FF" w:rsidP="00C532FF">
      <w:r>
        <w:t>256.0438</w:t>
      </w:r>
      <w:r>
        <w:tab/>
        <w:t>3.038e0</w:t>
      </w:r>
    </w:p>
    <w:p w:rsidR="00C532FF" w:rsidRDefault="00C532FF" w:rsidP="00C532FF">
      <w:r>
        <w:t>256.0493</w:t>
      </w:r>
      <w:r>
        <w:tab/>
        <w:t>1.013e0</w:t>
      </w:r>
    </w:p>
    <w:p w:rsidR="00C532FF" w:rsidRDefault="00C532FF" w:rsidP="00C532FF">
      <w:r>
        <w:t>256.0714</w:t>
      </w:r>
      <w:r>
        <w:tab/>
        <w:t>2.025e0</w:t>
      </w:r>
    </w:p>
    <w:p w:rsidR="00C532FF" w:rsidRDefault="00C532FF" w:rsidP="00C532FF">
      <w:r>
        <w:t>256.0758</w:t>
      </w:r>
      <w:r>
        <w:tab/>
        <w:t>1.013e0</w:t>
      </w:r>
    </w:p>
    <w:p w:rsidR="00C532FF" w:rsidRDefault="00C532FF" w:rsidP="00C532FF">
      <w:r>
        <w:t>256.0814</w:t>
      </w:r>
      <w:r>
        <w:tab/>
        <w:t>2.025e0</w:t>
      </w:r>
    </w:p>
    <w:p w:rsidR="00C532FF" w:rsidRDefault="00C532FF" w:rsidP="00C532FF">
      <w:r>
        <w:lastRenderedPageBreak/>
        <w:t>256.0952</w:t>
      </w:r>
      <w:r>
        <w:tab/>
        <w:t>1.013e0</w:t>
      </w:r>
    </w:p>
    <w:p w:rsidR="00C532FF" w:rsidRDefault="00C532FF" w:rsidP="00C532FF">
      <w:r>
        <w:t>256.0981</w:t>
      </w:r>
      <w:r>
        <w:tab/>
        <w:t>2.025e0</w:t>
      </w:r>
    </w:p>
    <w:p w:rsidR="00C532FF" w:rsidRDefault="00C532FF" w:rsidP="00C532FF">
      <w:r>
        <w:t>256.1022</w:t>
      </w:r>
      <w:r>
        <w:tab/>
        <w:t>5.063e0</w:t>
      </w:r>
    </w:p>
    <w:p w:rsidR="00C532FF" w:rsidRDefault="00C532FF" w:rsidP="00C532FF">
      <w:r>
        <w:t>256.1094</w:t>
      </w:r>
      <w:r>
        <w:tab/>
        <w:t>1.013e0</w:t>
      </w:r>
    </w:p>
    <w:p w:rsidR="00C532FF" w:rsidRDefault="00C532FF" w:rsidP="00C532FF">
      <w:r>
        <w:t>256.1141</w:t>
      </w:r>
      <w:r>
        <w:tab/>
        <w:t>2.025e0</w:t>
      </w:r>
    </w:p>
    <w:p w:rsidR="00C532FF" w:rsidRDefault="00C532FF" w:rsidP="00C532FF">
      <w:r>
        <w:t>256.1218</w:t>
      </w:r>
      <w:r>
        <w:tab/>
        <w:t>1.013e0</w:t>
      </w:r>
    </w:p>
    <w:p w:rsidR="00C532FF" w:rsidRDefault="00C532FF" w:rsidP="00C532FF">
      <w:r>
        <w:t>256.1430</w:t>
      </w:r>
      <w:r>
        <w:tab/>
        <w:t>4.051e0</w:t>
      </w:r>
    </w:p>
    <w:p w:rsidR="00C532FF" w:rsidRDefault="00C532FF" w:rsidP="00C532FF">
      <w:r>
        <w:t>256.1515</w:t>
      </w:r>
      <w:r>
        <w:tab/>
        <w:t>2.025e0</w:t>
      </w:r>
    </w:p>
    <w:p w:rsidR="00C532FF" w:rsidRDefault="00C532FF" w:rsidP="00C532FF">
      <w:r>
        <w:t>256.1567</w:t>
      </w:r>
      <w:r>
        <w:tab/>
        <w:t>1.013e0</w:t>
      </w:r>
    </w:p>
    <w:p w:rsidR="00C532FF" w:rsidRDefault="00C532FF" w:rsidP="00C532FF">
      <w:r>
        <w:t>256.1869</w:t>
      </w:r>
      <w:r>
        <w:tab/>
        <w:t>1.073e1</w:t>
      </w:r>
    </w:p>
    <w:p w:rsidR="00C532FF" w:rsidRDefault="00C532FF" w:rsidP="00C532FF">
      <w:r>
        <w:t>256.1883</w:t>
      </w:r>
      <w:r>
        <w:tab/>
        <w:t>2.025e1</w:t>
      </w:r>
    </w:p>
    <w:p w:rsidR="00C532FF" w:rsidRDefault="00C532FF" w:rsidP="00C532FF">
      <w:r>
        <w:t>256.1918</w:t>
      </w:r>
      <w:r>
        <w:tab/>
        <w:t>4.942e1</w:t>
      </w:r>
    </w:p>
    <w:p w:rsidR="00C532FF" w:rsidRDefault="00C532FF" w:rsidP="00C532FF">
      <w:r>
        <w:t>256.1944</w:t>
      </w:r>
      <w:r>
        <w:tab/>
        <w:t>6.076e0</w:t>
      </w:r>
    </w:p>
    <w:p w:rsidR="00C532FF" w:rsidRDefault="00C532FF" w:rsidP="00C532FF">
      <w:r>
        <w:t>256.1978</w:t>
      </w:r>
      <w:r>
        <w:tab/>
        <w:t>1.823e1</w:t>
      </w:r>
    </w:p>
    <w:p w:rsidR="00C532FF" w:rsidRDefault="00C532FF" w:rsidP="00C532FF">
      <w:r>
        <w:t>256.2194</w:t>
      </w:r>
      <w:r>
        <w:tab/>
        <w:t>4.051e0</w:t>
      </w:r>
    </w:p>
    <w:p w:rsidR="00C532FF" w:rsidRDefault="00C532FF" w:rsidP="00C532FF">
      <w:r>
        <w:t>256.2204</w:t>
      </w:r>
      <w:r>
        <w:tab/>
        <w:t>2.430e0</w:t>
      </w:r>
    </w:p>
    <w:p w:rsidR="00C532FF" w:rsidRDefault="00C532FF" w:rsidP="00C532FF">
      <w:r>
        <w:t>256.2615</w:t>
      </w:r>
      <w:r>
        <w:tab/>
        <w:t>6.076e0</w:t>
      </w:r>
    </w:p>
    <w:p w:rsidR="00C532FF" w:rsidRDefault="00C532FF" w:rsidP="00C532FF">
      <w:r>
        <w:t>256.2757</w:t>
      </w:r>
      <w:r>
        <w:tab/>
        <w:t>1.013e0</w:t>
      </w:r>
    </w:p>
    <w:p w:rsidR="00C532FF" w:rsidRDefault="00C532FF" w:rsidP="00C532FF">
      <w:r>
        <w:t>256.2798</w:t>
      </w:r>
      <w:r>
        <w:tab/>
        <w:t>1.013e0</w:t>
      </w:r>
    </w:p>
    <w:p w:rsidR="00C532FF" w:rsidRDefault="00C532FF" w:rsidP="00C532FF">
      <w:r>
        <w:lastRenderedPageBreak/>
        <w:t>256.2855</w:t>
      </w:r>
      <w:r>
        <w:tab/>
        <w:t>2.025e0</w:t>
      </w:r>
    </w:p>
    <w:p w:rsidR="00C532FF" w:rsidRDefault="00C532FF" w:rsidP="00C532FF">
      <w:r>
        <w:t>256.2915</w:t>
      </w:r>
      <w:r>
        <w:tab/>
        <w:t>1.013e0</w:t>
      </w:r>
    </w:p>
    <w:p w:rsidR="00C532FF" w:rsidRDefault="00C532FF" w:rsidP="00C532FF">
      <w:r>
        <w:t>256.2954</w:t>
      </w:r>
      <w:r>
        <w:tab/>
        <w:t>1.013e0</w:t>
      </w:r>
    </w:p>
    <w:p w:rsidR="00C532FF" w:rsidRDefault="00C532FF" w:rsidP="00C532FF">
      <w:r>
        <w:t>256.3184</w:t>
      </w:r>
      <w:r>
        <w:tab/>
        <w:t>1.013e0</w:t>
      </w:r>
    </w:p>
    <w:p w:rsidR="00C532FF" w:rsidRDefault="00C532FF" w:rsidP="00C532FF">
      <w:r>
        <w:t>256.3279</w:t>
      </w:r>
      <w:r>
        <w:tab/>
        <w:t>2.025e0</w:t>
      </w:r>
    </w:p>
    <w:p w:rsidR="00C532FF" w:rsidRDefault="00C532FF" w:rsidP="00C532FF">
      <w:r>
        <w:t>256.3339</w:t>
      </w:r>
      <w:r>
        <w:tab/>
        <w:t>1.013e0</w:t>
      </w:r>
    </w:p>
    <w:p w:rsidR="00C532FF" w:rsidRDefault="00C532FF" w:rsidP="00C532FF">
      <w:r>
        <w:t>256.3515</w:t>
      </w:r>
      <w:r>
        <w:tab/>
        <w:t>1.013e0</w:t>
      </w:r>
    </w:p>
    <w:p w:rsidR="00C532FF" w:rsidRDefault="00C532FF" w:rsidP="00C532FF">
      <w:r>
        <w:t>256.3566</w:t>
      </w:r>
      <w:r>
        <w:tab/>
        <w:t>1.013e0</w:t>
      </w:r>
    </w:p>
    <w:p w:rsidR="00C532FF" w:rsidRDefault="00C532FF" w:rsidP="00C532FF">
      <w:r>
        <w:t>256.3686</w:t>
      </w:r>
      <w:r>
        <w:tab/>
        <w:t>1.013e0</w:t>
      </w:r>
    </w:p>
    <w:p w:rsidR="00C532FF" w:rsidRDefault="00C532FF" w:rsidP="00C532FF">
      <w:r>
        <w:t>256.3706</w:t>
      </w:r>
      <w:r>
        <w:tab/>
        <w:t>2.025e0</w:t>
      </w:r>
    </w:p>
    <w:p w:rsidR="00C532FF" w:rsidRDefault="00C532FF" w:rsidP="00C532FF">
      <w:r>
        <w:t>256.3766</w:t>
      </w:r>
      <w:r>
        <w:tab/>
        <w:t>1.013e0</w:t>
      </w:r>
    </w:p>
    <w:p w:rsidR="00C532FF" w:rsidRDefault="00C532FF" w:rsidP="00C532FF">
      <w:r>
        <w:t>256.3895</w:t>
      </w:r>
      <w:r>
        <w:tab/>
        <w:t>1.013e0</w:t>
      </w:r>
    </w:p>
    <w:p w:rsidR="00C532FF" w:rsidRDefault="00C532FF" w:rsidP="00C532FF">
      <w:r>
        <w:t>256.4031</w:t>
      </w:r>
      <w:r>
        <w:tab/>
        <w:t>1.013e0</w:t>
      </w:r>
    </w:p>
    <w:p w:rsidR="00C532FF" w:rsidRDefault="00C532FF" w:rsidP="00C532FF">
      <w:r>
        <w:t>256.4067</w:t>
      </w:r>
      <w:r>
        <w:tab/>
        <w:t>1.013e0</w:t>
      </w:r>
    </w:p>
    <w:p w:rsidR="00C532FF" w:rsidRDefault="00C532FF" w:rsidP="00C532FF">
      <w:r>
        <w:t>256.4147</w:t>
      </w:r>
      <w:r>
        <w:tab/>
        <w:t>1.013e0</w:t>
      </w:r>
    </w:p>
    <w:p w:rsidR="00C532FF" w:rsidRDefault="00C532FF" w:rsidP="00C532FF">
      <w:r>
        <w:t>256.4189</w:t>
      </w:r>
      <w:r>
        <w:tab/>
        <w:t>2.025e0</w:t>
      </w:r>
    </w:p>
    <w:p w:rsidR="00C532FF" w:rsidRDefault="00C532FF" w:rsidP="00C532FF">
      <w:r>
        <w:t>256.4276</w:t>
      </w:r>
      <w:r>
        <w:tab/>
        <w:t>1.013e0</w:t>
      </w:r>
    </w:p>
    <w:p w:rsidR="00C532FF" w:rsidRDefault="00C532FF" w:rsidP="00C532FF">
      <w:r>
        <w:t>256.4455</w:t>
      </w:r>
      <w:r>
        <w:tab/>
        <w:t>1.013e0</w:t>
      </w:r>
    </w:p>
    <w:p w:rsidR="00C532FF" w:rsidRDefault="00C532FF" w:rsidP="00C532FF">
      <w:r>
        <w:t>256.4574</w:t>
      </w:r>
      <w:r>
        <w:tab/>
        <w:t>2.025e0</w:t>
      </w:r>
    </w:p>
    <w:p w:rsidR="00C532FF" w:rsidRDefault="00C532FF" w:rsidP="00C532FF">
      <w:r>
        <w:lastRenderedPageBreak/>
        <w:t>256.4659</w:t>
      </w:r>
      <w:r>
        <w:tab/>
        <w:t>1.013e0</w:t>
      </w:r>
    </w:p>
    <w:p w:rsidR="00C532FF" w:rsidRDefault="00C532FF" w:rsidP="00C532FF">
      <w:r>
        <w:t>256.4755</w:t>
      </w:r>
      <w:r>
        <w:tab/>
        <w:t>2.025e0</w:t>
      </w:r>
    </w:p>
    <w:p w:rsidR="00C532FF" w:rsidRDefault="00C532FF" w:rsidP="00C532FF">
      <w:r>
        <w:t>256.4998</w:t>
      </w:r>
      <w:r>
        <w:tab/>
        <w:t>1.013e0</w:t>
      </w:r>
    </w:p>
    <w:p w:rsidR="00C532FF" w:rsidRDefault="00C532FF" w:rsidP="00C532FF">
      <w:r>
        <w:t>256.5038</w:t>
      </w:r>
      <w:r>
        <w:tab/>
        <w:t>2.025e0</w:t>
      </w:r>
    </w:p>
    <w:p w:rsidR="00C532FF" w:rsidRDefault="00C532FF" w:rsidP="00C532FF">
      <w:r>
        <w:t>256.5344</w:t>
      </w:r>
      <w:r>
        <w:tab/>
        <w:t>1.013e0</w:t>
      </w:r>
    </w:p>
    <w:p w:rsidR="00C532FF" w:rsidRDefault="00C532FF" w:rsidP="00C532FF">
      <w:r>
        <w:t>256.5380</w:t>
      </w:r>
      <w:r>
        <w:tab/>
        <w:t>1.013e0</w:t>
      </w:r>
    </w:p>
    <w:p w:rsidR="00C532FF" w:rsidRDefault="00C532FF" w:rsidP="00C532FF">
      <w:r>
        <w:t>256.5515</w:t>
      </w:r>
      <w:r>
        <w:tab/>
        <w:t>2.025e0</w:t>
      </w:r>
    </w:p>
    <w:p w:rsidR="00C532FF" w:rsidRDefault="00C532FF" w:rsidP="00C532FF">
      <w:r>
        <w:t>256.5685</w:t>
      </w:r>
      <w:r>
        <w:tab/>
        <w:t>1.013e0</w:t>
      </w:r>
    </w:p>
    <w:p w:rsidR="00C532FF" w:rsidRDefault="00C532FF" w:rsidP="00C532FF">
      <w:r>
        <w:t>256.5725</w:t>
      </w:r>
      <w:r>
        <w:tab/>
        <w:t>1.013e0</w:t>
      </w:r>
    </w:p>
    <w:p w:rsidR="00C532FF" w:rsidRDefault="00C532FF" w:rsidP="00C532FF">
      <w:r>
        <w:t>256.5807</w:t>
      </w:r>
      <w:r>
        <w:tab/>
        <w:t>4.051e0</w:t>
      </w:r>
    </w:p>
    <w:p w:rsidR="00C532FF" w:rsidRDefault="00C532FF" w:rsidP="00C532FF">
      <w:r>
        <w:t>256.5897</w:t>
      </w:r>
      <w:r>
        <w:tab/>
        <w:t>1.013e0</w:t>
      </w:r>
    </w:p>
    <w:p w:rsidR="00C532FF" w:rsidRDefault="00C532FF" w:rsidP="00C532FF">
      <w:r>
        <w:t>256.5934</w:t>
      </w:r>
      <w:r>
        <w:tab/>
        <w:t>2.025e0</w:t>
      </w:r>
    </w:p>
    <w:p w:rsidR="00C532FF" w:rsidRDefault="00C532FF" w:rsidP="00C532FF">
      <w:r>
        <w:t>256.6030</w:t>
      </w:r>
      <w:r>
        <w:tab/>
        <w:t>1.013e0</w:t>
      </w:r>
    </w:p>
    <w:p w:rsidR="00C532FF" w:rsidRDefault="00C532FF" w:rsidP="00C532FF">
      <w:r>
        <w:t>256.6112</w:t>
      </w:r>
      <w:r>
        <w:tab/>
        <w:t>1.013e0</w:t>
      </w:r>
    </w:p>
    <w:p w:rsidR="00C532FF" w:rsidRDefault="00C532FF" w:rsidP="00C532FF">
      <w:r>
        <w:t>256.6152</w:t>
      </w:r>
      <w:r>
        <w:tab/>
        <w:t>1.013e0</w:t>
      </w:r>
    </w:p>
    <w:p w:rsidR="00C532FF" w:rsidRDefault="00C532FF" w:rsidP="00C532FF">
      <w:r>
        <w:t>256.6399</w:t>
      </w:r>
      <w:r>
        <w:tab/>
        <w:t>2.025e0</w:t>
      </w:r>
    </w:p>
    <w:p w:rsidR="00C532FF" w:rsidRDefault="00C532FF" w:rsidP="00C532FF">
      <w:r>
        <w:t>256.6418</w:t>
      </w:r>
      <w:r>
        <w:tab/>
        <w:t>1.013e0</w:t>
      </w:r>
    </w:p>
    <w:p w:rsidR="00C532FF" w:rsidRDefault="00C532FF" w:rsidP="00C532FF">
      <w:r>
        <w:t>256.6534</w:t>
      </w:r>
      <w:r>
        <w:tab/>
        <w:t>1.013e0</w:t>
      </w:r>
    </w:p>
    <w:p w:rsidR="00C532FF" w:rsidRDefault="00C532FF" w:rsidP="00C532FF">
      <w:r>
        <w:t>256.6612</w:t>
      </w:r>
      <w:r>
        <w:tab/>
        <w:t>1.013e0</w:t>
      </w:r>
    </w:p>
    <w:p w:rsidR="00C532FF" w:rsidRDefault="00C532FF" w:rsidP="00C532FF">
      <w:r>
        <w:lastRenderedPageBreak/>
        <w:t>256.6658</w:t>
      </w:r>
      <w:r>
        <w:tab/>
        <w:t>1.013e0</w:t>
      </w:r>
    </w:p>
    <w:p w:rsidR="00C532FF" w:rsidRDefault="00C532FF" w:rsidP="00C532FF">
      <w:r>
        <w:t>256.6801</w:t>
      </w:r>
      <w:r>
        <w:tab/>
        <w:t>1.013e0</w:t>
      </w:r>
    </w:p>
    <w:p w:rsidR="00C532FF" w:rsidRDefault="00C532FF" w:rsidP="00C532FF">
      <w:r>
        <w:t>256.7039</w:t>
      </w:r>
      <w:r>
        <w:tab/>
        <w:t>1.013e0</w:t>
      </w:r>
    </w:p>
    <w:p w:rsidR="00C532FF" w:rsidRDefault="00C532FF" w:rsidP="00C532FF">
      <w:r>
        <w:t>256.7084</w:t>
      </w:r>
      <w:r>
        <w:tab/>
        <w:t>1.013e0</w:t>
      </w:r>
    </w:p>
    <w:p w:rsidR="00C532FF" w:rsidRDefault="00C532FF" w:rsidP="00C532FF">
      <w:r>
        <w:t>256.7134</w:t>
      </w:r>
      <w:r>
        <w:tab/>
        <w:t>1.013e0</w:t>
      </w:r>
    </w:p>
    <w:p w:rsidR="00C532FF" w:rsidRDefault="00C532FF" w:rsidP="00C532FF">
      <w:r>
        <w:t>256.7385</w:t>
      </w:r>
      <w:r>
        <w:tab/>
        <w:t>1.013e0</w:t>
      </w:r>
    </w:p>
    <w:p w:rsidR="00C532FF" w:rsidRDefault="00C532FF" w:rsidP="00C532FF">
      <w:r>
        <w:t>256.7401</w:t>
      </w:r>
      <w:r>
        <w:tab/>
        <w:t>2.025e0</w:t>
      </w:r>
    </w:p>
    <w:p w:rsidR="00C532FF" w:rsidRDefault="00C532FF" w:rsidP="00C532FF">
      <w:r>
        <w:t>256.7424</w:t>
      </w:r>
      <w:r>
        <w:tab/>
        <w:t>1.013e0</w:t>
      </w:r>
    </w:p>
    <w:p w:rsidR="00C532FF" w:rsidRDefault="00C532FF" w:rsidP="00C532FF">
      <w:r>
        <w:t>256.7881</w:t>
      </w:r>
      <w:r>
        <w:tab/>
        <w:t>3.038e0</w:t>
      </w:r>
    </w:p>
    <w:p w:rsidR="00C532FF" w:rsidRDefault="00C532FF" w:rsidP="00C532FF">
      <w:r>
        <w:t>256.7991</w:t>
      </w:r>
      <w:r>
        <w:tab/>
        <w:t>1.013e0</w:t>
      </w:r>
    </w:p>
    <w:p w:rsidR="00C532FF" w:rsidRDefault="00C532FF" w:rsidP="00C532FF">
      <w:r>
        <w:t>256.8033</w:t>
      </w:r>
      <w:r>
        <w:tab/>
        <w:t>1.013e0</w:t>
      </w:r>
    </w:p>
    <w:p w:rsidR="00C532FF" w:rsidRDefault="00C532FF" w:rsidP="00C532FF">
      <w:r>
        <w:t>256.8067</w:t>
      </w:r>
      <w:r>
        <w:tab/>
        <w:t>2.025e0</w:t>
      </w:r>
    </w:p>
    <w:p w:rsidR="00C532FF" w:rsidRDefault="00C532FF" w:rsidP="00C532FF">
      <w:r>
        <w:t>256.8151</w:t>
      </w:r>
      <w:r>
        <w:tab/>
        <w:t>1.013e0</w:t>
      </w:r>
    </w:p>
    <w:p w:rsidR="00C532FF" w:rsidRDefault="00C532FF" w:rsidP="00C532FF">
      <w:r>
        <w:t>256.8325</w:t>
      </w:r>
      <w:r>
        <w:tab/>
        <w:t>1.013e0</w:t>
      </w:r>
    </w:p>
    <w:p w:rsidR="00C532FF" w:rsidRDefault="00C532FF" w:rsidP="00C532FF">
      <w:r>
        <w:t>256.8459</w:t>
      </w:r>
      <w:r>
        <w:tab/>
        <w:t>1.013e0</w:t>
      </w:r>
    </w:p>
    <w:p w:rsidR="00C532FF" w:rsidRDefault="00C532FF" w:rsidP="00C532FF">
      <w:r>
        <w:t>256.8615</w:t>
      </w:r>
      <w:r>
        <w:tab/>
        <w:t>2.025e0</w:t>
      </w:r>
    </w:p>
    <w:p w:rsidR="00C532FF" w:rsidRDefault="00C532FF" w:rsidP="00C532FF">
      <w:r>
        <w:t>256.8706</w:t>
      </w:r>
      <w:r>
        <w:tab/>
        <w:t>1.013e0</w:t>
      </w:r>
    </w:p>
    <w:p w:rsidR="00C532FF" w:rsidRDefault="00C532FF" w:rsidP="00C532FF">
      <w:r>
        <w:t>256.8883</w:t>
      </w:r>
      <w:r>
        <w:tab/>
        <w:t>3.038e0</w:t>
      </w:r>
    </w:p>
    <w:p w:rsidR="00C532FF" w:rsidRDefault="00C532FF" w:rsidP="00C532FF">
      <w:r>
        <w:t>256.8960</w:t>
      </w:r>
      <w:r>
        <w:tab/>
        <w:t>1.013e0</w:t>
      </w:r>
    </w:p>
    <w:p w:rsidR="00C532FF" w:rsidRDefault="00C532FF" w:rsidP="00C532FF">
      <w:r>
        <w:lastRenderedPageBreak/>
        <w:t>256.9268</w:t>
      </w:r>
      <w:r>
        <w:tab/>
        <w:t>1.013e0</w:t>
      </w:r>
    </w:p>
    <w:p w:rsidR="00C532FF" w:rsidRDefault="00C532FF" w:rsidP="00C532FF">
      <w:r>
        <w:t>256.9308</w:t>
      </w:r>
      <w:r>
        <w:tab/>
        <w:t>1.013e0</w:t>
      </w:r>
    </w:p>
    <w:p w:rsidR="00C532FF" w:rsidRDefault="00C532FF" w:rsidP="00C532FF">
      <w:r>
        <w:t>256.9457</w:t>
      </w:r>
      <w:r>
        <w:tab/>
        <w:t>2.025e0</w:t>
      </w:r>
    </w:p>
    <w:p w:rsidR="00C532FF" w:rsidRDefault="00C532FF" w:rsidP="00C532FF">
      <w:r>
        <w:t>256.9521</w:t>
      </w:r>
      <w:r>
        <w:tab/>
        <w:t>3.038e0</w:t>
      </w:r>
    </w:p>
    <w:p w:rsidR="00C532FF" w:rsidRDefault="00C532FF" w:rsidP="00C532FF">
      <w:r>
        <w:t>256.9561</w:t>
      </w:r>
      <w:r>
        <w:tab/>
        <w:t>1.013e0</w:t>
      </w:r>
    </w:p>
    <w:p w:rsidR="00C532FF" w:rsidRDefault="00C532FF" w:rsidP="00C532FF">
      <w:r>
        <w:t>256.9847</w:t>
      </w:r>
      <w:r>
        <w:tab/>
        <w:t>1.013e0</w:t>
      </w:r>
    </w:p>
    <w:p w:rsidR="00C532FF" w:rsidRDefault="00C532FF" w:rsidP="00C532FF">
      <w:r>
        <w:t>256.9860</w:t>
      </w:r>
      <w:r>
        <w:tab/>
        <w:t>4.051e0</w:t>
      </w:r>
    </w:p>
    <w:p w:rsidR="00C532FF" w:rsidRDefault="00C532FF" w:rsidP="00C532FF">
      <w:r>
        <w:t>256.9894</w:t>
      </w:r>
      <w:r>
        <w:tab/>
        <w:t>1.013e0</w:t>
      </w:r>
    </w:p>
    <w:p w:rsidR="00C532FF" w:rsidRDefault="00C532FF" w:rsidP="00C532FF">
      <w:r>
        <w:t>257.0098</w:t>
      </w:r>
      <w:r>
        <w:tab/>
        <w:t>2.025e0</w:t>
      </w:r>
    </w:p>
    <w:p w:rsidR="00C532FF" w:rsidRDefault="00C532FF" w:rsidP="00C532FF">
      <w:r>
        <w:t>257.0135</w:t>
      </w:r>
      <w:r>
        <w:tab/>
        <w:t>4.051e0</w:t>
      </w:r>
    </w:p>
    <w:p w:rsidR="00C532FF" w:rsidRDefault="00C532FF" w:rsidP="00C532FF">
      <w:r>
        <w:t>257.0239</w:t>
      </w:r>
      <w:r>
        <w:tab/>
        <w:t>2.025e0</w:t>
      </w:r>
    </w:p>
    <w:p w:rsidR="00C532FF" w:rsidRDefault="00C532FF" w:rsidP="00C532FF">
      <w:r>
        <w:t>257.0418</w:t>
      </w:r>
      <w:r>
        <w:tab/>
        <w:t>4.051e0</w:t>
      </w:r>
    </w:p>
    <w:p w:rsidR="00C532FF" w:rsidRDefault="00C532FF" w:rsidP="00C532FF">
      <w:r>
        <w:t>257.0474</w:t>
      </w:r>
      <w:r>
        <w:tab/>
        <w:t>7.089e0</w:t>
      </w:r>
    </w:p>
    <w:p w:rsidR="00C532FF" w:rsidRDefault="00C532FF" w:rsidP="00C532FF">
      <w:r>
        <w:t>257.0493</w:t>
      </w:r>
      <w:r>
        <w:tab/>
        <w:t>5.053e0</w:t>
      </w:r>
    </w:p>
    <w:p w:rsidR="00C532FF" w:rsidRDefault="00C532FF" w:rsidP="00C532FF">
      <w:r>
        <w:t>257.0554</w:t>
      </w:r>
      <w:r>
        <w:tab/>
        <w:t>6.035e0</w:t>
      </w:r>
    </w:p>
    <w:p w:rsidR="00C532FF" w:rsidRDefault="00C532FF" w:rsidP="00C532FF">
      <w:r>
        <w:t>257.0582</w:t>
      </w:r>
      <w:r>
        <w:tab/>
        <w:t>2.025e0</w:t>
      </w:r>
    </w:p>
    <w:p w:rsidR="00C532FF" w:rsidRDefault="00C532FF" w:rsidP="00C532FF">
      <w:r>
        <w:t>257.0822</w:t>
      </w:r>
      <w:r>
        <w:tab/>
        <w:t>2.025e0</w:t>
      </w:r>
    </w:p>
    <w:p w:rsidR="00C532FF" w:rsidRDefault="00C532FF" w:rsidP="00C532FF">
      <w:r>
        <w:t>257.0842</w:t>
      </w:r>
      <w:r>
        <w:tab/>
        <w:t>2.067e0</w:t>
      </w:r>
    </w:p>
    <w:p w:rsidR="00C532FF" w:rsidRDefault="00C532FF" w:rsidP="00C532FF">
      <w:r>
        <w:t>257.0906</w:t>
      </w:r>
      <w:r>
        <w:tab/>
        <w:t>5.063e0</w:t>
      </w:r>
    </w:p>
    <w:p w:rsidR="00C532FF" w:rsidRDefault="00C532FF" w:rsidP="00C532FF">
      <w:r>
        <w:lastRenderedPageBreak/>
        <w:t>257.0943</w:t>
      </w:r>
      <w:r>
        <w:tab/>
        <w:t>2.025e0</w:t>
      </w:r>
    </w:p>
    <w:p w:rsidR="00C532FF" w:rsidRDefault="00C532FF" w:rsidP="00C532FF">
      <w:r>
        <w:t>257.1201</w:t>
      </w:r>
      <w:r>
        <w:tab/>
        <w:t>2.025e0</w:t>
      </w:r>
    </w:p>
    <w:p w:rsidR="00C532FF" w:rsidRDefault="00C532FF" w:rsidP="00C532FF">
      <w:r>
        <w:t>257.1246</w:t>
      </w:r>
      <w:r>
        <w:tab/>
        <w:t>4.051e0</w:t>
      </w:r>
    </w:p>
    <w:p w:rsidR="00C532FF" w:rsidRDefault="00C532FF" w:rsidP="00C532FF">
      <w:r>
        <w:t>257.1271</w:t>
      </w:r>
      <w:r>
        <w:tab/>
        <w:t>2.025e0</w:t>
      </w:r>
    </w:p>
    <w:p w:rsidR="00C532FF" w:rsidRDefault="00C532FF" w:rsidP="00C532FF">
      <w:r>
        <w:t>257.1400</w:t>
      </w:r>
      <w:r>
        <w:tab/>
        <w:t>4.051e0</w:t>
      </w:r>
    </w:p>
    <w:p w:rsidR="00C532FF" w:rsidRDefault="00C532FF" w:rsidP="00C532FF">
      <w:r>
        <w:t>257.1427</w:t>
      </w:r>
      <w:r>
        <w:tab/>
        <w:t>1.013e0</w:t>
      </w:r>
    </w:p>
    <w:p w:rsidR="00C532FF" w:rsidRDefault="00C532FF" w:rsidP="00C532FF">
      <w:r>
        <w:t>257.1440</w:t>
      </w:r>
      <w:r>
        <w:tab/>
        <w:t>3.038e0</w:t>
      </w:r>
    </w:p>
    <w:p w:rsidR="00C532FF" w:rsidRDefault="00C532FF" w:rsidP="00C532FF">
      <w:r>
        <w:t>257.1467</w:t>
      </w:r>
      <w:r>
        <w:tab/>
        <w:t>1.013e0</w:t>
      </w:r>
    </w:p>
    <w:p w:rsidR="00C532FF" w:rsidRDefault="00C532FF" w:rsidP="00C532FF">
      <w:r>
        <w:t>257.1543</w:t>
      </w:r>
      <w:r>
        <w:tab/>
        <w:t>6.076e0</w:t>
      </w:r>
    </w:p>
    <w:p w:rsidR="00C532FF" w:rsidRDefault="00C532FF" w:rsidP="00C532FF">
      <w:r>
        <w:t>257.1632</w:t>
      </w:r>
      <w:r>
        <w:tab/>
        <w:t>2.025e0</w:t>
      </w:r>
    </w:p>
    <w:p w:rsidR="00C532FF" w:rsidRDefault="00C532FF" w:rsidP="00C532FF">
      <w:r>
        <w:t>257.1654</w:t>
      </w:r>
      <w:r>
        <w:tab/>
        <w:t>1.013e0</w:t>
      </w:r>
    </w:p>
    <w:p w:rsidR="00C532FF" w:rsidRDefault="00C532FF" w:rsidP="00C532FF">
      <w:r>
        <w:t>257.1854</w:t>
      </w:r>
      <w:r>
        <w:tab/>
        <w:t>1.013e0</w:t>
      </w:r>
    </w:p>
    <w:p w:rsidR="00C532FF" w:rsidRDefault="00C532FF" w:rsidP="00C532FF">
      <w:r>
        <w:t>257.1944</w:t>
      </w:r>
      <w:r>
        <w:tab/>
        <w:t>1.013e0</w:t>
      </w:r>
    </w:p>
    <w:p w:rsidR="00C532FF" w:rsidRDefault="00C532FF" w:rsidP="00C532FF">
      <w:r>
        <w:t>257.1993</w:t>
      </w:r>
      <w:r>
        <w:tab/>
        <w:t>2.025e0</w:t>
      </w:r>
    </w:p>
    <w:p w:rsidR="00C532FF" w:rsidRDefault="00C532FF" w:rsidP="00C532FF">
      <w:r>
        <w:t>257.2050</w:t>
      </w:r>
      <w:r>
        <w:tab/>
        <w:t>3.038e0</w:t>
      </w:r>
    </w:p>
    <w:p w:rsidR="00C532FF" w:rsidRDefault="00C532FF" w:rsidP="00C532FF">
      <w:r>
        <w:t>257.2064</w:t>
      </w:r>
      <w:r>
        <w:tab/>
        <w:t>3.038e0</w:t>
      </w:r>
    </w:p>
    <w:p w:rsidR="00C532FF" w:rsidRDefault="00C532FF" w:rsidP="00C532FF">
      <w:r>
        <w:t>257.2130</w:t>
      </w:r>
      <w:r>
        <w:tab/>
        <w:t>3.038e0</w:t>
      </w:r>
    </w:p>
    <w:p w:rsidR="00C532FF" w:rsidRDefault="00C532FF" w:rsidP="00C532FF">
      <w:r>
        <w:t>257.2219</w:t>
      </w:r>
      <w:r>
        <w:tab/>
        <w:t>2.025e0</w:t>
      </w:r>
    </w:p>
    <w:p w:rsidR="00C532FF" w:rsidRDefault="00C532FF" w:rsidP="00C532FF">
      <w:r>
        <w:t>257.2498</w:t>
      </w:r>
      <w:r>
        <w:tab/>
        <w:t>2.025e0</w:t>
      </w:r>
    </w:p>
    <w:p w:rsidR="00C532FF" w:rsidRDefault="00C532FF" w:rsidP="00C532FF">
      <w:r>
        <w:lastRenderedPageBreak/>
        <w:t>257.2585</w:t>
      </w:r>
      <w:r>
        <w:tab/>
        <w:t>1.013e0</w:t>
      </w:r>
    </w:p>
    <w:p w:rsidR="00C532FF" w:rsidRDefault="00C532FF" w:rsidP="00C532FF">
      <w:r>
        <w:t>257.2604</w:t>
      </w:r>
      <w:r>
        <w:tab/>
        <w:t>2.025e0</w:t>
      </w:r>
    </w:p>
    <w:p w:rsidR="00C532FF" w:rsidRDefault="00C532FF" w:rsidP="00C532FF">
      <w:r>
        <w:t>257.2754</w:t>
      </w:r>
      <w:r>
        <w:tab/>
        <w:t>2.025e0</w:t>
      </w:r>
    </w:p>
    <w:p w:rsidR="00C532FF" w:rsidRDefault="00C532FF" w:rsidP="00C532FF">
      <w:r>
        <w:t>257.2816</w:t>
      </w:r>
      <w:r>
        <w:tab/>
        <w:t>2.025e0</w:t>
      </w:r>
    </w:p>
    <w:p w:rsidR="00C532FF" w:rsidRDefault="00C532FF" w:rsidP="00C532FF">
      <w:r>
        <w:t>257.2970</w:t>
      </w:r>
      <w:r>
        <w:tab/>
        <w:t>1.013e0</w:t>
      </w:r>
    </w:p>
    <w:p w:rsidR="00C532FF" w:rsidRDefault="00C532FF" w:rsidP="00C532FF">
      <w:r>
        <w:t>257.3187</w:t>
      </w:r>
      <w:r>
        <w:tab/>
        <w:t>1.013e0</w:t>
      </w:r>
    </w:p>
    <w:p w:rsidR="00C532FF" w:rsidRDefault="00C532FF" w:rsidP="00C532FF">
      <w:r>
        <w:t>257.3391</w:t>
      </w:r>
      <w:r>
        <w:tab/>
        <w:t>1.013e0</w:t>
      </w:r>
    </w:p>
    <w:p w:rsidR="00C532FF" w:rsidRDefault="00C532FF" w:rsidP="00C532FF">
      <w:r>
        <w:t>257.3413</w:t>
      </w:r>
      <w:r>
        <w:tab/>
        <w:t>2.025e0</w:t>
      </w:r>
    </w:p>
    <w:p w:rsidR="00C532FF" w:rsidRDefault="00C532FF" w:rsidP="00C532FF">
      <w:r>
        <w:t>257.3548</w:t>
      </w:r>
      <w:r>
        <w:tab/>
        <w:t>2.025e0</w:t>
      </w:r>
    </w:p>
    <w:p w:rsidR="00C532FF" w:rsidRDefault="00C532FF" w:rsidP="00C532FF">
      <w:r>
        <w:t>257.3614</w:t>
      </w:r>
      <w:r>
        <w:tab/>
        <w:t>1.013e0</w:t>
      </w:r>
    </w:p>
    <w:p w:rsidR="00C532FF" w:rsidRDefault="00C532FF" w:rsidP="00C532FF">
      <w:r>
        <w:t>257.3934</w:t>
      </w:r>
      <w:r>
        <w:tab/>
        <w:t>2.025e0</w:t>
      </w:r>
    </w:p>
    <w:p w:rsidR="00C532FF" w:rsidRDefault="00C532FF" w:rsidP="00C532FF">
      <w:r>
        <w:t>257.4043</w:t>
      </w:r>
      <w:r>
        <w:tab/>
        <w:t>1.013e0</w:t>
      </w:r>
    </w:p>
    <w:p w:rsidR="00C532FF" w:rsidRDefault="00C532FF" w:rsidP="00C532FF">
      <w:r>
        <w:t>257.4120</w:t>
      </w:r>
      <w:r>
        <w:tab/>
        <w:t>1.013e0</w:t>
      </w:r>
    </w:p>
    <w:p w:rsidR="00C532FF" w:rsidRDefault="00C532FF" w:rsidP="00C532FF">
      <w:r>
        <w:t>257.4330</w:t>
      </w:r>
      <w:r>
        <w:tab/>
        <w:t>1.013e0</w:t>
      </w:r>
    </w:p>
    <w:p w:rsidR="00C532FF" w:rsidRDefault="00C532FF" w:rsidP="00C532FF">
      <w:r>
        <w:t>257.4380</w:t>
      </w:r>
      <w:r>
        <w:tab/>
        <w:t>1.013e0</w:t>
      </w:r>
    </w:p>
    <w:p w:rsidR="00C532FF" w:rsidRDefault="00C532FF" w:rsidP="00C532FF">
      <w:r>
        <w:t>257.4664</w:t>
      </w:r>
      <w:r>
        <w:tab/>
        <w:t>1.013e0</w:t>
      </w:r>
    </w:p>
    <w:p w:rsidR="00C532FF" w:rsidRDefault="00C532FF" w:rsidP="00C532FF">
      <w:r>
        <w:t>257.4893</w:t>
      </w:r>
      <w:r>
        <w:tab/>
        <w:t>1.013e0</w:t>
      </w:r>
    </w:p>
    <w:p w:rsidR="00C532FF" w:rsidRDefault="00C532FF" w:rsidP="00C532FF">
      <w:r>
        <w:t>257.5100</w:t>
      </w:r>
      <w:r>
        <w:tab/>
        <w:t>2.025e0</w:t>
      </w:r>
    </w:p>
    <w:p w:rsidR="00C532FF" w:rsidRDefault="00C532FF" w:rsidP="00C532FF">
      <w:r>
        <w:t>257.5189</w:t>
      </w:r>
      <w:r>
        <w:tab/>
        <w:t>1.013e0</w:t>
      </w:r>
    </w:p>
    <w:p w:rsidR="00C532FF" w:rsidRDefault="00C532FF" w:rsidP="00C532FF">
      <w:r>
        <w:lastRenderedPageBreak/>
        <w:t>257.5622</w:t>
      </w:r>
      <w:r>
        <w:tab/>
        <w:t>1.013e0</w:t>
      </w:r>
    </w:p>
    <w:p w:rsidR="00C532FF" w:rsidRDefault="00C532FF" w:rsidP="00C532FF">
      <w:r>
        <w:t>257.5700</w:t>
      </w:r>
      <w:r>
        <w:tab/>
        <w:t>1.013e0</w:t>
      </w:r>
    </w:p>
    <w:p w:rsidR="00C532FF" w:rsidRDefault="00C532FF" w:rsidP="00C532FF">
      <w:r>
        <w:t>257.5724</w:t>
      </w:r>
      <w:r>
        <w:tab/>
        <w:t>2.025e0</w:t>
      </w:r>
    </w:p>
    <w:p w:rsidR="00C532FF" w:rsidRDefault="00C532FF" w:rsidP="00C532FF">
      <w:r>
        <w:t>257.5821</w:t>
      </w:r>
      <w:r>
        <w:tab/>
        <w:t>2.025e0</w:t>
      </w:r>
    </w:p>
    <w:p w:rsidR="00C532FF" w:rsidRDefault="00C532FF" w:rsidP="00C532FF">
      <w:r>
        <w:t>257.6088</w:t>
      </w:r>
      <w:r>
        <w:tab/>
        <w:t>1.013e0</w:t>
      </w:r>
    </w:p>
    <w:p w:rsidR="00C532FF" w:rsidRDefault="00C532FF" w:rsidP="00C532FF">
      <w:r>
        <w:t>257.6184</w:t>
      </w:r>
      <w:r>
        <w:tab/>
        <w:t>2.025e0</w:t>
      </w:r>
    </w:p>
    <w:p w:rsidR="00C532FF" w:rsidRDefault="00C532FF" w:rsidP="00C532FF">
      <w:r>
        <w:t>257.6244</w:t>
      </w:r>
      <w:r>
        <w:tab/>
        <w:t>1.013e0</w:t>
      </w:r>
    </w:p>
    <w:p w:rsidR="00C532FF" w:rsidRDefault="00C532FF" w:rsidP="00C532FF">
      <w:r>
        <w:t>257.6433</w:t>
      </w:r>
      <w:r>
        <w:tab/>
        <w:t>1.013e0</w:t>
      </w:r>
    </w:p>
    <w:p w:rsidR="00C532FF" w:rsidRDefault="00C532FF" w:rsidP="00C532FF">
      <w:r>
        <w:t>257.6510</w:t>
      </w:r>
      <w:r>
        <w:tab/>
        <w:t>1.013e0</w:t>
      </w:r>
    </w:p>
    <w:p w:rsidR="00C532FF" w:rsidRDefault="00C532FF" w:rsidP="00C532FF">
      <w:r>
        <w:t>257.6553</w:t>
      </w:r>
      <w:r>
        <w:tab/>
        <w:t>1.013e0</w:t>
      </w:r>
    </w:p>
    <w:p w:rsidR="00C532FF" w:rsidRDefault="00C532FF" w:rsidP="00C532FF">
      <w:r>
        <w:t>257.6609</w:t>
      </w:r>
      <w:r>
        <w:tab/>
        <w:t>2.025e0</w:t>
      </w:r>
    </w:p>
    <w:p w:rsidR="00C532FF" w:rsidRDefault="00C532FF" w:rsidP="00C532FF">
      <w:r>
        <w:t>257.6629</w:t>
      </w:r>
      <w:r>
        <w:tab/>
        <w:t>1.013e0</w:t>
      </w:r>
    </w:p>
    <w:p w:rsidR="00C532FF" w:rsidRDefault="00C532FF" w:rsidP="00C532FF">
      <w:r>
        <w:t>257.6824</w:t>
      </w:r>
      <w:r>
        <w:tab/>
        <w:t>2.025e0</w:t>
      </w:r>
    </w:p>
    <w:p w:rsidR="00C532FF" w:rsidRDefault="00C532FF" w:rsidP="00C532FF">
      <w:r>
        <w:t>257.6859</w:t>
      </w:r>
      <w:r>
        <w:tab/>
        <w:t>2.025e0</w:t>
      </w:r>
    </w:p>
    <w:p w:rsidR="00C532FF" w:rsidRDefault="00C532FF" w:rsidP="00C532FF">
      <w:r>
        <w:t>257.7014</w:t>
      </w:r>
      <w:r>
        <w:tab/>
        <w:t>1.013e0</w:t>
      </w:r>
    </w:p>
    <w:p w:rsidR="00C532FF" w:rsidRDefault="00C532FF" w:rsidP="00C532FF">
      <w:r>
        <w:t>257.7577</w:t>
      </w:r>
      <w:r>
        <w:tab/>
        <w:t>1.013e0</w:t>
      </w:r>
    </w:p>
    <w:p w:rsidR="00C532FF" w:rsidRDefault="00C532FF" w:rsidP="00C532FF">
      <w:r>
        <w:t>257.8025</w:t>
      </w:r>
      <w:r>
        <w:tab/>
        <w:t>2.025e0</w:t>
      </w:r>
    </w:p>
    <w:p w:rsidR="00C532FF" w:rsidRDefault="00C532FF" w:rsidP="00C532FF">
      <w:r>
        <w:t>257.8049</w:t>
      </w:r>
      <w:r>
        <w:tab/>
        <w:t>2.025e0</w:t>
      </w:r>
    </w:p>
    <w:p w:rsidR="00C532FF" w:rsidRDefault="00C532FF" w:rsidP="00C532FF">
      <w:r>
        <w:t>257.8293</w:t>
      </w:r>
      <w:r>
        <w:tab/>
        <w:t>1.013e0</w:t>
      </w:r>
    </w:p>
    <w:p w:rsidR="00C532FF" w:rsidRDefault="00C532FF" w:rsidP="00C532FF">
      <w:r>
        <w:lastRenderedPageBreak/>
        <w:t>257.8440</w:t>
      </w:r>
      <w:r>
        <w:tab/>
        <w:t>2.025e0</w:t>
      </w:r>
    </w:p>
    <w:p w:rsidR="00C532FF" w:rsidRDefault="00C532FF" w:rsidP="00C532FF">
      <w:r>
        <w:t>257.8475</w:t>
      </w:r>
      <w:r>
        <w:tab/>
        <w:t>1.013e0</w:t>
      </w:r>
    </w:p>
    <w:p w:rsidR="00C532FF" w:rsidRDefault="00C532FF" w:rsidP="00C532FF">
      <w:r>
        <w:t>257.8558</w:t>
      </w:r>
      <w:r>
        <w:tab/>
        <w:t>1.013e0</w:t>
      </w:r>
    </w:p>
    <w:p w:rsidR="00C532FF" w:rsidRDefault="00C532FF" w:rsidP="00C532FF">
      <w:r>
        <w:t>257.8679</w:t>
      </w:r>
      <w:r>
        <w:tab/>
        <w:t>1.013e0</w:t>
      </w:r>
    </w:p>
    <w:p w:rsidR="00C532FF" w:rsidRDefault="00C532FF" w:rsidP="00C532FF">
      <w:r>
        <w:t>257.8860</w:t>
      </w:r>
      <w:r>
        <w:tab/>
        <w:t>1.013e0</w:t>
      </w:r>
    </w:p>
    <w:p w:rsidR="00C532FF" w:rsidRDefault="00C532FF" w:rsidP="00C532FF">
      <w:r>
        <w:t>257.8884</w:t>
      </w:r>
      <w:r>
        <w:tab/>
        <w:t>2.025e0</w:t>
      </w:r>
    </w:p>
    <w:p w:rsidR="00C532FF" w:rsidRDefault="00C532FF" w:rsidP="00C532FF">
      <w:r>
        <w:t>257.8940</w:t>
      </w:r>
      <w:r>
        <w:tab/>
        <w:t>1.013e0</w:t>
      </w:r>
    </w:p>
    <w:p w:rsidR="00C532FF" w:rsidRDefault="00C532FF" w:rsidP="00C532FF">
      <w:r>
        <w:t>257.9223</w:t>
      </w:r>
      <w:r>
        <w:tab/>
        <w:t>2.025e0</w:t>
      </w:r>
    </w:p>
    <w:p w:rsidR="00C532FF" w:rsidRDefault="00C532FF" w:rsidP="00C532FF">
      <w:r>
        <w:t>257.9407</w:t>
      </w:r>
      <w:r>
        <w:tab/>
        <w:t>1.013e0</w:t>
      </w:r>
    </w:p>
    <w:p w:rsidR="00C532FF" w:rsidRDefault="00C532FF" w:rsidP="00C532FF">
      <w:r>
        <w:t>257.9446</w:t>
      </w:r>
      <w:r>
        <w:tab/>
        <w:t>1.013e0</w:t>
      </w:r>
    </w:p>
    <w:p w:rsidR="00C532FF" w:rsidRDefault="00C532FF" w:rsidP="00C532FF">
      <w:r>
        <w:t>257.9464</w:t>
      </w:r>
      <w:r>
        <w:tab/>
        <w:t>3.038e0</w:t>
      </w:r>
    </w:p>
    <w:p w:rsidR="00C532FF" w:rsidRDefault="00C532FF" w:rsidP="00C532FF">
      <w:r>
        <w:t>257.9490</w:t>
      </w:r>
      <w:r>
        <w:tab/>
        <w:t>3.038e0</w:t>
      </w:r>
    </w:p>
    <w:p w:rsidR="00C532FF" w:rsidRDefault="00C532FF" w:rsidP="00C532FF">
      <w:r>
        <w:t>257.9814</w:t>
      </w:r>
      <w:r>
        <w:tab/>
        <w:t>3.038e0</w:t>
      </w:r>
    </w:p>
    <w:p w:rsidR="00C532FF" w:rsidRDefault="00C532FF" w:rsidP="00C532FF">
      <w:r>
        <w:t>257.9832</w:t>
      </w:r>
      <w:r>
        <w:tab/>
        <w:t>2.025e0</w:t>
      </w:r>
    </w:p>
    <w:p w:rsidR="00C532FF" w:rsidRDefault="00C532FF" w:rsidP="00C532FF">
      <w:r>
        <w:t>257.9922</w:t>
      </w:r>
      <w:r>
        <w:tab/>
        <w:t>1.013e0</w:t>
      </w:r>
    </w:p>
    <w:p w:rsidR="00C532FF" w:rsidRDefault="00C532FF" w:rsidP="00C532FF">
      <w:r>
        <w:t>258.0013</w:t>
      </w:r>
      <w:r>
        <w:tab/>
        <w:t>3.038e0</w:t>
      </w:r>
    </w:p>
    <w:p w:rsidR="00C532FF" w:rsidRDefault="00C532FF" w:rsidP="00C532FF">
      <w:r>
        <w:t>258.0214</w:t>
      </w:r>
      <w:r>
        <w:tab/>
        <w:t>1.013e0</w:t>
      </w:r>
    </w:p>
    <w:p w:rsidR="00C532FF" w:rsidRDefault="00C532FF" w:rsidP="00C532FF">
      <w:r>
        <w:t>258.0236</w:t>
      </w:r>
      <w:r>
        <w:tab/>
        <w:t>3.038e0</w:t>
      </w:r>
    </w:p>
    <w:p w:rsidR="00C532FF" w:rsidRDefault="00C532FF" w:rsidP="00C532FF">
      <w:r>
        <w:t>258.0254</w:t>
      </w:r>
      <w:r>
        <w:tab/>
        <w:t>1.013e0</w:t>
      </w:r>
    </w:p>
    <w:p w:rsidR="00C532FF" w:rsidRDefault="00C532FF" w:rsidP="00C532FF">
      <w:r>
        <w:lastRenderedPageBreak/>
        <w:t>258.0287</w:t>
      </w:r>
      <w:r>
        <w:tab/>
        <w:t>3.038e0</w:t>
      </w:r>
    </w:p>
    <w:p w:rsidR="00C532FF" w:rsidRDefault="00C532FF" w:rsidP="00C532FF">
      <w:r>
        <w:t>258.0308</w:t>
      </w:r>
      <w:r>
        <w:tab/>
        <w:t>3.038e0</w:t>
      </w:r>
    </w:p>
    <w:p w:rsidR="00C532FF" w:rsidRDefault="00C532FF" w:rsidP="00C532FF">
      <w:r>
        <w:t>258.0563</w:t>
      </w:r>
      <w:r>
        <w:tab/>
        <w:t>1.013e0</w:t>
      </w:r>
    </w:p>
    <w:p w:rsidR="00C532FF" w:rsidRDefault="00C532FF" w:rsidP="00C532FF">
      <w:r>
        <w:t>258.0704</w:t>
      </w:r>
      <w:r>
        <w:tab/>
        <w:t>4.051e0</w:t>
      </w:r>
    </w:p>
    <w:p w:rsidR="00C532FF" w:rsidRDefault="00C532FF" w:rsidP="00C532FF">
      <w:r>
        <w:t>258.0868</w:t>
      </w:r>
      <w:r>
        <w:tab/>
        <w:t>1.013e0</w:t>
      </w:r>
    </w:p>
    <w:p w:rsidR="00C532FF" w:rsidRDefault="00C532FF" w:rsidP="00C532FF">
      <w:r>
        <w:t>258.0908</w:t>
      </w:r>
      <w:r>
        <w:tab/>
        <w:t>1.013e0</w:t>
      </w:r>
    </w:p>
    <w:p w:rsidR="00C532FF" w:rsidRDefault="00C532FF" w:rsidP="00C532FF">
      <w:r>
        <w:t>258.0987</w:t>
      </w:r>
      <w:r>
        <w:tab/>
        <w:t>2.025e0</w:t>
      </w:r>
    </w:p>
    <w:p w:rsidR="00C532FF" w:rsidRDefault="00C532FF" w:rsidP="00C532FF">
      <w:r>
        <w:t>258.1115</w:t>
      </w:r>
      <w:r>
        <w:tab/>
        <w:t>1.013e0</w:t>
      </w:r>
    </w:p>
    <w:p w:rsidR="00C532FF" w:rsidRDefault="00C532FF" w:rsidP="00C532FF">
      <w:r>
        <w:t>258.1254</w:t>
      </w:r>
      <w:r>
        <w:tab/>
        <w:t>1.013e0</w:t>
      </w:r>
    </w:p>
    <w:p w:rsidR="00C532FF" w:rsidRDefault="00C532FF" w:rsidP="00C532FF">
      <w:r>
        <w:t>258.1310</w:t>
      </w:r>
      <w:r>
        <w:tab/>
        <w:t>2.025e0</w:t>
      </w:r>
    </w:p>
    <w:p w:rsidR="00C532FF" w:rsidRDefault="00C532FF" w:rsidP="00C532FF">
      <w:r>
        <w:t>258.1450</w:t>
      </w:r>
      <w:r>
        <w:tab/>
        <w:t>2.025e0</w:t>
      </w:r>
    </w:p>
    <w:p w:rsidR="00C532FF" w:rsidRDefault="00C532FF" w:rsidP="00C532FF">
      <w:r>
        <w:t>258.1480</w:t>
      </w:r>
      <w:r>
        <w:tab/>
        <w:t>2.530e0</w:t>
      </w:r>
    </w:p>
    <w:p w:rsidR="00C532FF" w:rsidRDefault="00C532FF" w:rsidP="00C532FF">
      <w:r>
        <w:t>258.1621</w:t>
      </w:r>
      <w:r>
        <w:tab/>
        <w:t>2.025e0</w:t>
      </w:r>
    </w:p>
    <w:p w:rsidR="00C532FF" w:rsidRDefault="00C532FF" w:rsidP="00C532FF">
      <w:r>
        <w:t>258.1713</w:t>
      </w:r>
      <w:r>
        <w:tab/>
        <w:t>5.409e0</w:t>
      </w:r>
    </w:p>
    <w:p w:rsidR="00C532FF" w:rsidRDefault="00C532FF" w:rsidP="00C532FF">
      <w:r>
        <w:t>258.1909</w:t>
      </w:r>
      <w:r>
        <w:tab/>
        <w:t>2.025e0</w:t>
      </w:r>
    </w:p>
    <w:p w:rsidR="00C532FF" w:rsidRDefault="00C532FF" w:rsidP="00C532FF">
      <w:r>
        <w:t>258.1960</w:t>
      </w:r>
      <w:r>
        <w:tab/>
        <w:t>3.038e0</w:t>
      </w:r>
    </w:p>
    <w:p w:rsidR="00C532FF" w:rsidRDefault="00C532FF" w:rsidP="00C532FF">
      <w:r>
        <w:t>258.2043</w:t>
      </w:r>
      <w:r>
        <w:tab/>
        <w:t>2.025e0</w:t>
      </w:r>
    </w:p>
    <w:p w:rsidR="00C532FF" w:rsidRDefault="00C532FF" w:rsidP="00C532FF">
      <w:r>
        <w:t>258.2219</w:t>
      </w:r>
      <w:r>
        <w:tab/>
        <w:t>1.013e0</w:t>
      </w:r>
    </w:p>
    <w:p w:rsidR="00C532FF" w:rsidRDefault="00C532FF" w:rsidP="00C532FF">
      <w:r>
        <w:t>258.2334</w:t>
      </w:r>
      <w:r>
        <w:tab/>
        <w:t>3.038e0</w:t>
      </w:r>
    </w:p>
    <w:p w:rsidR="00C532FF" w:rsidRDefault="00C532FF" w:rsidP="00C532FF">
      <w:r>
        <w:lastRenderedPageBreak/>
        <w:t>258.2362</w:t>
      </w:r>
      <w:r>
        <w:tab/>
        <w:t>1.013e0</w:t>
      </w:r>
    </w:p>
    <w:p w:rsidR="00C532FF" w:rsidRDefault="00C532FF" w:rsidP="00C532FF">
      <w:r>
        <w:t>258.2494</w:t>
      </w:r>
      <w:r>
        <w:tab/>
        <w:t>5.063e0</w:t>
      </w:r>
    </w:p>
    <w:p w:rsidR="00C532FF" w:rsidRDefault="00C532FF" w:rsidP="00C532FF">
      <w:r>
        <w:t>258.2745</w:t>
      </w:r>
      <w:r>
        <w:tab/>
        <w:t>1.013e0</w:t>
      </w:r>
    </w:p>
    <w:p w:rsidR="00C532FF" w:rsidRDefault="00C532FF" w:rsidP="00C532FF">
      <w:r>
        <w:t>258.2764</w:t>
      </w:r>
      <w:r>
        <w:tab/>
        <w:t>3.038e0</w:t>
      </w:r>
    </w:p>
    <w:p w:rsidR="00C532FF" w:rsidRDefault="00C532FF" w:rsidP="00C532FF">
      <w:r>
        <w:t>258.2866</w:t>
      </w:r>
      <w:r>
        <w:tab/>
        <w:t>5.063e0</w:t>
      </w:r>
    </w:p>
    <w:p w:rsidR="00C532FF" w:rsidRDefault="00C532FF" w:rsidP="00C532FF">
      <w:r>
        <w:t>258.2990</w:t>
      </w:r>
      <w:r>
        <w:tab/>
        <w:t>1.013e0</w:t>
      </w:r>
    </w:p>
    <w:p w:rsidR="00C532FF" w:rsidRDefault="00C532FF" w:rsidP="00C532FF">
      <w:r>
        <w:t>258.3080</w:t>
      </w:r>
      <w:r>
        <w:tab/>
        <w:t>1.013e0</w:t>
      </w:r>
    </w:p>
    <w:p w:rsidR="00C532FF" w:rsidRDefault="00C532FF" w:rsidP="00C532FF">
      <w:r>
        <w:t>258.3606</w:t>
      </w:r>
      <w:r>
        <w:tab/>
        <w:t>1.013e0</w:t>
      </w:r>
    </w:p>
    <w:p w:rsidR="00C532FF" w:rsidRDefault="00C532FF" w:rsidP="00C532FF">
      <w:r>
        <w:t>258.3843</w:t>
      </w:r>
      <w:r>
        <w:tab/>
        <w:t>2.025e0</w:t>
      </w:r>
    </w:p>
    <w:p w:rsidR="00C532FF" w:rsidRDefault="00C532FF" w:rsidP="00C532FF">
      <w:r>
        <w:t>258.3942</w:t>
      </w:r>
      <w:r>
        <w:tab/>
        <w:t>2.025e0</w:t>
      </w:r>
    </w:p>
    <w:p w:rsidR="00C532FF" w:rsidRDefault="00C532FF" w:rsidP="00C532FF">
      <w:r>
        <w:t>258.4066</w:t>
      </w:r>
      <w:r>
        <w:tab/>
        <w:t>1.013e0</w:t>
      </w:r>
    </w:p>
    <w:p w:rsidR="00C532FF" w:rsidRDefault="00C532FF" w:rsidP="00C532FF">
      <w:r>
        <w:t>258.4149</w:t>
      </w:r>
      <w:r>
        <w:tab/>
        <w:t>1.013e0</w:t>
      </w:r>
    </w:p>
    <w:p w:rsidR="00C532FF" w:rsidRDefault="00C532FF" w:rsidP="00C532FF">
      <w:r>
        <w:t>258.4189</w:t>
      </w:r>
      <w:r>
        <w:tab/>
        <w:t>1.013e0</w:t>
      </w:r>
    </w:p>
    <w:p w:rsidR="00C532FF" w:rsidRDefault="00C532FF" w:rsidP="00C532FF">
      <w:r>
        <w:t>258.4373</w:t>
      </w:r>
      <w:r>
        <w:tab/>
        <w:t>1.013e0</w:t>
      </w:r>
    </w:p>
    <w:p w:rsidR="00C532FF" w:rsidRDefault="00C532FF" w:rsidP="00C532FF">
      <w:r>
        <w:t>258.4451</w:t>
      </w:r>
      <w:r>
        <w:tab/>
        <w:t>1.013e0</w:t>
      </w:r>
    </w:p>
    <w:p w:rsidR="00C532FF" w:rsidRDefault="00C532FF" w:rsidP="00C532FF">
      <w:r>
        <w:t>258.4609</w:t>
      </w:r>
      <w:r>
        <w:tab/>
        <w:t>2.025e0</w:t>
      </w:r>
    </w:p>
    <w:p w:rsidR="00C532FF" w:rsidRDefault="00C532FF" w:rsidP="00C532FF">
      <w:r>
        <w:t>258.4798</w:t>
      </w:r>
      <w:r>
        <w:tab/>
        <w:t>1.013e0</w:t>
      </w:r>
    </w:p>
    <w:p w:rsidR="00C532FF" w:rsidRDefault="00C532FF" w:rsidP="00C532FF">
      <w:r>
        <w:t>258.4879</w:t>
      </w:r>
      <w:r>
        <w:tab/>
        <w:t>1.013e0</w:t>
      </w:r>
    </w:p>
    <w:p w:rsidR="00C532FF" w:rsidRDefault="00C532FF" w:rsidP="00C532FF">
      <w:r>
        <w:t>258.5344</w:t>
      </w:r>
      <w:r>
        <w:tab/>
        <w:t>2.025e0</w:t>
      </w:r>
    </w:p>
    <w:p w:rsidR="00C532FF" w:rsidRDefault="00C532FF" w:rsidP="00C532FF">
      <w:r>
        <w:lastRenderedPageBreak/>
        <w:t>258.5426</w:t>
      </w:r>
      <w:r>
        <w:tab/>
        <w:t>1.013e0</w:t>
      </w:r>
    </w:p>
    <w:p w:rsidR="00C532FF" w:rsidRDefault="00C532FF" w:rsidP="00C532FF">
      <w:r>
        <w:t>258.5770</w:t>
      </w:r>
      <w:r>
        <w:tab/>
        <w:t>1.013e0</w:t>
      </w:r>
    </w:p>
    <w:p w:rsidR="00C532FF" w:rsidRDefault="00C532FF" w:rsidP="00C532FF">
      <w:r>
        <w:t>258.5789</w:t>
      </w:r>
      <w:r>
        <w:tab/>
        <w:t>2.025e0</w:t>
      </w:r>
    </w:p>
    <w:p w:rsidR="00C532FF" w:rsidRDefault="00C532FF" w:rsidP="00C532FF">
      <w:r>
        <w:t>258.5858</w:t>
      </w:r>
      <w:r>
        <w:tab/>
        <w:t>4.051e0</w:t>
      </w:r>
    </w:p>
    <w:p w:rsidR="00C532FF" w:rsidRDefault="00C532FF" w:rsidP="00C532FF">
      <w:r>
        <w:t>258.6011</w:t>
      </w:r>
      <w:r>
        <w:tab/>
        <w:t>2.025e0</w:t>
      </w:r>
    </w:p>
    <w:p w:rsidR="00C532FF" w:rsidRDefault="00C532FF" w:rsidP="00C532FF">
      <w:r>
        <w:t>258.6152</w:t>
      </w:r>
      <w:r>
        <w:tab/>
        <w:t>1.013e0</w:t>
      </w:r>
    </w:p>
    <w:p w:rsidR="00C532FF" w:rsidRDefault="00C532FF" w:rsidP="00C532FF">
      <w:r>
        <w:t>258.6654</w:t>
      </w:r>
      <w:r>
        <w:tab/>
        <w:t>2.025e0</w:t>
      </w:r>
    </w:p>
    <w:p w:rsidR="00C532FF" w:rsidRDefault="00C532FF" w:rsidP="00C532FF">
      <w:r>
        <w:t>258.6927</w:t>
      </w:r>
      <w:r>
        <w:tab/>
        <w:t>1.013e0</w:t>
      </w:r>
    </w:p>
    <w:p w:rsidR="00C532FF" w:rsidRDefault="00C532FF" w:rsidP="00C532FF">
      <w:r>
        <w:t>258.6996</w:t>
      </w:r>
      <w:r>
        <w:tab/>
        <w:t>2.025e0</w:t>
      </w:r>
    </w:p>
    <w:p w:rsidR="00C532FF" w:rsidRDefault="00C532FF" w:rsidP="00C532FF">
      <w:r>
        <w:t>258.7228</w:t>
      </w:r>
      <w:r>
        <w:tab/>
        <w:t>1.013e0</w:t>
      </w:r>
    </w:p>
    <w:p w:rsidR="00C532FF" w:rsidRDefault="00C532FF" w:rsidP="00C532FF">
      <w:r>
        <w:t>258.7654</w:t>
      </w:r>
      <w:r>
        <w:tab/>
        <w:t>1.013e0</w:t>
      </w:r>
    </w:p>
    <w:p w:rsidR="00C532FF" w:rsidRDefault="00C532FF" w:rsidP="00C532FF">
      <w:r>
        <w:t>258.7964</w:t>
      </w:r>
      <w:r>
        <w:tab/>
        <w:t>1.013e0</w:t>
      </w:r>
    </w:p>
    <w:p w:rsidR="00C532FF" w:rsidRDefault="00C532FF" w:rsidP="00C532FF">
      <w:r>
        <w:t>258.8020</w:t>
      </w:r>
      <w:r>
        <w:tab/>
        <w:t>2.025e0</w:t>
      </w:r>
    </w:p>
    <w:p w:rsidR="00C532FF" w:rsidRDefault="00C532FF" w:rsidP="00C532FF">
      <w:r>
        <w:t>258.8042</w:t>
      </w:r>
      <w:r>
        <w:tab/>
        <w:t>1.013e0</w:t>
      </w:r>
    </w:p>
    <w:p w:rsidR="00C532FF" w:rsidRDefault="00C532FF" w:rsidP="00C532FF">
      <w:r>
        <w:t>258.8123</w:t>
      </w:r>
      <w:r>
        <w:tab/>
        <w:t>1.013e0</w:t>
      </w:r>
    </w:p>
    <w:p w:rsidR="00C532FF" w:rsidRDefault="00C532FF" w:rsidP="00C532FF">
      <w:r>
        <w:t>258.8544</w:t>
      </w:r>
      <w:r>
        <w:tab/>
        <w:t>1.013e0</w:t>
      </w:r>
    </w:p>
    <w:p w:rsidR="00C532FF" w:rsidRDefault="00C532FF" w:rsidP="00C532FF">
      <w:r>
        <w:t>258.8930</w:t>
      </w:r>
      <w:r>
        <w:tab/>
        <w:t>1.013e0</w:t>
      </w:r>
    </w:p>
    <w:p w:rsidR="00C532FF" w:rsidRDefault="00C532FF" w:rsidP="00C532FF">
      <w:r>
        <w:t>258.9319</w:t>
      </w:r>
      <w:r>
        <w:tab/>
        <w:t>1.013e0</w:t>
      </w:r>
    </w:p>
    <w:p w:rsidR="00C532FF" w:rsidRDefault="00C532FF" w:rsidP="00C532FF">
      <w:r>
        <w:t>258.9605</w:t>
      </w:r>
      <w:r>
        <w:tab/>
        <w:t>2.025e0</w:t>
      </w:r>
    </w:p>
    <w:p w:rsidR="00C532FF" w:rsidRDefault="00C532FF" w:rsidP="00C532FF">
      <w:r>
        <w:lastRenderedPageBreak/>
        <w:t>258.9674</w:t>
      </w:r>
      <w:r>
        <w:tab/>
        <w:t>3.038e0</w:t>
      </w:r>
    </w:p>
    <w:p w:rsidR="00C532FF" w:rsidRDefault="00C532FF" w:rsidP="00C532FF">
      <w:r>
        <w:t>258.9929</w:t>
      </w:r>
      <w:r>
        <w:tab/>
        <w:t>1.013e0</w:t>
      </w:r>
    </w:p>
    <w:p w:rsidR="00C532FF" w:rsidRDefault="00C532FF" w:rsidP="00C532FF">
      <w:r>
        <w:t>258.9967</w:t>
      </w:r>
      <w:r>
        <w:tab/>
        <w:t>1.013e0</w:t>
      </w:r>
    </w:p>
    <w:p w:rsidR="00C532FF" w:rsidRDefault="00C532FF" w:rsidP="00C532FF">
      <w:r>
        <w:t>259.0007</w:t>
      </w:r>
      <w:r>
        <w:tab/>
        <w:t>1.013e0</w:t>
      </w:r>
    </w:p>
    <w:p w:rsidR="00C532FF" w:rsidRDefault="00C532FF" w:rsidP="00C532FF">
      <w:r>
        <w:t>259.0050</w:t>
      </w:r>
      <w:r>
        <w:tab/>
        <w:t>1.013e0</w:t>
      </w:r>
    </w:p>
    <w:p w:rsidR="00C532FF" w:rsidRDefault="00C532FF" w:rsidP="00C532FF">
      <w:r>
        <w:t>259.0218</w:t>
      </w:r>
      <w:r>
        <w:tab/>
        <w:t>2.025e0</w:t>
      </w:r>
    </w:p>
    <w:p w:rsidR="00C532FF" w:rsidRDefault="00C532FF" w:rsidP="00C532FF">
      <w:r>
        <w:t>259.0229</w:t>
      </w:r>
      <w:r>
        <w:tab/>
        <w:t>1.294e0</w:t>
      </w:r>
    </w:p>
    <w:p w:rsidR="00C532FF" w:rsidRDefault="00C532FF" w:rsidP="00C532FF">
      <w:r>
        <w:t>259.0277</w:t>
      </w:r>
      <w:r>
        <w:tab/>
        <w:t>2.025e0</w:t>
      </w:r>
    </w:p>
    <w:p w:rsidR="00C532FF" w:rsidRDefault="00C532FF" w:rsidP="00C532FF">
      <w:r>
        <w:t>259.0318</w:t>
      </w:r>
      <w:r>
        <w:tab/>
        <w:t>3.038e0</w:t>
      </w:r>
    </w:p>
    <w:p w:rsidR="00C532FF" w:rsidRDefault="00C532FF" w:rsidP="00C532FF">
      <w:r>
        <w:t>259.0353</w:t>
      </w:r>
      <w:r>
        <w:tab/>
        <w:t>2.025e0</w:t>
      </w:r>
    </w:p>
    <w:p w:rsidR="00C532FF" w:rsidRDefault="00C532FF" w:rsidP="00C532FF">
      <w:r>
        <w:t>259.0579</w:t>
      </w:r>
      <w:r>
        <w:tab/>
        <w:t>3.038e0</w:t>
      </w:r>
    </w:p>
    <w:p w:rsidR="00C532FF" w:rsidRDefault="00C532FF" w:rsidP="00C532FF">
      <w:r>
        <w:t>259.0598</w:t>
      </w:r>
      <w:r>
        <w:tab/>
        <w:t>5.063e0</w:t>
      </w:r>
    </w:p>
    <w:p w:rsidR="00C532FF" w:rsidRDefault="00C532FF" w:rsidP="00C532FF">
      <w:r>
        <w:t>259.0617</w:t>
      </w:r>
      <w:r>
        <w:tab/>
        <w:t>4.535e0</w:t>
      </w:r>
    </w:p>
    <w:p w:rsidR="00C532FF" w:rsidRDefault="00C532FF" w:rsidP="00C532FF">
      <w:r>
        <w:t>259.0661</w:t>
      </w:r>
      <w:r>
        <w:tab/>
        <w:t>5.063e0</w:t>
      </w:r>
    </w:p>
    <w:p w:rsidR="00C532FF" w:rsidRDefault="00C532FF" w:rsidP="00C532FF">
      <w:r>
        <w:t>259.0901</w:t>
      </w:r>
      <w:r>
        <w:tab/>
        <w:t>1.013e0</w:t>
      </w:r>
    </w:p>
    <w:p w:rsidR="00C532FF" w:rsidRDefault="00C532FF" w:rsidP="00C532FF">
      <w:r>
        <w:t>259.0933</w:t>
      </w:r>
      <w:r>
        <w:tab/>
        <w:t>2.025e0</w:t>
      </w:r>
    </w:p>
    <w:p w:rsidR="00C532FF" w:rsidRDefault="00C532FF" w:rsidP="00C532FF">
      <w:r>
        <w:t>259.1010</w:t>
      </w:r>
      <w:r>
        <w:tab/>
        <w:t>2.025e0</w:t>
      </w:r>
    </w:p>
    <w:p w:rsidR="00C532FF" w:rsidRDefault="00C532FF" w:rsidP="00C532FF">
      <w:r>
        <w:t>259.1037</w:t>
      </w:r>
      <w:r>
        <w:tab/>
        <w:t>2.025e0</w:t>
      </w:r>
    </w:p>
    <w:p w:rsidR="00C532FF" w:rsidRDefault="00C532FF" w:rsidP="00C532FF">
      <w:r>
        <w:t>259.1082</w:t>
      </w:r>
      <w:r>
        <w:tab/>
        <w:t>1.013e0</w:t>
      </w:r>
    </w:p>
    <w:p w:rsidR="00C532FF" w:rsidRDefault="00C532FF" w:rsidP="00C532FF">
      <w:r>
        <w:lastRenderedPageBreak/>
        <w:t>259.1243</w:t>
      </w:r>
      <w:r>
        <w:tab/>
        <w:t>4.051e0</w:t>
      </w:r>
    </w:p>
    <w:p w:rsidR="00C532FF" w:rsidRDefault="00C532FF" w:rsidP="00C532FF">
      <w:r>
        <w:t>259.1465</w:t>
      </w:r>
      <w:r>
        <w:tab/>
        <w:t>7.089e0</w:t>
      </w:r>
    </w:p>
    <w:p w:rsidR="00C532FF" w:rsidRDefault="00C532FF" w:rsidP="00C532FF">
      <w:r>
        <w:t>259.1629</w:t>
      </w:r>
      <w:r>
        <w:tab/>
        <w:t>1.013e0</w:t>
      </w:r>
    </w:p>
    <w:p w:rsidR="00C532FF" w:rsidRDefault="00C532FF" w:rsidP="00C532FF">
      <w:r>
        <w:t>259.1700</w:t>
      </w:r>
      <w:r>
        <w:tab/>
        <w:t>2.025e0</w:t>
      </w:r>
    </w:p>
    <w:p w:rsidR="00C532FF" w:rsidRDefault="00C532FF" w:rsidP="00C532FF">
      <w:r>
        <w:t>259.1724</w:t>
      </w:r>
      <w:r>
        <w:tab/>
        <w:t>3.038e0</w:t>
      </w:r>
    </w:p>
    <w:p w:rsidR="00C532FF" w:rsidRDefault="00C532FF" w:rsidP="00C532FF">
      <w:r>
        <w:t>259.1921</w:t>
      </w:r>
      <w:r>
        <w:tab/>
        <w:t>3.038e0</w:t>
      </w:r>
    </w:p>
    <w:p w:rsidR="00C532FF" w:rsidRDefault="00C532FF" w:rsidP="00C532FF">
      <w:r>
        <w:t>259.2017</w:t>
      </w:r>
      <w:r>
        <w:tab/>
        <w:t>2.025e0</w:t>
      </w:r>
    </w:p>
    <w:p w:rsidR="00C532FF" w:rsidRDefault="00C532FF" w:rsidP="00C532FF">
      <w:r>
        <w:t>259.2035</w:t>
      </w:r>
      <w:r>
        <w:tab/>
        <w:t>2.952e0</w:t>
      </w:r>
    </w:p>
    <w:p w:rsidR="00C532FF" w:rsidRDefault="00C532FF" w:rsidP="00C532FF">
      <w:r>
        <w:t>259.2055</w:t>
      </w:r>
      <w:r>
        <w:tab/>
        <w:t>1.013e0</w:t>
      </w:r>
    </w:p>
    <w:p w:rsidR="00C532FF" w:rsidRDefault="00C532FF" w:rsidP="00C532FF">
      <w:r>
        <w:t>259.2237</w:t>
      </w:r>
      <w:r>
        <w:tab/>
        <w:t>1.013e0</w:t>
      </w:r>
    </w:p>
    <w:p w:rsidR="00C532FF" w:rsidRDefault="00C532FF" w:rsidP="00C532FF">
      <w:r>
        <w:t>259.2282</w:t>
      </w:r>
      <w:r>
        <w:tab/>
        <w:t>1.013e0</w:t>
      </w:r>
    </w:p>
    <w:p w:rsidR="00C532FF" w:rsidRDefault="00C532FF" w:rsidP="00C532FF">
      <w:r>
        <w:t>259.2321</w:t>
      </w:r>
      <w:r>
        <w:tab/>
        <w:t>1.013e0</w:t>
      </w:r>
    </w:p>
    <w:p w:rsidR="00C532FF" w:rsidRDefault="00C532FF" w:rsidP="00C532FF">
      <w:r>
        <w:t>259.2363</w:t>
      </w:r>
      <w:r>
        <w:tab/>
        <w:t>2.025e0</w:t>
      </w:r>
    </w:p>
    <w:p w:rsidR="00C532FF" w:rsidRDefault="00C532FF" w:rsidP="00C532FF">
      <w:r>
        <w:t>259.2522</w:t>
      </w:r>
      <w:r>
        <w:tab/>
        <w:t>1.013e0</w:t>
      </w:r>
    </w:p>
    <w:p w:rsidR="00C532FF" w:rsidRDefault="00C532FF" w:rsidP="00C532FF">
      <w:r>
        <w:t>259.2786</w:t>
      </w:r>
      <w:r>
        <w:tab/>
        <w:t>1.013e0</w:t>
      </w:r>
    </w:p>
    <w:p w:rsidR="00C532FF" w:rsidRDefault="00C532FF" w:rsidP="00C532FF">
      <w:r>
        <w:t>259.2829</w:t>
      </w:r>
      <w:r>
        <w:tab/>
        <w:t>1.013e0</w:t>
      </w:r>
    </w:p>
    <w:p w:rsidR="00C532FF" w:rsidRDefault="00C532FF" w:rsidP="00C532FF">
      <w:r>
        <w:t>259.3052</w:t>
      </w:r>
      <w:r>
        <w:tab/>
        <w:t>3.038e0</w:t>
      </w:r>
    </w:p>
    <w:p w:rsidR="00C532FF" w:rsidRDefault="00C532FF" w:rsidP="00C532FF">
      <w:r>
        <w:t>259.3175</w:t>
      </w:r>
      <w:r>
        <w:tab/>
        <w:t>1.013e0</w:t>
      </w:r>
    </w:p>
    <w:p w:rsidR="00C532FF" w:rsidRDefault="00C532FF" w:rsidP="00C532FF">
      <w:r>
        <w:t>259.3212</w:t>
      </w:r>
      <w:r>
        <w:tab/>
        <w:t>2.025e0</w:t>
      </w:r>
    </w:p>
    <w:p w:rsidR="00C532FF" w:rsidRDefault="00C532FF" w:rsidP="00C532FF">
      <w:r>
        <w:lastRenderedPageBreak/>
        <w:t>259.3254</w:t>
      </w:r>
      <w:r>
        <w:tab/>
        <w:t>1.013e0</w:t>
      </w:r>
    </w:p>
    <w:p w:rsidR="00C532FF" w:rsidRDefault="00C532FF" w:rsidP="00C532FF">
      <w:r>
        <w:t>259.3517</w:t>
      </w:r>
      <w:r>
        <w:tab/>
        <w:t>1.013e0</w:t>
      </w:r>
    </w:p>
    <w:p w:rsidR="00C532FF" w:rsidRDefault="00C532FF" w:rsidP="00C532FF">
      <w:r>
        <w:t>259.3601</w:t>
      </w:r>
      <w:r>
        <w:tab/>
        <w:t>1.013e0</w:t>
      </w:r>
    </w:p>
    <w:p w:rsidR="00C532FF" w:rsidRDefault="00C532FF" w:rsidP="00C532FF">
      <w:r>
        <w:t>259.3716</w:t>
      </w:r>
      <w:r>
        <w:tab/>
        <w:t>2.025e0</w:t>
      </w:r>
    </w:p>
    <w:p w:rsidR="00C532FF" w:rsidRDefault="00C532FF" w:rsidP="00C532FF">
      <w:r>
        <w:t>259.3734</w:t>
      </w:r>
      <w:r>
        <w:tab/>
        <w:t>3.038e0</w:t>
      </w:r>
    </w:p>
    <w:p w:rsidR="00C532FF" w:rsidRDefault="00C532FF" w:rsidP="00C532FF">
      <w:r>
        <w:t>259.3771</w:t>
      </w:r>
      <w:r>
        <w:tab/>
        <w:t>1.013e0</w:t>
      </w:r>
    </w:p>
    <w:p w:rsidR="00C532FF" w:rsidRDefault="00C532FF" w:rsidP="00C532FF">
      <w:r>
        <w:t>259.4292</w:t>
      </w:r>
      <w:r>
        <w:tab/>
        <w:t>1.013e0</w:t>
      </w:r>
    </w:p>
    <w:p w:rsidR="00C532FF" w:rsidRDefault="00C532FF" w:rsidP="00C532FF">
      <w:r>
        <w:t>259.4492</w:t>
      </w:r>
      <w:r>
        <w:tab/>
        <w:t>1.013e0</w:t>
      </w:r>
    </w:p>
    <w:p w:rsidR="00C532FF" w:rsidRDefault="00C532FF" w:rsidP="00C532FF">
      <w:r>
        <w:t>259.4600</w:t>
      </w:r>
      <w:r>
        <w:tab/>
        <w:t>3.038e0</w:t>
      </w:r>
    </w:p>
    <w:p w:rsidR="00C532FF" w:rsidRDefault="00C532FF" w:rsidP="00C532FF">
      <w:r>
        <w:t>259.4636</w:t>
      </w:r>
      <w:r>
        <w:tab/>
        <w:t>1.013e0</w:t>
      </w:r>
    </w:p>
    <w:p w:rsidR="00C532FF" w:rsidRDefault="00C532FF" w:rsidP="00C532FF">
      <w:r>
        <w:t>259.4755</w:t>
      </w:r>
      <w:r>
        <w:tab/>
        <w:t>1.013e0</w:t>
      </w:r>
    </w:p>
    <w:p w:rsidR="00C532FF" w:rsidRDefault="00C532FF" w:rsidP="00C532FF">
      <w:r>
        <w:t>259.5183</w:t>
      </w:r>
      <w:r>
        <w:tab/>
        <w:t>1.013e0</w:t>
      </w:r>
    </w:p>
    <w:p w:rsidR="00C532FF" w:rsidRDefault="00C532FF" w:rsidP="00C532FF">
      <w:r>
        <w:t>259.5219</w:t>
      </w:r>
      <w:r>
        <w:tab/>
        <w:t>1.013e0</w:t>
      </w:r>
    </w:p>
    <w:p w:rsidR="00C532FF" w:rsidRDefault="00C532FF" w:rsidP="00C532FF">
      <w:r>
        <w:t>259.5566</w:t>
      </w:r>
      <w:r>
        <w:tab/>
        <w:t>1.013e0</w:t>
      </w:r>
    </w:p>
    <w:p w:rsidR="00C532FF" w:rsidRDefault="00C532FF" w:rsidP="00C532FF">
      <w:r>
        <w:t>259.5609</w:t>
      </w:r>
      <w:r>
        <w:tab/>
        <w:t>1.013e0</w:t>
      </w:r>
    </w:p>
    <w:p w:rsidR="00C532FF" w:rsidRDefault="00C532FF" w:rsidP="00C532FF">
      <w:r>
        <w:t>259.5640</w:t>
      </w:r>
      <w:r>
        <w:tab/>
        <w:t>2.025e0</w:t>
      </w:r>
    </w:p>
    <w:p w:rsidR="00C532FF" w:rsidRDefault="00C532FF" w:rsidP="00C532FF">
      <w:r>
        <w:t>259.5745</w:t>
      </w:r>
      <w:r>
        <w:tab/>
        <w:t>1.013e0</w:t>
      </w:r>
    </w:p>
    <w:p w:rsidR="00C532FF" w:rsidRDefault="00C532FF" w:rsidP="00C532FF">
      <w:r>
        <w:t>259.5875</w:t>
      </w:r>
      <w:r>
        <w:tab/>
        <w:t>1.013e0</w:t>
      </w:r>
    </w:p>
    <w:p w:rsidR="00C532FF" w:rsidRDefault="00C532FF" w:rsidP="00C532FF">
      <w:r>
        <w:t>259.5952</w:t>
      </w:r>
      <w:r>
        <w:tab/>
        <w:t>2.025e0</w:t>
      </w:r>
    </w:p>
    <w:p w:rsidR="00C532FF" w:rsidRDefault="00C532FF" w:rsidP="00C532FF">
      <w:r>
        <w:lastRenderedPageBreak/>
        <w:t>259.5974</w:t>
      </w:r>
      <w:r>
        <w:tab/>
        <w:t>2.025e0</w:t>
      </w:r>
    </w:p>
    <w:p w:rsidR="00C532FF" w:rsidRDefault="00C532FF" w:rsidP="00C532FF">
      <w:r>
        <w:t>259.5995</w:t>
      </w:r>
      <w:r>
        <w:tab/>
        <w:t>2.025e0</w:t>
      </w:r>
    </w:p>
    <w:p w:rsidR="00C532FF" w:rsidRDefault="00C532FF" w:rsidP="00C532FF">
      <w:r>
        <w:t>259.6298</w:t>
      </w:r>
      <w:r>
        <w:tab/>
        <w:t>2.025e0</w:t>
      </w:r>
    </w:p>
    <w:p w:rsidR="00C532FF" w:rsidRDefault="00C532FF" w:rsidP="00C532FF">
      <w:r>
        <w:t>259.6416</w:t>
      </w:r>
      <w:r>
        <w:tab/>
        <w:t>1.013e0</w:t>
      </w:r>
    </w:p>
    <w:p w:rsidR="00C532FF" w:rsidRDefault="00C532FF" w:rsidP="00C532FF">
      <w:r>
        <w:t>259.6536</w:t>
      </w:r>
      <w:r>
        <w:tab/>
        <w:t>2.025e0</w:t>
      </w:r>
    </w:p>
    <w:p w:rsidR="00C532FF" w:rsidRDefault="00C532FF" w:rsidP="00C532FF">
      <w:r>
        <w:t>259.6686</w:t>
      </w:r>
      <w:r>
        <w:tab/>
        <w:t>1.013e0</w:t>
      </w:r>
    </w:p>
    <w:p w:rsidR="00C532FF" w:rsidRDefault="00C532FF" w:rsidP="00C532FF">
      <w:r>
        <w:t>259.6943</w:t>
      </w:r>
      <w:r>
        <w:tab/>
        <w:t>1.013e0</w:t>
      </w:r>
    </w:p>
    <w:p w:rsidR="00C532FF" w:rsidRDefault="00C532FF" w:rsidP="00C532FF">
      <w:r>
        <w:t>259.7093</w:t>
      </w:r>
      <w:r>
        <w:tab/>
        <w:t>2.025e0</w:t>
      </w:r>
    </w:p>
    <w:p w:rsidR="00C532FF" w:rsidRDefault="00C532FF" w:rsidP="00C532FF">
      <w:r>
        <w:t>259.7112</w:t>
      </w:r>
      <w:r>
        <w:tab/>
        <w:t>1.013e0</w:t>
      </w:r>
    </w:p>
    <w:p w:rsidR="00C532FF" w:rsidRDefault="00C532FF" w:rsidP="00C532FF">
      <w:r>
        <w:t>259.7328</w:t>
      </w:r>
      <w:r>
        <w:tab/>
        <w:t>1.013e0</w:t>
      </w:r>
    </w:p>
    <w:p w:rsidR="00C532FF" w:rsidRDefault="00C532FF" w:rsidP="00C532FF">
      <w:r>
        <w:t>259.7458</w:t>
      </w:r>
      <w:r>
        <w:tab/>
        <w:t>1.013e0</w:t>
      </w:r>
    </w:p>
    <w:p w:rsidR="00C532FF" w:rsidRDefault="00C532FF" w:rsidP="00C532FF">
      <w:r>
        <w:t>259.7577</w:t>
      </w:r>
      <w:r>
        <w:tab/>
        <w:t>1.013e0</w:t>
      </w:r>
    </w:p>
    <w:p w:rsidR="00C532FF" w:rsidRDefault="00C532FF" w:rsidP="00C532FF">
      <w:r>
        <w:t>259.7764</w:t>
      </w:r>
      <w:r>
        <w:tab/>
        <w:t>1.013e0</w:t>
      </w:r>
    </w:p>
    <w:p w:rsidR="00C532FF" w:rsidRDefault="00C532FF" w:rsidP="00C532FF">
      <w:r>
        <w:t>259.7805</w:t>
      </w:r>
      <w:r>
        <w:tab/>
        <w:t>1.013e0</w:t>
      </w:r>
    </w:p>
    <w:p w:rsidR="00C532FF" w:rsidRDefault="00C532FF" w:rsidP="00C532FF">
      <w:r>
        <w:t>259.7881</w:t>
      </w:r>
      <w:r>
        <w:tab/>
        <w:t>1.013e0</w:t>
      </w:r>
    </w:p>
    <w:p w:rsidR="00C532FF" w:rsidRDefault="00C532FF" w:rsidP="00C532FF">
      <w:r>
        <w:t>259.8053</w:t>
      </w:r>
      <w:r>
        <w:tab/>
        <w:t>1.013e0</w:t>
      </w:r>
    </w:p>
    <w:p w:rsidR="00C532FF" w:rsidRDefault="00C532FF" w:rsidP="00C532FF">
      <w:r>
        <w:t>259.8188</w:t>
      </w:r>
      <w:r>
        <w:tab/>
        <w:t>1.013e0</w:t>
      </w:r>
    </w:p>
    <w:p w:rsidR="00C532FF" w:rsidRDefault="00C532FF" w:rsidP="00C532FF">
      <w:r>
        <w:t>259.8346</w:t>
      </w:r>
      <w:r>
        <w:tab/>
        <w:t>1.013e0</w:t>
      </w:r>
    </w:p>
    <w:p w:rsidR="00C532FF" w:rsidRDefault="00C532FF" w:rsidP="00C532FF">
      <w:r>
        <w:t>259.8633</w:t>
      </w:r>
      <w:r>
        <w:tab/>
        <w:t>2.025e0</w:t>
      </w:r>
    </w:p>
    <w:p w:rsidR="00C532FF" w:rsidRDefault="00C532FF" w:rsidP="00C532FF">
      <w:r>
        <w:lastRenderedPageBreak/>
        <w:t>259.8803</w:t>
      </w:r>
      <w:r>
        <w:tab/>
        <w:t>2.025e0</w:t>
      </w:r>
    </w:p>
    <w:p w:rsidR="00C532FF" w:rsidRDefault="00C532FF" w:rsidP="00C532FF">
      <w:r>
        <w:t>259.8823</w:t>
      </w:r>
      <w:r>
        <w:tab/>
        <w:t>1.013e0</w:t>
      </w:r>
    </w:p>
    <w:p w:rsidR="00C532FF" w:rsidRDefault="00C532FF" w:rsidP="00C532FF">
      <w:r>
        <w:t>259.9149</w:t>
      </w:r>
      <w:r>
        <w:tab/>
        <w:t>3.038e0</w:t>
      </w:r>
    </w:p>
    <w:p w:rsidR="00C532FF" w:rsidRDefault="00C532FF" w:rsidP="00C532FF">
      <w:r>
        <w:t>259.9304</w:t>
      </w:r>
      <w:r>
        <w:tab/>
        <w:t>1.013e0</w:t>
      </w:r>
    </w:p>
    <w:p w:rsidR="00C532FF" w:rsidRDefault="00C532FF" w:rsidP="00C532FF">
      <w:r>
        <w:t>259.9424</w:t>
      </w:r>
      <w:r>
        <w:tab/>
        <w:t>1.013e0</w:t>
      </w:r>
    </w:p>
    <w:p w:rsidR="00C532FF" w:rsidRDefault="00C532FF" w:rsidP="00C532FF">
      <w:r>
        <w:t>259.9468</w:t>
      </w:r>
      <w:r>
        <w:tab/>
        <w:t>2.025e0</w:t>
      </w:r>
    </w:p>
    <w:p w:rsidR="00C532FF" w:rsidRDefault="00C532FF" w:rsidP="00C532FF">
      <w:r>
        <w:t>259.9854</w:t>
      </w:r>
      <w:r>
        <w:tab/>
        <w:t>2.025e0</w:t>
      </w:r>
    </w:p>
    <w:p w:rsidR="00C532FF" w:rsidRDefault="00C532FF" w:rsidP="00C532FF">
      <w:r>
        <w:t>259.9893</w:t>
      </w:r>
      <w:r>
        <w:tab/>
        <w:t>1.013e0</w:t>
      </w:r>
    </w:p>
    <w:p w:rsidR="00C532FF" w:rsidRDefault="00C532FF" w:rsidP="00C532FF">
      <w:r>
        <w:t>260.0074</w:t>
      </w:r>
      <w:r>
        <w:tab/>
        <w:t>2.025e0</w:t>
      </w:r>
    </w:p>
    <w:p w:rsidR="00C532FF" w:rsidRDefault="00C532FF" w:rsidP="00C532FF">
      <w:r>
        <w:t>260.0121</w:t>
      </w:r>
      <w:r>
        <w:tab/>
        <w:t>3.038e0</w:t>
      </w:r>
    </w:p>
    <w:p w:rsidR="00C532FF" w:rsidRDefault="00C532FF" w:rsidP="00C532FF">
      <w:r>
        <w:t>260.0157</w:t>
      </w:r>
      <w:r>
        <w:tab/>
        <w:t>2.025e0</w:t>
      </w:r>
    </w:p>
    <w:p w:rsidR="00C532FF" w:rsidRDefault="00C532FF" w:rsidP="00C532FF">
      <w:r>
        <w:t>260.0363</w:t>
      </w:r>
      <w:r>
        <w:tab/>
        <w:t>1.013e0</w:t>
      </w:r>
    </w:p>
    <w:p w:rsidR="00C532FF" w:rsidRDefault="00C532FF" w:rsidP="00C532FF">
      <w:r>
        <w:t>260.0411</w:t>
      </w:r>
      <w:r>
        <w:tab/>
        <w:t>2.025e0</w:t>
      </w:r>
    </w:p>
    <w:p w:rsidR="00C532FF" w:rsidRDefault="00C532FF" w:rsidP="00C532FF">
      <w:r>
        <w:t>260.0498</w:t>
      </w:r>
      <w:r>
        <w:tab/>
        <w:t>4.051e0</w:t>
      </w:r>
    </w:p>
    <w:p w:rsidR="00C532FF" w:rsidRDefault="00C532FF" w:rsidP="00C532FF">
      <w:r>
        <w:t>260.0522</w:t>
      </w:r>
      <w:r>
        <w:tab/>
        <w:t>2.025e0</w:t>
      </w:r>
    </w:p>
    <w:p w:rsidR="00C532FF" w:rsidRDefault="00C532FF" w:rsidP="00C532FF">
      <w:r>
        <w:t>260.0745</w:t>
      </w:r>
      <w:r>
        <w:tab/>
        <w:t>1.013e0</w:t>
      </w:r>
    </w:p>
    <w:p w:rsidR="00C532FF" w:rsidRDefault="00C532FF" w:rsidP="00C532FF">
      <w:r>
        <w:t>260.0756</w:t>
      </w:r>
      <w:r>
        <w:tab/>
        <w:t>2.025e0</w:t>
      </w:r>
    </w:p>
    <w:p w:rsidR="00C532FF" w:rsidRDefault="00C532FF" w:rsidP="00C532FF">
      <w:r>
        <w:t>260.0842</w:t>
      </w:r>
      <w:r>
        <w:tab/>
        <w:t>1.013e0</w:t>
      </w:r>
    </w:p>
    <w:p w:rsidR="00C532FF" w:rsidRDefault="00C532FF" w:rsidP="00C532FF">
      <w:r>
        <w:t>260.0893</w:t>
      </w:r>
      <w:r>
        <w:tab/>
        <w:t>1.013e0</w:t>
      </w:r>
    </w:p>
    <w:p w:rsidR="00C532FF" w:rsidRDefault="00C532FF" w:rsidP="00C532FF">
      <w:r>
        <w:lastRenderedPageBreak/>
        <w:t>260.0972</w:t>
      </w:r>
      <w:r>
        <w:tab/>
        <w:t>3.038e0</w:t>
      </w:r>
    </w:p>
    <w:p w:rsidR="00C532FF" w:rsidRDefault="00C532FF" w:rsidP="00C532FF">
      <w:r>
        <w:t>260.1158</w:t>
      </w:r>
      <w:r>
        <w:tab/>
        <w:t>2.025e0</w:t>
      </w:r>
    </w:p>
    <w:p w:rsidR="00C532FF" w:rsidRDefault="00C532FF" w:rsidP="00C532FF">
      <w:r>
        <w:t>260.1182</w:t>
      </w:r>
      <w:r>
        <w:tab/>
        <w:t>1.013e0</w:t>
      </w:r>
    </w:p>
    <w:p w:rsidR="00C532FF" w:rsidRDefault="00C532FF" w:rsidP="00C532FF">
      <w:r>
        <w:t>260.1287</w:t>
      </w:r>
      <w:r>
        <w:tab/>
        <w:t>4.051e0</w:t>
      </w:r>
    </w:p>
    <w:p w:rsidR="00C532FF" w:rsidRDefault="00C532FF" w:rsidP="00C532FF">
      <w:r>
        <w:t>260.1303</w:t>
      </w:r>
      <w:r>
        <w:tab/>
        <w:t>2.025e0</w:t>
      </w:r>
    </w:p>
    <w:p w:rsidR="00C532FF" w:rsidRDefault="00C532FF" w:rsidP="00C532FF">
      <w:r>
        <w:t>260.1378</w:t>
      </w:r>
      <w:r>
        <w:tab/>
        <w:t>2.025e0</w:t>
      </w:r>
    </w:p>
    <w:p w:rsidR="00C532FF" w:rsidRDefault="00C532FF" w:rsidP="00C532FF">
      <w:r>
        <w:t>260.1392</w:t>
      </w:r>
      <w:r>
        <w:tab/>
        <w:t>8.111e0</w:t>
      </w:r>
    </w:p>
    <w:p w:rsidR="00C532FF" w:rsidRDefault="00C532FF" w:rsidP="00C532FF">
      <w:r>
        <w:t>260.1501</w:t>
      </w:r>
      <w:r>
        <w:tab/>
        <w:t>2.025e0</w:t>
      </w:r>
    </w:p>
    <w:p w:rsidR="00C532FF" w:rsidRDefault="00C532FF" w:rsidP="00C532FF">
      <w:r>
        <w:t>260.1740</w:t>
      </w:r>
      <w:r>
        <w:tab/>
        <w:t>1.013e0</w:t>
      </w:r>
    </w:p>
    <w:p w:rsidR="00C532FF" w:rsidRDefault="00C532FF" w:rsidP="00C532FF">
      <w:r>
        <w:t>260.1784</w:t>
      </w:r>
      <w:r>
        <w:tab/>
        <w:t>2.025e0</w:t>
      </w:r>
    </w:p>
    <w:p w:rsidR="00C532FF" w:rsidRDefault="00C532FF" w:rsidP="00C532FF">
      <w:r>
        <w:t>260.1803</w:t>
      </w:r>
      <w:r>
        <w:tab/>
        <w:t>2.778e0</w:t>
      </w:r>
    </w:p>
    <w:p w:rsidR="00C532FF" w:rsidRDefault="00C532FF" w:rsidP="00C532FF">
      <w:r>
        <w:t>260.1887</w:t>
      </w:r>
      <w:r>
        <w:tab/>
        <w:t>2.025e0</w:t>
      </w:r>
    </w:p>
    <w:p w:rsidR="00C532FF" w:rsidRDefault="00C532FF" w:rsidP="00C532FF">
      <w:r>
        <w:t>260.1998</w:t>
      </w:r>
      <w:r>
        <w:tab/>
        <w:t>2.025e0</w:t>
      </w:r>
    </w:p>
    <w:p w:rsidR="00C532FF" w:rsidRDefault="00C532FF" w:rsidP="00C532FF">
      <w:r>
        <w:t>260.2130</w:t>
      </w:r>
      <w:r>
        <w:tab/>
        <w:t>1.013e0</w:t>
      </w:r>
    </w:p>
    <w:p w:rsidR="00C532FF" w:rsidRDefault="00C532FF" w:rsidP="00C532FF">
      <w:r>
        <w:t>260.2167</w:t>
      </w:r>
      <w:r>
        <w:tab/>
        <w:t>1.013e0</w:t>
      </w:r>
    </w:p>
    <w:p w:rsidR="00C532FF" w:rsidRDefault="00C532FF" w:rsidP="00C532FF">
      <w:r>
        <w:t>260.2386</w:t>
      </w:r>
      <w:r>
        <w:tab/>
        <w:t>1.013e0</w:t>
      </w:r>
    </w:p>
    <w:p w:rsidR="00C532FF" w:rsidRDefault="00C532FF" w:rsidP="00C532FF">
      <w:r>
        <w:t>260.2473</w:t>
      </w:r>
      <w:r>
        <w:tab/>
        <w:t>1.013e0</w:t>
      </w:r>
    </w:p>
    <w:p w:rsidR="00C532FF" w:rsidRDefault="00C532FF" w:rsidP="00C532FF">
      <w:r>
        <w:t>260.2556</w:t>
      </w:r>
      <w:r>
        <w:tab/>
        <w:t>1.013e0</w:t>
      </w:r>
    </w:p>
    <w:p w:rsidR="00C532FF" w:rsidRDefault="00C532FF" w:rsidP="00C532FF">
      <w:r>
        <w:t>260.2675</w:t>
      </w:r>
      <w:r>
        <w:tab/>
        <w:t>1.013e0</w:t>
      </w:r>
    </w:p>
    <w:p w:rsidR="00C532FF" w:rsidRDefault="00C532FF" w:rsidP="00C532FF">
      <w:r>
        <w:lastRenderedPageBreak/>
        <w:t>260.2979</w:t>
      </w:r>
      <w:r>
        <w:tab/>
        <w:t>1.013e0</w:t>
      </w:r>
    </w:p>
    <w:p w:rsidR="00C532FF" w:rsidRDefault="00C532FF" w:rsidP="00C532FF">
      <w:r>
        <w:t>260.3368</w:t>
      </w:r>
      <w:r>
        <w:tab/>
        <w:t>1.013e0</w:t>
      </w:r>
    </w:p>
    <w:p w:rsidR="00C532FF" w:rsidRDefault="00C532FF" w:rsidP="00C532FF">
      <w:r>
        <w:t>260.3405</w:t>
      </w:r>
      <w:r>
        <w:tab/>
        <w:t>1.013e0</w:t>
      </w:r>
    </w:p>
    <w:p w:rsidR="00C532FF" w:rsidRDefault="00C532FF" w:rsidP="00C532FF">
      <w:r>
        <w:t>260.3755</w:t>
      </w:r>
      <w:r>
        <w:tab/>
        <w:t>2.025e0</w:t>
      </w:r>
    </w:p>
    <w:p w:rsidR="00C532FF" w:rsidRDefault="00C532FF" w:rsidP="00C532FF">
      <w:r>
        <w:t>260.3880</w:t>
      </w:r>
      <w:r>
        <w:tab/>
        <w:t>1.013e0</w:t>
      </w:r>
    </w:p>
    <w:p w:rsidR="00C532FF" w:rsidRDefault="00C532FF" w:rsidP="00C532FF">
      <w:r>
        <w:t>260.4100</w:t>
      </w:r>
      <w:r>
        <w:tab/>
        <w:t>1.013e0</w:t>
      </w:r>
    </w:p>
    <w:p w:rsidR="00C532FF" w:rsidRDefault="00C532FF" w:rsidP="00C532FF">
      <w:r>
        <w:t>260.4201</w:t>
      </w:r>
      <w:r>
        <w:tab/>
        <w:t>2.025e0</w:t>
      </w:r>
    </w:p>
    <w:p w:rsidR="00C532FF" w:rsidRDefault="00C532FF" w:rsidP="00C532FF">
      <w:r>
        <w:t>260.4263</w:t>
      </w:r>
      <w:r>
        <w:tab/>
        <w:t>1.013e0</w:t>
      </w:r>
    </w:p>
    <w:p w:rsidR="00C532FF" w:rsidRDefault="00C532FF" w:rsidP="00C532FF">
      <w:r>
        <w:t>260.4362</w:t>
      </w:r>
      <w:r>
        <w:tab/>
        <w:t>1.013e0</w:t>
      </w:r>
    </w:p>
    <w:p w:rsidR="00C532FF" w:rsidRDefault="00C532FF" w:rsidP="00C532FF">
      <w:r>
        <w:t>260.4486</w:t>
      </w:r>
      <w:r>
        <w:tab/>
        <w:t>1.013e0</w:t>
      </w:r>
    </w:p>
    <w:p w:rsidR="00C532FF" w:rsidRDefault="00C532FF" w:rsidP="00C532FF">
      <w:r>
        <w:t>260.4833</w:t>
      </w:r>
      <w:r>
        <w:tab/>
        <w:t>1.013e0</w:t>
      </w:r>
    </w:p>
    <w:p w:rsidR="00C532FF" w:rsidRDefault="00C532FF" w:rsidP="00C532FF">
      <w:r>
        <w:t>260.4991</w:t>
      </w:r>
      <w:r>
        <w:tab/>
        <w:t>1.013e0</w:t>
      </w:r>
    </w:p>
    <w:p w:rsidR="00C532FF" w:rsidRDefault="00C532FF" w:rsidP="00C532FF">
      <w:r>
        <w:t>260.5105</w:t>
      </w:r>
      <w:r>
        <w:tab/>
        <w:t>2.025e0</w:t>
      </w:r>
    </w:p>
    <w:p w:rsidR="00C532FF" w:rsidRDefault="00C532FF" w:rsidP="00C532FF">
      <w:r>
        <w:t>260.5257</w:t>
      </w:r>
      <w:r>
        <w:tab/>
        <w:t>2.025e0</w:t>
      </w:r>
    </w:p>
    <w:p w:rsidR="00C532FF" w:rsidRDefault="00C532FF" w:rsidP="00C532FF">
      <w:r>
        <w:t>260.5471</w:t>
      </w:r>
      <w:r>
        <w:tab/>
        <w:t>2.025e0</w:t>
      </w:r>
    </w:p>
    <w:p w:rsidR="00C532FF" w:rsidRDefault="00C532FF" w:rsidP="00C532FF">
      <w:r>
        <w:t>260.5591</w:t>
      </w:r>
      <w:r>
        <w:tab/>
        <w:t>2.025e0</w:t>
      </w:r>
    </w:p>
    <w:p w:rsidR="00C532FF" w:rsidRDefault="00C532FF" w:rsidP="00C532FF">
      <w:r>
        <w:t>260.5857</w:t>
      </w:r>
      <w:r>
        <w:tab/>
        <w:t>1.013e0</w:t>
      </w:r>
    </w:p>
    <w:p w:rsidR="00C532FF" w:rsidRDefault="00C532FF" w:rsidP="00C532FF">
      <w:r>
        <w:t>260.5902</w:t>
      </w:r>
      <w:r>
        <w:tab/>
        <w:t>1.013e0</w:t>
      </w:r>
    </w:p>
    <w:p w:rsidR="00C532FF" w:rsidRDefault="00C532FF" w:rsidP="00C532FF">
      <w:r>
        <w:t>260.5953</w:t>
      </w:r>
      <w:r>
        <w:tab/>
        <w:t>1.013e0</w:t>
      </w:r>
    </w:p>
    <w:p w:rsidR="00C532FF" w:rsidRDefault="00C532FF" w:rsidP="00C532FF">
      <w:r>
        <w:lastRenderedPageBreak/>
        <w:t>260.6029</w:t>
      </w:r>
      <w:r>
        <w:tab/>
        <w:t>2.025e0</w:t>
      </w:r>
    </w:p>
    <w:p w:rsidR="00C532FF" w:rsidRDefault="00C532FF" w:rsidP="00C532FF">
      <w:r>
        <w:t>260.6150</w:t>
      </w:r>
      <w:r>
        <w:tab/>
        <w:t>1.013e0</w:t>
      </w:r>
    </w:p>
    <w:p w:rsidR="00C532FF" w:rsidRDefault="00C532FF" w:rsidP="00C532FF">
      <w:r>
        <w:t>260.6362</w:t>
      </w:r>
      <w:r>
        <w:tab/>
        <w:t>2.025e0</w:t>
      </w:r>
    </w:p>
    <w:p w:rsidR="00C532FF" w:rsidRDefault="00C532FF" w:rsidP="00C532FF">
      <w:r>
        <w:t>260.6417</w:t>
      </w:r>
      <w:r>
        <w:tab/>
        <w:t>1.013e0</w:t>
      </w:r>
    </w:p>
    <w:p w:rsidR="00C532FF" w:rsidRDefault="00C532FF" w:rsidP="00C532FF">
      <w:r>
        <w:t>260.6581</w:t>
      </w:r>
      <w:r>
        <w:tab/>
        <w:t>1.013e0</w:t>
      </w:r>
    </w:p>
    <w:p w:rsidR="00C532FF" w:rsidRDefault="00C532FF" w:rsidP="00C532FF">
      <w:r>
        <w:t>260.6790</w:t>
      </w:r>
      <w:r>
        <w:tab/>
        <w:t>3.038e0</w:t>
      </w:r>
    </w:p>
    <w:p w:rsidR="00C532FF" w:rsidRDefault="00C532FF" w:rsidP="00C532FF">
      <w:r>
        <w:t>260.7015</w:t>
      </w:r>
      <w:r>
        <w:tab/>
        <w:t>1.013e0</w:t>
      </w:r>
    </w:p>
    <w:p w:rsidR="00C532FF" w:rsidRDefault="00C532FF" w:rsidP="00C532FF">
      <w:r>
        <w:t>260.7109</w:t>
      </w:r>
      <w:r>
        <w:tab/>
        <w:t>1.013e0</w:t>
      </w:r>
    </w:p>
    <w:p w:rsidR="00C532FF" w:rsidRDefault="00C532FF" w:rsidP="00C532FF">
      <w:r>
        <w:t>260.7306</w:t>
      </w:r>
      <w:r>
        <w:tab/>
        <w:t>1.013e0</w:t>
      </w:r>
    </w:p>
    <w:p w:rsidR="00C532FF" w:rsidRDefault="00C532FF" w:rsidP="00C532FF">
      <w:r>
        <w:t>260.7495</w:t>
      </w:r>
      <w:r>
        <w:tab/>
        <w:t>1.013e0</w:t>
      </w:r>
    </w:p>
    <w:p w:rsidR="00C532FF" w:rsidRDefault="00C532FF" w:rsidP="00C532FF">
      <w:r>
        <w:t>260.7537</w:t>
      </w:r>
      <w:r>
        <w:tab/>
        <w:t>1.013e0</w:t>
      </w:r>
    </w:p>
    <w:p w:rsidR="00C532FF" w:rsidRDefault="00C532FF" w:rsidP="00C532FF">
      <w:r>
        <w:t>260.7736</w:t>
      </w:r>
      <w:r>
        <w:tab/>
        <w:t>2.025e0</w:t>
      </w:r>
    </w:p>
    <w:p w:rsidR="00C532FF" w:rsidRDefault="00C532FF" w:rsidP="00C532FF">
      <w:r>
        <w:t>260.7833</w:t>
      </w:r>
      <w:r>
        <w:tab/>
        <w:t>1.013e0</w:t>
      </w:r>
    </w:p>
    <w:p w:rsidR="00C532FF" w:rsidRDefault="00C532FF" w:rsidP="00C532FF">
      <w:r>
        <w:t>260.8270</w:t>
      </w:r>
      <w:r>
        <w:tab/>
        <w:t>1.013e0</w:t>
      </w:r>
    </w:p>
    <w:p w:rsidR="00C532FF" w:rsidRDefault="00C532FF" w:rsidP="00C532FF">
      <w:r>
        <w:t>260.8386</w:t>
      </w:r>
      <w:r>
        <w:tab/>
        <w:t>1.013e0</w:t>
      </w:r>
    </w:p>
    <w:p w:rsidR="00C532FF" w:rsidRDefault="00C532FF" w:rsidP="00C532FF">
      <w:r>
        <w:t>260.8605</w:t>
      </w:r>
      <w:r>
        <w:tab/>
        <w:t>1.013e0</w:t>
      </w:r>
    </w:p>
    <w:p w:rsidR="00C532FF" w:rsidRDefault="00C532FF" w:rsidP="00C532FF">
      <w:r>
        <w:t>260.8732</w:t>
      </w:r>
      <w:r>
        <w:tab/>
        <w:t>1.013e0</w:t>
      </w:r>
    </w:p>
    <w:p w:rsidR="00C532FF" w:rsidRDefault="00C532FF" w:rsidP="00C532FF">
      <w:r>
        <w:t>260.9351</w:t>
      </w:r>
      <w:r>
        <w:tab/>
        <w:t>2.025e0</w:t>
      </w:r>
    </w:p>
    <w:p w:rsidR="00C532FF" w:rsidRDefault="00C532FF" w:rsidP="00C532FF">
      <w:r>
        <w:t>260.9812</w:t>
      </w:r>
      <w:r>
        <w:tab/>
        <w:t>1.013e0</w:t>
      </w:r>
    </w:p>
    <w:p w:rsidR="00C532FF" w:rsidRDefault="00C532FF" w:rsidP="00C532FF">
      <w:r>
        <w:lastRenderedPageBreak/>
        <w:t>260.9966</w:t>
      </w:r>
      <w:r>
        <w:tab/>
        <w:t>8.101e0</w:t>
      </w:r>
    </w:p>
    <w:p w:rsidR="00C532FF" w:rsidRDefault="00C532FF" w:rsidP="00C532FF">
      <w:r>
        <w:t>260.9981</w:t>
      </w:r>
      <w:r>
        <w:tab/>
        <w:t>4.051e0</w:t>
      </w:r>
    </w:p>
    <w:p w:rsidR="00C532FF" w:rsidRDefault="00C532FF" w:rsidP="00C532FF">
      <w:r>
        <w:t>261.0014</w:t>
      </w:r>
      <w:r>
        <w:tab/>
        <w:t>1.013e0</w:t>
      </w:r>
    </w:p>
    <w:p w:rsidR="00C532FF" w:rsidRDefault="00C532FF" w:rsidP="00C532FF">
      <w:r>
        <w:t>261.0170</w:t>
      </w:r>
      <w:r>
        <w:tab/>
        <w:t>2.025e0</w:t>
      </w:r>
    </w:p>
    <w:p w:rsidR="00C532FF" w:rsidRDefault="00C532FF" w:rsidP="00C532FF">
      <w:r>
        <w:t>261.0443</w:t>
      </w:r>
      <w:r>
        <w:tab/>
        <w:t>1.013e0</w:t>
      </w:r>
    </w:p>
    <w:p w:rsidR="00C532FF" w:rsidRDefault="00C532FF" w:rsidP="00C532FF">
      <w:r>
        <w:t>261.0664</w:t>
      </w:r>
      <w:r>
        <w:tab/>
        <w:t>2.025e0</w:t>
      </w:r>
    </w:p>
    <w:p w:rsidR="00C532FF" w:rsidRDefault="00C532FF" w:rsidP="00C532FF">
      <w:r>
        <w:t>261.0688</w:t>
      </w:r>
      <w:r>
        <w:tab/>
        <w:t>2.025e0</w:t>
      </w:r>
    </w:p>
    <w:p w:rsidR="00C532FF" w:rsidRDefault="00C532FF" w:rsidP="00C532FF">
      <w:r>
        <w:t>261.0705</w:t>
      </w:r>
      <w:r>
        <w:tab/>
        <w:t>1.013e0</w:t>
      </w:r>
    </w:p>
    <w:p w:rsidR="00C532FF" w:rsidRDefault="00C532FF" w:rsidP="00C532FF">
      <w:r>
        <w:t>261.0805</w:t>
      </w:r>
      <w:r>
        <w:tab/>
        <w:t>2.025e0</w:t>
      </w:r>
    </w:p>
    <w:p w:rsidR="00C532FF" w:rsidRDefault="00C532FF" w:rsidP="00C532FF">
      <w:r>
        <w:t>261.0927</w:t>
      </w:r>
      <w:r>
        <w:tab/>
        <w:t>1.013e0</w:t>
      </w:r>
    </w:p>
    <w:p w:rsidR="00C532FF" w:rsidRDefault="00C532FF" w:rsidP="00C532FF">
      <w:r>
        <w:t>261.1205</w:t>
      </w:r>
      <w:r>
        <w:tab/>
        <w:t>2.025e0</w:t>
      </w:r>
    </w:p>
    <w:p w:rsidR="00C532FF" w:rsidRDefault="00C532FF" w:rsidP="00C532FF">
      <w:r>
        <w:t>261.1261</w:t>
      </w:r>
      <w:r>
        <w:tab/>
        <w:t>1.528e1</w:t>
      </w:r>
    </w:p>
    <w:p w:rsidR="00C532FF" w:rsidRDefault="00C532FF" w:rsidP="00C532FF">
      <w:r>
        <w:t>261.1301</w:t>
      </w:r>
      <w:r>
        <w:tab/>
        <w:t>1.215e1</w:t>
      </w:r>
    </w:p>
    <w:p w:rsidR="00C532FF" w:rsidRDefault="00C532FF" w:rsidP="00C532FF">
      <w:r>
        <w:t>261.1358</w:t>
      </w:r>
      <w:r>
        <w:tab/>
        <w:t>1.497e1</w:t>
      </w:r>
    </w:p>
    <w:p w:rsidR="00C532FF" w:rsidRDefault="00C532FF" w:rsidP="00C532FF">
      <w:r>
        <w:t>261.1386</w:t>
      </w:r>
      <w:r>
        <w:tab/>
        <w:t>3.038e0</w:t>
      </w:r>
    </w:p>
    <w:p w:rsidR="00C532FF" w:rsidRDefault="00C532FF" w:rsidP="00C532FF">
      <w:r>
        <w:t>261.1485</w:t>
      </w:r>
      <w:r>
        <w:tab/>
        <w:t>5.095e0</w:t>
      </w:r>
    </w:p>
    <w:p w:rsidR="00C532FF" w:rsidRDefault="00C532FF" w:rsidP="00C532FF">
      <w:r>
        <w:t>261.1786</w:t>
      </w:r>
      <w:r>
        <w:tab/>
        <w:t>2.121e0</w:t>
      </w:r>
    </w:p>
    <w:p w:rsidR="00C532FF" w:rsidRDefault="00C532FF" w:rsidP="00C532FF">
      <w:r>
        <w:t>261.1932</w:t>
      </w:r>
      <w:r>
        <w:tab/>
        <w:t>2.025e0</w:t>
      </w:r>
    </w:p>
    <w:p w:rsidR="00C532FF" w:rsidRDefault="00C532FF" w:rsidP="00C532FF">
      <w:r>
        <w:t>261.1987</w:t>
      </w:r>
      <w:r>
        <w:tab/>
        <w:t>1.013e0</w:t>
      </w:r>
    </w:p>
    <w:p w:rsidR="00C532FF" w:rsidRDefault="00C532FF" w:rsidP="00C532FF">
      <w:r>
        <w:lastRenderedPageBreak/>
        <w:t>261.2083</w:t>
      </w:r>
      <w:r>
        <w:tab/>
        <w:t>5.063e0</w:t>
      </w:r>
    </w:p>
    <w:p w:rsidR="00C532FF" w:rsidRDefault="00C532FF" w:rsidP="00C532FF">
      <w:r>
        <w:t>261.2250</w:t>
      </w:r>
      <w:r>
        <w:tab/>
        <w:t>1.013e0</w:t>
      </w:r>
    </w:p>
    <w:p w:rsidR="00C532FF" w:rsidRDefault="00C532FF" w:rsidP="00C532FF">
      <w:r>
        <w:t>261.2332</w:t>
      </w:r>
      <w:r>
        <w:tab/>
        <w:t>1.013e0</w:t>
      </w:r>
    </w:p>
    <w:p w:rsidR="00C532FF" w:rsidRDefault="00C532FF" w:rsidP="00C532FF">
      <w:r>
        <w:t>261.2468</w:t>
      </w:r>
      <w:r>
        <w:tab/>
        <w:t>2.025e0</w:t>
      </w:r>
    </w:p>
    <w:p w:rsidR="00C532FF" w:rsidRDefault="00C532FF" w:rsidP="00C532FF">
      <w:r>
        <w:t>261.2558</w:t>
      </w:r>
      <w:r>
        <w:tab/>
        <w:t>2.025e0</w:t>
      </w:r>
    </w:p>
    <w:p w:rsidR="00C532FF" w:rsidRDefault="00C532FF" w:rsidP="00C532FF">
      <w:r>
        <w:t>261.2857</w:t>
      </w:r>
      <w:r>
        <w:tab/>
        <w:t>1.013e0</w:t>
      </w:r>
    </w:p>
    <w:p w:rsidR="00C532FF" w:rsidRDefault="00C532FF" w:rsidP="00C532FF">
      <w:r>
        <w:t>261.3330</w:t>
      </w:r>
      <w:r>
        <w:tab/>
        <w:t>1.013e0</w:t>
      </w:r>
    </w:p>
    <w:p w:rsidR="00C532FF" w:rsidRDefault="00C532FF" w:rsidP="00C532FF">
      <w:r>
        <w:t>261.3450</w:t>
      </w:r>
      <w:r>
        <w:tab/>
        <w:t>1.013e0</w:t>
      </w:r>
    </w:p>
    <w:p w:rsidR="00C532FF" w:rsidRDefault="00C532FF" w:rsidP="00C532FF">
      <w:r>
        <w:t>261.3650</w:t>
      </w:r>
      <w:r>
        <w:tab/>
        <w:t>2.025e0</w:t>
      </w:r>
    </w:p>
    <w:p w:rsidR="00C532FF" w:rsidRDefault="00C532FF" w:rsidP="00C532FF">
      <w:r>
        <w:t>261.3681</w:t>
      </w:r>
      <w:r>
        <w:tab/>
        <w:t>1.013e0</w:t>
      </w:r>
    </w:p>
    <w:p w:rsidR="00C532FF" w:rsidRDefault="00C532FF" w:rsidP="00C532FF">
      <w:r>
        <w:t>261.3720</w:t>
      </w:r>
      <w:r>
        <w:tab/>
        <w:t>1.013e0</w:t>
      </w:r>
    </w:p>
    <w:p w:rsidR="00C532FF" w:rsidRDefault="00C532FF" w:rsidP="00C532FF">
      <w:r>
        <w:t>261.3759</w:t>
      </w:r>
      <w:r>
        <w:tab/>
        <w:t>1.013e0</w:t>
      </w:r>
    </w:p>
    <w:p w:rsidR="00C532FF" w:rsidRDefault="00C532FF" w:rsidP="00C532FF">
      <w:r>
        <w:t>261.4068</w:t>
      </w:r>
      <w:r>
        <w:tab/>
        <w:t>1.013e0</w:t>
      </w:r>
    </w:p>
    <w:p w:rsidR="00C532FF" w:rsidRDefault="00C532FF" w:rsidP="00C532FF">
      <w:r>
        <w:t>261.4223</w:t>
      </w:r>
      <w:r>
        <w:tab/>
        <w:t>1.013e0</w:t>
      </w:r>
    </w:p>
    <w:p w:rsidR="00C532FF" w:rsidRDefault="00C532FF" w:rsidP="00C532FF">
      <w:r>
        <w:t>261.4494</w:t>
      </w:r>
      <w:r>
        <w:tab/>
        <w:t>2.025e0</w:t>
      </w:r>
    </w:p>
    <w:p w:rsidR="00C532FF" w:rsidRDefault="00C532FF" w:rsidP="00C532FF">
      <w:r>
        <w:t>261.4613</w:t>
      </w:r>
      <w:r>
        <w:tab/>
        <w:t>1.013e0</w:t>
      </w:r>
    </w:p>
    <w:p w:rsidR="00C532FF" w:rsidRDefault="00C532FF" w:rsidP="00C532FF">
      <w:r>
        <w:t>261.4746</w:t>
      </w:r>
      <w:r>
        <w:tab/>
        <w:t>1.013e0</w:t>
      </w:r>
    </w:p>
    <w:p w:rsidR="00C532FF" w:rsidRDefault="00C532FF" w:rsidP="00C532FF">
      <w:r>
        <w:t>261.4838</w:t>
      </w:r>
      <w:r>
        <w:tab/>
        <w:t>1.013e0</w:t>
      </w:r>
    </w:p>
    <w:p w:rsidR="00C532FF" w:rsidRDefault="00C532FF" w:rsidP="00C532FF">
      <w:r>
        <w:t>261.4976</w:t>
      </w:r>
      <w:r>
        <w:tab/>
        <w:t>2.025e0</w:t>
      </w:r>
    </w:p>
    <w:p w:rsidR="00C532FF" w:rsidRDefault="00C532FF" w:rsidP="00C532FF">
      <w:r>
        <w:lastRenderedPageBreak/>
        <w:t>261.5182</w:t>
      </w:r>
      <w:r>
        <w:tab/>
        <w:t>1.013e0</w:t>
      </w:r>
    </w:p>
    <w:p w:rsidR="00C532FF" w:rsidRDefault="00C532FF" w:rsidP="00C532FF">
      <w:r>
        <w:t>261.5303</w:t>
      </w:r>
      <w:r>
        <w:tab/>
        <w:t>1.013e0</w:t>
      </w:r>
    </w:p>
    <w:p w:rsidR="00C532FF" w:rsidRDefault="00C532FF" w:rsidP="00C532FF">
      <w:r>
        <w:t>261.5614</w:t>
      </w:r>
      <w:r>
        <w:tab/>
        <w:t>1.013e0</w:t>
      </w:r>
    </w:p>
    <w:p w:rsidR="00C532FF" w:rsidRDefault="00C532FF" w:rsidP="00C532FF">
      <w:r>
        <w:t>261.5626</w:t>
      </w:r>
      <w:r>
        <w:tab/>
        <w:t>4.051e0</w:t>
      </w:r>
    </w:p>
    <w:p w:rsidR="00C532FF" w:rsidRDefault="00C532FF" w:rsidP="00C532FF">
      <w:r>
        <w:t>261.5772</w:t>
      </w:r>
      <w:r>
        <w:tab/>
        <w:t>1.013e0</w:t>
      </w:r>
    </w:p>
    <w:p w:rsidR="00C532FF" w:rsidRDefault="00C532FF" w:rsidP="00C532FF">
      <w:r>
        <w:t>261.5786</w:t>
      </w:r>
      <w:r>
        <w:tab/>
        <w:t>2.025e0</w:t>
      </w:r>
    </w:p>
    <w:p w:rsidR="00C532FF" w:rsidRDefault="00C532FF" w:rsidP="00C532FF">
      <w:r>
        <w:t>261.5884</w:t>
      </w:r>
      <w:r>
        <w:tab/>
        <w:t>3.038e0</w:t>
      </w:r>
    </w:p>
    <w:p w:rsidR="00C532FF" w:rsidRDefault="00C532FF" w:rsidP="00C532FF">
      <w:r>
        <w:t>261.6001</w:t>
      </w:r>
      <w:r>
        <w:tab/>
        <w:t>1.013e0</w:t>
      </w:r>
    </w:p>
    <w:p w:rsidR="00C532FF" w:rsidRDefault="00C532FF" w:rsidP="00C532FF">
      <w:r>
        <w:t>261.6099</w:t>
      </w:r>
      <w:r>
        <w:tab/>
        <w:t>2.025e0</w:t>
      </w:r>
    </w:p>
    <w:p w:rsidR="00C532FF" w:rsidRDefault="00C532FF" w:rsidP="00C532FF">
      <w:r>
        <w:t>261.6290</w:t>
      </w:r>
      <w:r>
        <w:tab/>
        <w:t>2.025e0</w:t>
      </w:r>
    </w:p>
    <w:p w:rsidR="00C532FF" w:rsidRDefault="00C532FF" w:rsidP="00C532FF">
      <w:r>
        <w:t>261.6466</w:t>
      </w:r>
      <w:r>
        <w:tab/>
        <w:t>1.013e0</w:t>
      </w:r>
    </w:p>
    <w:p w:rsidR="00C532FF" w:rsidRDefault="00C532FF" w:rsidP="00C532FF">
      <w:r>
        <w:t>261.6520</w:t>
      </w:r>
      <w:r>
        <w:tab/>
        <w:t>5.063e0</w:t>
      </w:r>
    </w:p>
    <w:p w:rsidR="00C532FF" w:rsidRDefault="00C532FF" w:rsidP="00C532FF">
      <w:r>
        <w:t>261.6546</w:t>
      </w:r>
      <w:r>
        <w:tab/>
        <w:t>1.013e0</w:t>
      </w:r>
    </w:p>
    <w:p w:rsidR="00C532FF" w:rsidRDefault="00C532FF" w:rsidP="00C532FF">
      <w:r>
        <w:t>261.6731</w:t>
      </w:r>
      <w:r>
        <w:tab/>
        <w:t>1.013e0</w:t>
      </w:r>
    </w:p>
    <w:p w:rsidR="00C532FF" w:rsidRDefault="00C532FF" w:rsidP="00C532FF">
      <w:r>
        <w:t>261.6809</w:t>
      </w:r>
      <w:r>
        <w:tab/>
        <w:t>1.013e0</w:t>
      </w:r>
    </w:p>
    <w:p w:rsidR="00C532FF" w:rsidRDefault="00C532FF" w:rsidP="00C532FF">
      <w:r>
        <w:t>261.7070</w:t>
      </w:r>
      <w:r>
        <w:tab/>
        <w:t>1.013e0</w:t>
      </w:r>
    </w:p>
    <w:p w:rsidR="00C532FF" w:rsidRDefault="00C532FF" w:rsidP="00C532FF">
      <w:r>
        <w:t>261.7133</w:t>
      </w:r>
      <w:r>
        <w:tab/>
        <w:t>2.025e0</w:t>
      </w:r>
    </w:p>
    <w:p w:rsidR="00C532FF" w:rsidRDefault="00C532FF" w:rsidP="00C532FF">
      <w:r>
        <w:t>261.7199</w:t>
      </w:r>
      <w:r>
        <w:tab/>
        <w:t>1.013e0</w:t>
      </w:r>
    </w:p>
    <w:p w:rsidR="00C532FF" w:rsidRDefault="00C532FF" w:rsidP="00C532FF">
      <w:r>
        <w:t>261.7547</w:t>
      </w:r>
      <w:r>
        <w:tab/>
        <w:t>2.025e0</w:t>
      </w:r>
    </w:p>
    <w:p w:rsidR="00C532FF" w:rsidRDefault="00C532FF" w:rsidP="00C532FF">
      <w:r>
        <w:lastRenderedPageBreak/>
        <w:t>261.7623</w:t>
      </w:r>
      <w:r>
        <w:tab/>
        <w:t>1.013e0</w:t>
      </w:r>
    </w:p>
    <w:p w:rsidR="00C532FF" w:rsidRDefault="00C532FF" w:rsidP="00C532FF">
      <w:r>
        <w:t>261.7970</w:t>
      </w:r>
      <w:r>
        <w:tab/>
        <w:t>1.013e0</w:t>
      </w:r>
    </w:p>
    <w:p w:rsidR="00C532FF" w:rsidRDefault="00C532FF" w:rsidP="00C532FF">
      <w:r>
        <w:t>261.8280</w:t>
      </w:r>
      <w:r>
        <w:tab/>
        <w:t>1.013e0</w:t>
      </w:r>
    </w:p>
    <w:p w:rsidR="00C532FF" w:rsidRDefault="00C532FF" w:rsidP="00C532FF">
      <w:r>
        <w:t>261.8397</w:t>
      </w:r>
      <w:r>
        <w:tab/>
        <w:t>2.025e0</w:t>
      </w:r>
    </w:p>
    <w:p w:rsidR="00C532FF" w:rsidRDefault="00C532FF" w:rsidP="00C532FF">
      <w:r>
        <w:t>261.8707</w:t>
      </w:r>
      <w:r>
        <w:tab/>
        <w:t>1.013e0</w:t>
      </w:r>
    </w:p>
    <w:p w:rsidR="00C532FF" w:rsidRDefault="00C532FF" w:rsidP="00C532FF">
      <w:r>
        <w:t>261.8767</w:t>
      </w:r>
      <w:r>
        <w:tab/>
        <w:t>2.025e0</w:t>
      </w:r>
    </w:p>
    <w:p w:rsidR="00C532FF" w:rsidRDefault="00C532FF" w:rsidP="00C532FF">
      <w:r>
        <w:t>261.9295</w:t>
      </w:r>
      <w:r>
        <w:tab/>
        <w:t>1.013e0</w:t>
      </w:r>
    </w:p>
    <w:p w:rsidR="00C532FF" w:rsidRDefault="00C532FF" w:rsidP="00C532FF">
      <w:r>
        <w:t>261.9442</w:t>
      </w:r>
      <w:r>
        <w:tab/>
        <w:t>1.013e0</w:t>
      </w:r>
    </w:p>
    <w:p w:rsidR="00C532FF" w:rsidRDefault="00C532FF" w:rsidP="00C532FF">
      <w:r>
        <w:t>261.9477</w:t>
      </w:r>
      <w:r>
        <w:tab/>
        <w:t>1.013e0</w:t>
      </w:r>
    </w:p>
    <w:p w:rsidR="00C532FF" w:rsidRDefault="00C532FF" w:rsidP="00C532FF">
      <w:r>
        <w:t>261.9801</w:t>
      </w:r>
      <w:r>
        <w:tab/>
        <w:t>2.025e0</w:t>
      </w:r>
    </w:p>
    <w:p w:rsidR="00C532FF" w:rsidRDefault="00C532FF" w:rsidP="00C532FF">
      <w:r>
        <w:t>261.9907</w:t>
      </w:r>
      <w:r>
        <w:tab/>
        <w:t>1.013e0</w:t>
      </w:r>
    </w:p>
    <w:p w:rsidR="00C532FF" w:rsidRDefault="00C532FF" w:rsidP="00C532FF">
      <w:r>
        <w:t>261.9948</w:t>
      </w:r>
      <w:r>
        <w:tab/>
        <w:t>1.013e0</w:t>
      </w:r>
    </w:p>
    <w:p w:rsidR="00C532FF" w:rsidRDefault="00C532FF" w:rsidP="00C532FF">
      <w:r>
        <w:t>262.0025</w:t>
      </w:r>
      <w:r>
        <w:tab/>
        <w:t>1.013e0</w:t>
      </w:r>
    </w:p>
    <w:p w:rsidR="00C532FF" w:rsidRDefault="00C532FF" w:rsidP="00C532FF">
      <w:r>
        <w:t>262.0072</w:t>
      </w:r>
      <w:r>
        <w:tab/>
        <w:t>2.025e0</w:t>
      </w:r>
    </w:p>
    <w:p w:rsidR="00C532FF" w:rsidRDefault="00C532FF" w:rsidP="00C532FF">
      <w:r>
        <w:t>262.0122</w:t>
      </w:r>
      <w:r>
        <w:tab/>
        <w:t>1.013e0</w:t>
      </w:r>
    </w:p>
    <w:p w:rsidR="00C532FF" w:rsidRDefault="00C532FF" w:rsidP="00C532FF">
      <w:r>
        <w:t>262.0331</w:t>
      </w:r>
      <w:r>
        <w:tab/>
        <w:t>2.025e0</w:t>
      </w:r>
    </w:p>
    <w:p w:rsidR="00C532FF" w:rsidRDefault="00C532FF" w:rsidP="00C532FF">
      <w:r>
        <w:t>262.0524</w:t>
      </w:r>
      <w:r>
        <w:tab/>
        <w:t>2.025e0</w:t>
      </w:r>
    </w:p>
    <w:p w:rsidR="00C532FF" w:rsidRDefault="00C532FF" w:rsidP="00C532FF">
      <w:r>
        <w:t>262.0602</w:t>
      </w:r>
      <w:r>
        <w:tab/>
        <w:t>1.013e0</w:t>
      </w:r>
    </w:p>
    <w:p w:rsidR="00C532FF" w:rsidRDefault="00C532FF" w:rsidP="00C532FF">
      <w:r>
        <w:t>262.0638</w:t>
      </w:r>
      <w:r>
        <w:tab/>
        <w:t>1.013e0</w:t>
      </w:r>
    </w:p>
    <w:p w:rsidR="00C532FF" w:rsidRDefault="00C532FF" w:rsidP="00C532FF">
      <w:r>
        <w:lastRenderedPageBreak/>
        <w:t>262.0677</w:t>
      </w:r>
      <w:r>
        <w:tab/>
        <w:t>1.013e0</w:t>
      </w:r>
    </w:p>
    <w:p w:rsidR="00C532FF" w:rsidRDefault="00C532FF" w:rsidP="00C532FF">
      <w:r>
        <w:t>262.0721</w:t>
      </w:r>
      <w:r>
        <w:tab/>
        <w:t>2.025e0</w:t>
      </w:r>
    </w:p>
    <w:p w:rsidR="00C532FF" w:rsidRDefault="00C532FF" w:rsidP="00C532FF">
      <w:r>
        <w:t>262.0760</w:t>
      </w:r>
      <w:r>
        <w:tab/>
        <w:t>1.013e0</w:t>
      </w:r>
    </w:p>
    <w:p w:rsidR="00C532FF" w:rsidRDefault="00C532FF" w:rsidP="00C532FF">
      <w:r>
        <w:t>262.0846</w:t>
      </w:r>
      <w:r>
        <w:tab/>
        <w:t>1.013e0</w:t>
      </w:r>
    </w:p>
    <w:p w:rsidR="00C532FF" w:rsidRDefault="00C532FF" w:rsidP="00C532FF">
      <w:r>
        <w:t>262.1068</w:t>
      </w:r>
      <w:r>
        <w:tab/>
        <w:t>2.025e0</w:t>
      </w:r>
    </w:p>
    <w:p w:rsidR="00C532FF" w:rsidRDefault="00C532FF" w:rsidP="00C532FF">
      <w:r>
        <w:t>262.1127</w:t>
      </w:r>
      <w:r>
        <w:tab/>
        <w:t>2.025e0</w:t>
      </w:r>
    </w:p>
    <w:p w:rsidR="00C532FF" w:rsidRDefault="00C532FF" w:rsidP="00C532FF">
      <w:r>
        <w:t>262.1157</w:t>
      </w:r>
      <w:r>
        <w:tab/>
        <w:t>3.917e0</w:t>
      </w:r>
    </w:p>
    <w:p w:rsidR="00C532FF" w:rsidRDefault="00C532FF" w:rsidP="00C532FF">
      <w:r>
        <w:t>262.1263</w:t>
      </w:r>
      <w:r>
        <w:tab/>
        <w:t>3.038e0</w:t>
      </w:r>
    </w:p>
    <w:p w:rsidR="00C532FF" w:rsidRDefault="00C532FF" w:rsidP="00C532FF">
      <w:r>
        <w:t>262.1324</w:t>
      </w:r>
      <w:r>
        <w:tab/>
        <w:t>3.298e0</w:t>
      </w:r>
    </w:p>
    <w:p w:rsidR="00C532FF" w:rsidRDefault="00C532FF" w:rsidP="00C532FF">
      <w:r>
        <w:t>262.1411</w:t>
      </w:r>
      <w:r>
        <w:tab/>
        <w:t>2.025e0</w:t>
      </w:r>
    </w:p>
    <w:p w:rsidR="00C532FF" w:rsidRDefault="00C532FF" w:rsidP="00C532FF">
      <w:r>
        <w:t>262.1452</w:t>
      </w:r>
      <w:r>
        <w:tab/>
        <w:t>4.051e0</w:t>
      </w:r>
    </w:p>
    <w:p w:rsidR="00C532FF" w:rsidRDefault="00C532FF" w:rsidP="00C532FF">
      <w:r>
        <w:t>262.1515</w:t>
      </w:r>
      <w:r>
        <w:tab/>
        <w:t>5.063e0</w:t>
      </w:r>
    </w:p>
    <w:p w:rsidR="00C532FF" w:rsidRDefault="00C532FF" w:rsidP="00C532FF">
      <w:r>
        <w:t>262.1534</w:t>
      </w:r>
      <w:r>
        <w:tab/>
        <w:t>3.038e0</w:t>
      </w:r>
    </w:p>
    <w:p w:rsidR="00C532FF" w:rsidRDefault="00C532FF" w:rsidP="00C532FF">
      <w:r>
        <w:t>262.1693</w:t>
      </w:r>
      <w:r>
        <w:tab/>
        <w:t>2.025e0</w:t>
      </w:r>
    </w:p>
    <w:p w:rsidR="00C532FF" w:rsidRDefault="00C532FF" w:rsidP="00C532FF">
      <w:r>
        <w:t>262.1821</w:t>
      </w:r>
      <w:r>
        <w:tab/>
        <w:t>3.038e0</w:t>
      </w:r>
    </w:p>
    <w:p w:rsidR="00C532FF" w:rsidRDefault="00C532FF" w:rsidP="00C532FF">
      <w:r>
        <w:t>262.1860</w:t>
      </w:r>
      <w:r>
        <w:tab/>
        <w:t>5.063e0</w:t>
      </w:r>
    </w:p>
    <w:p w:rsidR="00C532FF" w:rsidRDefault="00C532FF" w:rsidP="00C532FF">
      <w:r>
        <w:t>262.1921</w:t>
      </w:r>
      <w:r>
        <w:tab/>
        <w:t>4.051e0</w:t>
      </w:r>
    </w:p>
    <w:p w:rsidR="00C532FF" w:rsidRDefault="00C532FF" w:rsidP="00C532FF">
      <w:r>
        <w:t>262.2036</w:t>
      </w:r>
      <w:r>
        <w:tab/>
        <w:t>4.051e0</w:t>
      </w:r>
    </w:p>
    <w:p w:rsidR="00C532FF" w:rsidRDefault="00C532FF" w:rsidP="00C532FF">
      <w:r>
        <w:t>262.2101</w:t>
      </w:r>
      <w:r>
        <w:tab/>
        <w:t>3.038e0</w:t>
      </w:r>
    </w:p>
    <w:p w:rsidR="00C532FF" w:rsidRDefault="00C532FF" w:rsidP="00C532FF">
      <w:r>
        <w:lastRenderedPageBreak/>
        <w:t>262.2269</w:t>
      </w:r>
      <w:r>
        <w:tab/>
        <w:t>1.013e0</w:t>
      </w:r>
    </w:p>
    <w:p w:rsidR="00C532FF" w:rsidRDefault="00C532FF" w:rsidP="00C532FF">
      <w:r>
        <w:t>262.2349</w:t>
      </w:r>
      <w:r>
        <w:tab/>
        <w:t>1.013e0</w:t>
      </w:r>
    </w:p>
    <w:p w:rsidR="00C532FF" w:rsidRDefault="00C532FF" w:rsidP="00C532FF">
      <w:r>
        <w:t>262.2786</w:t>
      </w:r>
      <w:r>
        <w:tab/>
        <w:t>1.013e0</w:t>
      </w:r>
    </w:p>
    <w:p w:rsidR="00C532FF" w:rsidRDefault="00C532FF" w:rsidP="00C532FF">
      <w:r>
        <w:t>262.3174</w:t>
      </w:r>
      <w:r>
        <w:tab/>
        <w:t>1.013e0</w:t>
      </w:r>
    </w:p>
    <w:p w:rsidR="00C532FF" w:rsidRDefault="00C532FF" w:rsidP="00C532FF">
      <w:r>
        <w:t>262.3224</w:t>
      </w:r>
      <w:r>
        <w:tab/>
        <w:t>3.038e0</w:t>
      </w:r>
    </w:p>
    <w:p w:rsidR="00C532FF" w:rsidRDefault="00C532FF" w:rsidP="00C532FF">
      <w:r>
        <w:t>262.3426</w:t>
      </w:r>
      <w:r>
        <w:tab/>
        <w:t>1.013e0</w:t>
      </w:r>
    </w:p>
    <w:p w:rsidR="00C532FF" w:rsidRDefault="00C532FF" w:rsidP="00C532FF">
      <w:r>
        <w:t>262.3990</w:t>
      </w:r>
      <w:r>
        <w:tab/>
        <w:t>2.025e0</w:t>
      </w:r>
    </w:p>
    <w:p w:rsidR="00C532FF" w:rsidRDefault="00C532FF" w:rsidP="00C532FF">
      <w:r>
        <w:t>262.4470</w:t>
      </w:r>
      <w:r>
        <w:tab/>
        <w:t>1.013e0</w:t>
      </w:r>
    </w:p>
    <w:p w:rsidR="00C532FF" w:rsidRDefault="00C532FF" w:rsidP="00C532FF">
      <w:r>
        <w:t>262.4551</w:t>
      </w:r>
      <w:r>
        <w:tab/>
        <w:t>1.013e0</w:t>
      </w:r>
    </w:p>
    <w:p w:rsidR="00C532FF" w:rsidRDefault="00C532FF" w:rsidP="00C532FF">
      <w:r>
        <w:t>262.4727</w:t>
      </w:r>
      <w:r>
        <w:tab/>
        <w:t>2.025e0</w:t>
      </w:r>
    </w:p>
    <w:p w:rsidR="00C532FF" w:rsidRDefault="00C532FF" w:rsidP="00C532FF">
      <w:r>
        <w:t>262.4898</w:t>
      </w:r>
      <w:r>
        <w:tab/>
        <w:t>1.013e0</w:t>
      </w:r>
    </w:p>
    <w:p w:rsidR="00C532FF" w:rsidRDefault="00C532FF" w:rsidP="00C532FF">
      <w:r>
        <w:t>262.4973</w:t>
      </w:r>
      <w:r>
        <w:tab/>
        <w:t>1.013e0</w:t>
      </w:r>
    </w:p>
    <w:p w:rsidR="00C532FF" w:rsidRDefault="00C532FF" w:rsidP="00C532FF">
      <w:r>
        <w:t>262.5201</w:t>
      </w:r>
      <w:r>
        <w:tab/>
        <w:t>1.013e0</w:t>
      </w:r>
    </w:p>
    <w:p w:rsidR="00C532FF" w:rsidRDefault="00C532FF" w:rsidP="00C532FF">
      <w:r>
        <w:t>262.5410</w:t>
      </w:r>
      <w:r>
        <w:tab/>
        <w:t>1.013e0</w:t>
      </w:r>
    </w:p>
    <w:p w:rsidR="00C532FF" w:rsidRDefault="00C532FF" w:rsidP="00C532FF">
      <w:r>
        <w:t>262.5670</w:t>
      </w:r>
      <w:r>
        <w:tab/>
        <w:t>2.025e0</w:t>
      </w:r>
    </w:p>
    <w:p w:rsidR="00C532FF" w:rsidRDefault="00C532FF" w:rsidP="00C532FF">
      <w:r>
        <w:t>262.5709</w:t>
      </w:r>
      <w:r>
        <w:tab/>
        <w:t>3.038e0</w:t>
      </w:r>
    </w:p>
    <w:p w:rsidR="00C532FF" w:rsidRDefault="00C532FF" w:rsidP="00C532FF">
      <w:r>
        <w:t>262.5956</w:t>
      </w:r>
      <w:r>
        <w:tab/>
        <w:t>2.025e0</w:t>
      </w:r>
    </w:p>
    <w:p w:rsidR="00C532FF" w:rsidRDefault="00C532FF" w:rsidP="00C532FF">
      <w:r>
        <w:t>262.5975</w:t>
      </w:r>
      <w:r>
        <w:tab/>
        <w:t>1.013e0</w:t>
      </w:r>
    </w:p>
    <w:p w:rsidR="00C532FF" w:rsidRDefault="00C532FF" w:rsidP="00C532FF">
      <w:r>
        <w:t>262.5996</w:t>
      </w:r>
      <w:r>
        <w:tab/>
        <w:t>2.025e0</w:t>
      </w:r>
    </w:p>
    <w:p w:rsidR="00C532FF" w:rsidRDefault="00C532FF" w:rsidP="00C532FF">
      <w:r>
        <w:lastRenderedPageBreak/>
        <w:t>262.6324</w:t>
      </w:r>
      <w:r>
        <w:tab/>
        <w:t>1.013e0</w:t>
      </w:r>
    </w:p>
    <w:p w:rsidR="00C532FF" w:rsidRDefault="00C532FF" w:rsidP="00C532FF">
      <w:r>
        <w:t>262.6575</w:t>
      </w:r>
      <w:r>
        <w:tab/>
        <w:t>1.013e0</w:t>
      </w:r>
    </w:p>
    <w:p w:rsidR="00C532FF" w:rsidRDefault="00C532FF" w:rsidP="00C532FF">
      <w:r>
        <w:t>262.6669</w:t>
      </w:r>
      <w:r>
        <w:tab/>
        <w:t>1.013e0</w:t>
      </w:r>
    </w:p>
    <w:p w:rsidR="00C532FF" w:rsidRDefault="00C532FF" w:rsidP="00C532FF">
      <w:r>
        <w:t>262.6790</w:t>
      </w:r>
      <w:r>
        <w:tab/>
        <w:t>1.013e0</w:t>
      </w:r>
    </w:p>
    <w:p w:rsidR="00C532FF" w:rsidRDefault="00C532FF" w:rsidP="00C532FF">
      <w:r>
        <w:t>262.6833</w:t>
      </w:r>
      <w:r>
        <w:tab/>
        <w:t>1.013e0</w:t>
      </w:r>
    </w:p>
    <w:p w:rsidR="00C532FF" w:rsidRDefault="00C532FF" w:rsidP="00C532FF">
      <w:r>
        <w:t>262.6915</w:t>
      </w:r>
      <w:r>
        <w:tab/>
        <w:t>1.013e0</w:t>
      </w:r>
    </w:p>
    <w:p w:rsidR="00C532FF" w:rsidRDefault="00C532FF" w:rsidP="00C532FF">
      <w:r>
        <w:t>262.6960</w:t>
      </w:r>
      <w:r>
        <w:tab/>
        <w:t>1.013e0</w:t>
      </w:r>
    </w:p>
    <w:p w:rsidR="00C532FF" w:rsidRDefault="00C532FF" w:rsidP="00C532FF">
      <w:r>
        <w:t>262.7012</w:t>
      </w:r>
      <w:r>
        <w:tab/>
        <w:t>2.025e0</w:t>
      </w:r>
    </w:p>
    <w:p w:rsidR="00C532FF" w:rsidRDefault="00C532FF" w:rsidP="00C532FF">
      <w:r>
        <w:t>262.7097</w:t>
      </w:r>
      <w:r>
        <w:tab/>
        <w:t>1.013e0</w:t>
      </w:r>
    </w:p>
    <w:p w:rsidR="00C532FF" w:rsidRDefault="00C532FF" w:rsidP="00C532FF">
      <w:r>
        <w:t>262.7180</w:t>
      </w:r>
      <w:r>
        <w:tab/>
        <w:t>1.013e0</w:t>
      </w:r>
    </w:p>
    <w:p w:rsidR="00C532FF" w:rsidRDefault="00C532FF" w:rsidP="00C532FF">
      <w:r>
        <w:t>262.7256</w:t>
      </w:r>
      <w:r>
        <w:tab/>
        <w:t>1.013e0</w:t>
      </w:r>
    </w:p>
    <w:p w:rsidR="00C532FF" w:rsidRDefault="00C532FF" w:rsidP="00C532FF">
      <w:r>
        <w:t>262.7349</w:t>
      </w:r>
      <w:r>
        <w:tab/>
        <w:t>1.013e0</w:t>
      </w:r>
    </w:p>
    <w:p w:rsidR="00C532FF" w:rsidRDefault="00C532FF" w:rsidP="00C532FF">
      <w:r>
        <w:t>262.7446</w:t>
      </w:r>
      <w:r>
        <w:tab/>
        <w:t>1.013e0</w:t>
      </w:r>
    </w:p>
    <w:p w:rsidR="00C532FF" w:rsidRDefault="00C532FF" w:rsidP="00C532FF">
      <w:r>
        <w:t>262.7602</w:t>
      </w:r>
      <w:r>
        <w:tab/>
        <w:t>3.038e0</w:t>
      </w:r>
    </w:p>
    <w:p w:rsidR="00C532FF" w:rsidRDefault="00C532FF" w:rsidP="00C532FF">
      <w:r>
        <w:t>262.7644</w:t>
      </w:r>
      <w:r>
        <w:tab/>
        <w:t>2.025e0</w:t>
      </w:r>
    </w:p>
    <w:p w:rsidR="00C532FF" w:rsidRDefault="00C532FF" w:rsidP="00C532FF">
      <w:r>
        <w:t>262.7871</w:t>
      </w:r>
      <w:r>
        <w:tab/>
        <w:t>1.013e0</w:t>
      </w:r>
    </w:p>
    <w:p w:rsidR="00C532FF" w:rsidRDefault="00C532FF" w:rsidP="00C532FF">
      <w:r>
        <w:t>262.7911</w:t>
      </w:r>
      <w:r>
        <w:tab/>
        <w:t>1.013e0</w:t>
      </w:r>
    </w:p>
    <w:p w:rsidR="00C532FF" w:rsidRDefault="00C532FF" w:rsidP="00C532FF">
      <w:r>
        <w:t>262.7994</w:t>
      </w:r>
      <w:r>
        <w:tab/>
        <w:t>1.013e0</w:t>
      </w:r>
    </w:p>
    <w:p w:rsidR="00C532FF" w:rsidRDefault="00C532FF" w:rsidP="00C532FF">
      <w:r>
        <w:t>262.8669</w:t>
      </w:r>
      <w:r>
        <w:tab/>
        <w:t>2.025e0</w:t>
      </w:r>
    </w:p>
    <w:p w:rsidR="00C532FF" w:rsidRDefault="00C532FF" w:rsidP="00C532FF">
      <w:r>
        <w:lastRenderedPageBreak/>
        <w:t>262.8953</w:t>
      </w:r>
      <w:r>
        <w:tab/>
        <w:t>1.013e0</w:t>
      </w:r>
    </w:p>
    <w:p w:rsidR="00C532FF" w:rsidRDefault="00C532FF" w:rsidP="00C532FF">
      <w:r>
        <w:t>262.9245</w:t>
      </w:r>
      <w:r>
        <w:tab/>
        <w:t>1.013e0</w:t>
      </w:r>
    </w:p>
    <w:p w:rsidR="00C532FF" w:rsidRDefault="00C532FF" w:rsidP="00C532FF">
      <w:r>
        <w:t>262.9633</w:t>
      </w:r>
      <w:r>
        <w:tab/>
        <w:t>1.013e0</w:t>
      </w:r>
    </w:p>
    <w:p w:rsidR="00C532FF" w:rsidRDefault="00C532FF" w:rsidP="00C532FF">
      <w:r>
        <w:t>262.9685</w:t>
      </w:r>
      <w:r>
        <w:tab/>
        <w:t>1.013e0</w:t>
      </w:r>
    </w:p>
    <w:p w:rsidR="00C532FF" w:rsidRDefault="00C532FF" w:rsidP="00C532FF">
      <w:r>
        <w:t>262.9848</w:t>
      </w:r>
      <w:r>
        <w:tab/>
        <w:t>1.013e0</w:t>
      </w:r>
    </w:p>
    <w:p w:rsidR="00C532FF" w:rsidRDefault="00C532FF" w:rsidP="00C532FF">
      <w:r>
        <w:t>262.9890</w:t>
      </w:r>
      <w:r>
        <w:tab/>
        <w:t>1.013e0</w:t>
      </w:r>
    </w:p>
    <w:p w:rsidR="00C532FF" w:rsidRDefault="00C532FF" w:rsidP="00C532FF">
      <w:r>
        <w:t>262.9977</w:t>
      </w:r>
      <w:r>
        <w:tab/>
        <w:t>1.013e0</w:t>
      </w:r>
    </w:p>
    <w:p w:rsidR="00C532FF" w:rsidRDefault="00C532FF" w:rsidP="00C532FF">
      <w:r>
        <w:t>263.0006</w:t>
      </w:r>
      <w:r>
        <w:tab/>
        <w:t>2.025e0</w:t>
      </w:r>
    </w:p>
    <w:p w:rsidR="00C532FF" w:rsidRDefault="00C532FF" w:rsidP="00C532FF">
      <w:r>
        <w:t>263.0161</w:t>
      </w:r>
      <w:r>
        <w:tab/>
        <w:t>5.063e0</w:t>
      </w:r>
    </w:p>
    <w:p w:rsidR="00C532FF" w:rsidRDefault="00C532FF" w:rsidP="00C532FF">
      <w:r>
        <w:t>263.0237</w:t>
      </w:r>
      <w:r>
        <w:tab/>
        <w:t>2.025e0</w:t>
      </w:r>
    </w:p>
    <w:p w:rsidR="00C532FF" w:rsidRDefault="00C532FF" w:rsidP="00C532FF">
      <w:r>
        <w:t>263.0310</w:t>
      </w:r>
      <w:r>
        <w:tab/>
        <w:t>2.025e0</w:t>
      </w:r>
    </w:p>
    <w:p w:rsidR="00C532FF" w:rsidRDefault="00C532FF" w:rsidP="00C532FF">
      <w:r>
        <w:t>263.0366</w:t>
      </w:r>
      <w:r>
        <w:tab/>
        <w:t>1.013e0</w:t>
      </w:r>
    </w:p>
    <w:p w:rsidR="00C532FF" w:rsidRDefault="00C532FF" w:rsidP="00C532FF">
      <w:r>
        <w:t>263.0410</w:t>
      </w:r>
      <w:r>
        <w:tab/>
        <w:t>3.038e0</w:t>
      </w:r>
    </w:p>
    <w:p w:rsidR="00C532FF" w:rsidRDefault="00C532FF" w:rsidP="00C532FF">
      <w:r>
        <w:t>263.0688</w:t>
      </w:r>
      <w:r>
        <w:tab/>
        <w:t>2.025e0</w:t>
      </w:r>
    </w:p>
    <w:p w:rsidR="00C532FF" w:rsidRDefault="00C532FF" w:rsidP="00C532FF">
      <w:r>
        <w:t>263.0703</w:t>
      </w:r>
      <w:r>
        <w:tab/>
        <w:t>1.013e0</w:t>
      </w:r>
    </w:p>
    <w:p w:rsidR="00C532FF" w:rsidRDefault="00C532FF" w:rsidP="00C532FF">
      <w:r>
        <w:t>263.0755</w:t>
      </w:r>
      <w:r>
        <w:tab/>
        <w:t>1.013e0</w:t>
      </w:r>
    </w:p>
    <w:p w:rsidR="00C532FF" w:rsidRDefault="00C532FF" w:rsidP="00C532FF">
      <w:r>
        <w:t>263.0929</w:t>
      </w:r>
      <w:r>
        <w:tab/>
        <w:t>1.013e0</w:t>
      </w:r>
    </w:p>
    <w:p w:rsidR="00C532FF" w:rsidRDefault="00C532FF" w:rsidP="00C532FF">
      <w:r>
        <w:t>263.1071</w:t>
      </w:r>
      <w:r>
        <w:tab/>
        <w:t>2.025e0</w:t>
      </w:r>
    </w:p>
    <w:p w:rsidR="00C532FF" w:rsidRDefault="00C532FF" w:rsidP="00C532FF">
      <w:r>
        <w:t>263.1177</w:t>
      </w:r>
      <w:r>
        <w:tab/>
        <w:t>1.897e0</w:t>
      </w:r>
    </w:p>
    <w:p w:rsidR="00C532FF" w:rsidRDefault="00C532FF" w:rsidP="00C532FF">
      <w:r>
        <w:lastRenderedPageBreak/>
        <w:t>263.1190</w:t>
      </w:r>
      <w:r>
        <w:tab/>
        <w:t>1.013e0</w:t>
      </w:r>
    </w:p>
    <w:p w:rsidR="00C532FF" w:rsidRDefault="00C532FF" w:rsidP="00C532FF">
      <w:r>
        <w:t>263.1241</w:t>
      </w:r>
      <w:r>
        <w:tab/>
        <w:t>1.013e0</w:t>
      </w:r>
    </w:p>
    <w:p w:rsidR="00C532FF" w:rsidRDefault="00C532FF" w:rsidP="00C532FF">
      <w:r>
        <w:t>263.1320</w:t>
      </w:r>
      <w:r>
        <w:tab/>
        <w:t>2.025e0</w:t>
      </w:r>
    </w:p>
    <w:p w:rsidR="00C532FF" w:rsidRDefault="00C532FF" w:rsidP="00C532FF">
      <w:r>
        <w:t>263.1435</w:t>
      </w:r>
      <w:r>
        <w:tab/>
        <w:t>1.013e0</w:t>
      </w:r>
    </w:p>
    <w:p w:rsidR="00C532FF" w:rsidRDefault="00C532FF" w:rsidP="00C532FF">
      <w:r>
        <w:t>263.1668</w:t>
      </w:r>
      <w:r>
        <w:tab/>
        <w:t>2.088e0</w:t>
      </w:r>
    </w:p>
    <w:p w:rsidR="00C532FF" w:rsidRDefault="00C532FF" w:rsidP="00C532FF">
      <w:r>
        <w:t>263.1706</w:t>
      </w:r>
      <w:r>
        <w:tab/>
        <w:t>7.089e0</w:t>
      </w:r>
    </w:p>
    <w:p w:rsidR="00C532FF" w:rsidRDefault="00C532FF" w:rsidP="00C532FF">
      <w:r>
        <w:t>263.1747</w:t>
      </w:r>
      <w:r>
        <w:tab/>
        <w:t>1.013e0</w:t>
      </w:r>
    </w:p>
    <w:p w:rsidR="00C532FF" w:rsidRDefault="00C532FF" w:rsidP="00C532FF">
      <w:r>
        <w:t>263.1776</w:t>
      </w:r>
      <w:r>
        <w:tab/>
        <w:t>7.089e0</w:t>
      </w:r>
    </w:p>
    <w:p w:rsidR="00C532FF" w:rsidRDefault="00C532FF" w:rsidP="00C532FF">
      <w:r>
        <w:t>263.2015</w:t>
      </w:r>
      <w:r>
        <w:tab/>
        <w:t>1.013e0</w:t>
      </w:r>
    </w:p>
    <w:p w:rsidR="00C532FF" w:rsidRDefault="00C532FF" w:rsidP="00C532FF">
      <w:r>
        <w:t>263.2091</w:t>
      </w:r>
      <w:r>
        <w:tab/>
        <w:t>1.013e0</w:t>
      </w:r>
    </w:p>
    <w:p w:rsidR="00C532FF" w:rsidRDefault="00C532FF" w:rsidP="00C532FF">
      <w:r>
        <w:t>263.2135</w:t>
      </w:r>
      <w:r>
        <w:tab/>
        <w:t>1.013e0</w:t>
      </w:r>
    </w:p>
    <w:p w:rsidR="00C532FF" w:rsidRDefault="00C532FF" w:rsidP="00C532FF">
      <w:r>
        <w:t>263.2188</w:t>
      </w:r>
      <w:r>
        <w:tab/>
        <w:t>2.025e0</w:t>
      </w:r>
    </w:p>
    <w:p w:rsidR="00C532FF" w:rsidRDefault="00C532FF" w:rsidP="00C532FF">
      <w:r>
        <w:t>263.2440</w:t>
      </w:r>
      <w:r>
        <w:tab/>
        <w:t>2.025e0</w:t>
      </w:r>
    </w:p>
    <w:p w:rsidR="00C532FF" w:rsidRDefault="00C532FF" w:rsidP="00C532FF">
      <w:r>
        <w:t>263.2747</w:t>
      </w:r>
      <w:r>
        <w:tab/>
        <w:t>1.013e0</w:t>
      </w:r>
    </w:p>
    <w:p w:rsidR="00C532FF" w:rsidRDefault="00C532FF" w:rsidP="00C532FF">
      <w:r>
        <w:t>263.2786</w:t>
      </w:r>
      <w:r>
        <w:tab/>
        <w:t>1.013e0</w:t>
      </w:r>
    </w:p>
    <w:p w:rsidR="00C532FF" w:rsidRDefault="00C532FF" w:rsidP="00C532FF">
      <w:r>
        <w:t>263.3213</w:t>
      </w:r>
      <w:r>
        <w:tab/>
        <w:t>1.013e0</w:t>
      </w:r>
    </w:p>
    <w:p w:rsidR="00C532FF" w:rsidRDefault="00C532FF" w:rsidP="00C532FF">
      <w:r>
        <w:t>263.3257</w:t>
      </w:r>
      <w:r>
        <w:tab/>
        <w:t>1.013e0</w:t>
      </w:r>
    </w:p>
    <w:p w:rsidR="00C532FF" w:rsidRDefault="00C532FF" w:rsidP="00C532FF">
      <w:r>
        <w:t>263.3644</w:t>
      </w:r>
      <w:r>
        <w:tab/>
        <w:t>1.013e0</w:t>
      </w:r>
    </w:p>
    <w:p w:rsidR="00C532FF" w:rsidRDefault="00C532FF" w:rsidP="00C532FF">
      <w:r>
        <w:t>263.3948</w:t>
      </w:r>
      <w:r>
        <w:tab/>
        <w:t>1.013e0</w:t>
      </w:r>
    </w:p>
    <w:p w:rsidR="00C532FF" w:rsidRDefault="00C532FF" w:rsidP="00C532FF">
      <w:r>
        <w:lastRenderedPageBreak/>
        <w:t>263.4071</w:t>
      </w:r>
      <w:r>
        <w:tab/>
        <w:t>1.013e0</w:t>
      </w:r>
    </w:p>
    <w:p w:rsidR="00C532FF" w:rsidRDefault="00C532FF" w:rsidP="00C532FF">
      <w:r>
        <w:t>263.4110</w:t>
      </w:r>
      <w:r>
        <w:tab/>
        <w:t>1.013e0</w:t>
      </w:r>
    </w:p>
    <w:p w:rsidR="00C532FF" w:rsidRDefault="00C532FF" w:rsidP="00C532FF">
      <w:r>
        <w:t>263.4207</w:t>
      </w:r>
      <w:r>
        <w:tab/>
        <w:t>1.013e0</w:t>
      </w:r>
    </w:p>
    <w:p w:rsidR="00C532FF" w:rsidRDefault="00C532FF" w:rsidP="00C532FF">
      <w:r>
        <w:t>263.4379</w:t>
      </w:r>
      <w:r>
        <w:tab/>
        <w:t>2.025e0</w:t>
      </w:r>
    </w:p>
    <w:p w:rsidR="00C532FF" w:rsidRDefault="00C532FF" w:rsidP="00C532FF">
      <w:r>
        <w:t>263.4726</w:t>
      </w:r>
      <w:r>
        <w:tab/>
        <w:t>1.013e0</w:t>
      </w:r>
    </w:p>
    <w:p w:rsidR="00C532FF" w:rsidRDefault="00C532FF" w:rsidP="00C532FF">
      <w:r>
        <w:t>263.4806</w:t>
      </w:r>
      <w:r>
        <w:tab/>
        <w:t>2.025e0</w:t>
      </w:r>
    </w:p>
    <w:p w:rsidR="00C532FF" w:rsidRDefault="00C532FF" w:rsidP="00C532FF">
      <w:r>
        <w:t>263.5154</w:t>
      </w:r>
      <w:r>
        <w:tab/>
        <w:t>1.013e0</w:t>
      </w:r>
    </w:p>
    <w:p w:rsidR="00C532FF" w:rsidRDefault="00C532FF" w:rsidP="00C532FF">
      <w:r>
        <w:t>263.5328</w:t>
      </w:r>
      <w:r>
        <w:tab/>
        <w:t>1.013e0</w:t>
      </w:r>
    </w:p>
    <w:p w:rsidR="00C532FF" w:rsidRDefault="00C532FF" w:rsidP="00C532FF">
      <w:r>
        <w:t>263.5380</w:t>
      </w:r>
      <w:r>
        <w:tab/>
        <w:t>1.013e0</w:t>
      </w:r>
    </w:p>
    <w:p w:rsidR="00C532FF" w:rsidRDefault="00C532FF" w:rsidP="00C532FF">
      <w:r>
        <w:t>263.5581</w:t>
      </w:r>
      <w:r>
        <w:tab/>
        <w:t>1.013e0</w:t>
      </w:r>
    </w:p>
    <w:p w:rsidR="00C532FF" w:rsidRDefault="00C532FF" w:rsidP="00C532FF">
      <w:r>
        <w:t>263.5672</w:t>
      </w:r>
      <w:r>
        <w:tab/>
        <w:t>1.013e0</w:t>
      </w:r>
    </w:p>
    <w:p w:rsidR="00C532FF" w:rsidRDefault="00C532FF" w:rsidP="00C532FF">
      <w:r>
        <w:t>263.5766</w:t>
      </w:r>
      <w:r>
        <w:tab/>
        <w:t>1.013e0</w:t>
      </w:r>
    </w:p>
    <w:p w:rsidR="00C532FF" w:rsidRDefault="00C532FF" w:rsidP="00C532FF">
      <w:r>
        <w:t>263.5889</w:t>
      </w:r>
      <w:r>
        <w:tab/>
        <w:t>2.025e0</w:t>
      </w:r>
    </w:p>
    <w:p w:rsidR="00C532FF" w:rsidRDefault="00C532FF" w:rsidP="00C532FF">
      <w:r>
        <w:t>263.5929</w:t>
      </w:r>
      <w:r>
        <w:tab/>
        <w:t>1.013e0</w:t>
      </w:r>
    </w:p>
    <w:p w:rsidR="00C532FF" w:rsidRDefault="00C532FF" w:rsidP="00C532FF">
      <w:r>
        <w:t>263.5964</w:t>
      </w:r>
      <w:r>
        <w:tab/>
        <w:t>1.013e0</w:t>
      </w:r>
    </w:p>
    <w:p w:rsidR="00C532FF" w:rsidRDefault="00C532FF" w:rsidP="00C532FF">
      <w:r>
        <w:t>263.6196</w:t>
      </w:r>
      <w:r>
        <w:tab/>
        <w:t>1.013e0</w:t>
      </w:r>
    </w:p>
    <w:p w:rsidR="00C532FF" w:rsidRDefault="00C532FF" w:rsidP="00C532FF">
      <w:r>
        <w:t>263.6312</w:t>
      </w:r>
      <w:r>
        <w:tab/>
        <w:t>2.025e0</w:t>
      </w:r>
    </w:p>
    <w:p w:rsidR="00C532FF" w:rsidRDefault="00C532FF" w:rsidP="00C532FF">
      <w:r>
        <w:t>263.6351</w:t>
      </w:r>
      <w:r>
        <w:tab/>
        <w:t>1.013e0</w:t>
      </w:r>
    </w:p>
    <w:p w:rsidR="00C532FF" w:rsidRDefault="00C532FF" w:rsidP="00C532FF">
      <w:r>
        <w:t>263.6584</w:t>
      </w:r>
      <w:r>
        <w:tab/>
        <w:t>1.013e0</w:t>
      </w:r>
    </w:p>
    <w:p w:rsidR="00C532FF" w:rsidRDefault="00C532FF" w:rsidP="00C532FF">
      <w:r>
        <w:lastRenderedPageBreak/>
        <w:t>263.6700</w:t>
      </w:r>
      <w:r>
        <w:tab/>
        <w:t>1.013e0</w:t>
      </w:r>
    </w:p>
    <w:p w:rsidR="00C532FF" w:rsidRDefault="00C532FF" w:rsidP="00C532FF">
      <w:r>
        <w:t>263.7087</w:t>
      </w:r>
      <w:r>
        <w:tab/>
        <w:t>1.013e0</w:t>
      </w:r>
    </w:p>
    <w:p w:rsidR="00C532FF" w:rsidRDefault="00C532FF" w:rsidP="00C532FF">
      <w:r>
        <w:t>263.7183</w:t>
      </w:r>
      <w:r>
        <w:tab/>
        <w:t>1.013e0</w:t>
      </w:r>
    </w:p>
    <w:p w:rsidR="00C532FF" w:rsidRDefault="00C532FF" w:rsidP="00C532FF">
      <w:r>
        <w:t>263.7224</w:t>
      </w:r>
      <w:r>
        <w:tab/>
        <w:t>3.038e0</w:t>
      </w:r>
    </w:p>
    <w:p w:rsidR="00C532FF" w:rsidRDefault="00C532FF" w:rsidP="00C532FF">
      <w:r>
        <w:t>263.7439</w:t>
      </w:r>
      <w:r>
        <w:tab/>
        <w:t>1.013e0</w:t>
      </w:r>
    </w:p>
    <w:p w:rsidR="00C532FF" w:rsidRDefault="00C532FF" w:rsidP="00C532FF">
      <w:r>
        <w:t>263.7668</w:t>
      </w:r>
      <w:r>
        <w:tab/>
        <w:t>1.013e0</w:t>
      </w:r>
    </w:p>
    <w:p w:rsidR="00C532FF" w:rsidRDefault="00C532FF" w:rsidP="00C532FF">
      <w:r>
        <w:t>263.7683</w:t>
      </w:r>
      <w:r>
        <w:tab/>
        <w:t>2.025e0</w:t>
      </w:r>
    </w:p>
    <w:p w:rsidR="00C532FF" w:rsidRDefault="00C532FF" w:rsidP="00C532FF">
      <w:r>
        <w:t>263.7703</w:t>
      </w:r>
      <w:r>
        <w:tab/>
        <w:t>1.013e0</w:t>
      </w:r>
    </w:p>
    <w:p w:rsidR="00C532FF" w:rsidRDefault="00C532FF" w:rsidP="00C532FF">
      <w:r>
        <w:t>263.7746</w:t>
      </w:r>
      <w:r>
        <w:tab/>
        <w:t>1.013e0</w:t>
      </w:r>
    </w:p>
    <w:p w:rsidR="00C532FF" w:rsidRDefault="00C532FF" w:rsidP="00C532FF">
      <w:r>
        <w:t>263.7865</w:t>
      </w:r>
      <w:r>
        <w:tab/>
        <w:t>1.013e0</w:t>
      </w:r>
    </w:p>
    <w:p w:rsidR="00C532FF" w:rsidRDefault="00C532FF" w:rsidP="00C532FF">
      <w:r>
        <w:t>263.8252</w:t>
      </w:r>
      <w:r>
        <w:tab/>
        <w:t>1.013e0</w:t>
      </w:r>
    </w:p>
    <w:p w:rsidR="00C532FF" w:rsidRDefault="00C532FF" w:rsidP="00C532FF">
      <w:r>
        <w:t>263.8601</w:t>
      </w:r>
      <w:r>
        <w:tab/>
        <w:t>1.013e0</w:t>
      </w:r>
    </w:p>
    <w:p w:rsidR="00C532FF" w:rsidRDefault="00C532FF" w:rsidP="00C532FF">
      <w:r>
        <w:t>263.8740</w:t>
      </w:r>
      <w:r>
        <w:tab/>
        <w:t>1.013e0</w:t>
      </w:r>
    </w:p>
    <w:p w:rsidR="00C532FF" w:rsidRDefault="00C532FF" w:rsidP="00C532FF">
      <w:r>
        <w:t>263.8910</w:t>
      </w:r>
      <w:r>
        <w:tab/>
        <w:t>1.013e0</w:t>
      </w:r>
    </w:p>
    <w:p w:rsidR="00C532FF" w:rsidRDefault="00C532FF" w:rsidP="00C532FF">
      <w:r>
        <w:t>263.9032</w:t>
      </w:r>
      <w:r>
        <w:tab/>
        <w:t>1.013e0</w:t>
      </w:r>
    </w:p>
    <w:p w:rsidR="00C532FF" w:rsidRDefault="00C532FF" w:rsidP="00C532FF">
      <w:r>
        <w:t>263.9133</w:t>
      </w:r>
      <w:r>
        <w:tab/>
        <w:t>1.013e0</w:t>
      </w:r>
    </w:p>
    <w:p w:rsidR="00C532FF" w:rsidRDefault="00C532FF" w:rsidP="00C532FF">
      <w:r>
        <w:t>263.9333</w:t>
      </w:r>
      <w:r>
        <w:tab/>
        <w:t>1.013e0</w:t>
      </w:r>
    </w:p>
    <w:p w:rsidR="00C532FF" w:rsidRDefault="00C532FF" w:rsidP="00C532FF">
      <w:r>
        <w:t>263.9520</w:t>
      </w:r>
      <w:r>
        <w:tab/>
        <w:t>1.013e0</w:t>
      </w:r>
    </w:p>
    <w:p w:rsidR="00C532FF" w:rsidRDefault="00C532FF" w:rsidP="00C532FF">
      <w:r>
        <w:t>263.9767</w:t>
      </w:r>
      <w:r>
        <w:tab/>
        <w:t>1.013e0</w:t>
      </w:r>
    </w:p>
    <w:p w:rsidR="00C532FF" w:rsidRDefault="00C532FF" w:rsidP="00C532FF">
      <w:r>
        <w:lastRenderedPageBreak/>
        <w:t>263.9992</w:t>
      </w:r>
      <w:r>
        <w:tab/>
        <w:t>1.013e0</w:t>
      </w:r>
    </w:p>
    <w:p w:rsidR="00C532FF" w:rsidRDefault="00C532FF" w:rsidP="00C532FF">
      <w:r>
        <w:t>264.0089</w:t>
      </w:r>
      <w:r>
        <w:tab/>
        <w:t>2.025e0</w:t>
      </w:r>
    </w:p>
    <w:p w:rsidR="00C532FF" w:rsidRDefault="00C532FF" w:rsidP="00C532FF">
      <w:r>
        <w:t>264.0110</w:t>
      </w:r>
      <w:r>
        <w:tab/>
        <w:t>2.025e0</w:t>
      </w:r>
    </w:p>
    <w:p w:rsidR="00C532FF" w:rsidRDefault="00C532FF" w:rsidP="00C532FF">
      <w:r>
        <w:t>264.0176</w:t>
      </w:r>
      <w:r>
        <w:tab/>
        <w:t>2.356e0</w:t>
      </w:r>
    </w:p>
    <w:p w:rsidR="00C532FF" w:rsidRDefault="00C532FF" w:rsidP="00C532FF">
      <w:r>
        <w:t>264.0302</w:t>
      </w:r>
      <w:r>
        <w:tab/>
        <w:t>1.013e0</w:t>
      </w:r>
    </w:p>
    <w:p w:rsidR="00C532FF" w:rsidRDefault="00C532FF" w:rsidP="00C532FF">
      <w:r>
        <w:t>264.0496</w:t>
      </w:r>
      <w:r>
        <w:tab/>
        <w:t>1.013e0</w:t>
      </w:r>
    </w:p>
    <w:p w:rsidR="00C532FF" w:rsidRDefault="00C532FF" w:rsidP="00C532FF">
      <w:r>
        <w:t>264.0627</w:t>
      </w:r>
      <w:r>
        <w:tab/>
        <w:t>2.025e0</w:t>
      </w:r>
    </w:p>
    <w:p w:rsidR="00C532FF" w:rsidRDefault="00C532FF" w:rsidP="00C532FF">
      <w:r>
        <w:t>264.0661</w:t>
      </w:r>
      <w:r>
        <w:tab/>
        <w:t>2.025e0</w:t>
      </w:r>
    </w:p>
    <w:p w:rsidR="00C532FF" w:rsidRDefault="00C532FF" w:rsidP="00C532FF">
      <w:r>
        <w:t>264.0688</w:t>
      </w:r>
      <w:r>
        <w:tab/>
        <w:t>2.025e0</w:t>
      </w:r>
    </w:p>
    <w:p w:rsidR="00C532FF" w:rsidRDefault="00C532FF" w:rsidP="00C532FF">
      <w:r>
        <w:t>264.0768</w:t>
      </w:r>
      <w:r>
        <w:tab/>
        <w:t>1.013e0</w:t>
      </w:r>
    </w:p>
    <w:p w:rsidR="00C532FF" w:rsidRDefault="00C532FF" w:rsidP="00C532FF">
      <w:r>
        <w:t>264.0808</w:t>
      </w:r>
      <w:r>
        <w:tab/>
        <w:t>1.013e0</w:t>
      </w:r>
    </w:p>
    <w:p w:rsidR="00C532FF" w:rsidRDefault="00C532FF" w:rsidP="00C532FF">
      <w:r>
        <w:t>264.1033</w:t>
      </w:r>
      <w:r>
        <w:tab/>
        <w:t>1.013e0</w:t>
      </w:r>
    </w:p>
    <w:p w:rsidR="00C532FF" w:rsidRDefault="00C532FF" w:rsidP="00C532FF">
      <w:r>
        <w:t>264.1115</w:t>
      </w:r>
      <w:r>
        <w:tab/>
        <w:t>3.038e0</w:t>
      </w:r>
    </w:p>
    <w:p w:rsidR="00C532FF" w:rsidRDefault="00C532FF" w:rsidP="00C532FF">
      <w:r>
        <w:t>264.1165</w:t>
      </w:r>
      <w:r>
        <w:tab/>
        <w:t>3.038e0</w:t>
      </w:r>
    </w:p>
    <w:p w:rsidR="00C532FF" w:rsidRDefault="00C532FF" w:rsidP="00C532FF">
      <w:r>
        <w:t>264.1192</w:t>
      </w:r>
      <w:r>
        <w:tab/>
        <w:t>2.025e0</w:t>
      </w:r>
    </w:p>
    <w:p w:rsidR="00C532FF" w:rsidRDefault="00C532FF" w:rsidP="00C532FF">
      <w:r>
        <w:t>264.1205</w:t>
      </w:r>
      <w:r>
        <w:tab/>
        <w:t>2.012e0</w:t>
      </w:r>
    </w:p>
    <w:p w:rsidR="00C532FF" w:rsidRDefault="00C532FF" w:rsidP="00C532FF">
      <w:r>
        <w:t>264.1509</w:t>
      </w:r>
      <w:r>
        <w:tab/>
        <w:t>3.038e0</w:t>
      </w:r>
    </w:p>
    <w:p w:rsidR="00C532FF" w:rsidRDefault="00C532FF" w:rsidP="00C532FF">
      <w:r>
        <w:t>264.1520</w:t>
      </w:r>
      <w:r>
        <w:tab/>
        <w:t>6.018e0</w:t>
      </w:r>
    </w:p>
    <w:p w:rsidR="00C532FF" w:rsidRDefault="00C532FF" w:rsidP="00C532FF">
      <w:r>
        <w:t>264.1541</w:t>
      </w:r>
      <w:r>
        <w:tab/>
        <w:t>3.038e0</w:t>
      </w:r>
    </w:p>
    <w:p w:rsidR="00C532FF" w:rsidRDefault="00C532FF" w:rsidP="00C532FF">
      <w:r>
        <w:lastRenderedPageBreak/>
        <w:t>264.1580</w:t>
      </w:r>
      <w:r>
        <w:tab/>
        <w:t>1.013e0</w:t>
      </w:r>
    </w:p>
    <w:p w:rsidR="00C532FF" w:rsidRDefault="00C532FF" w:rsidP="00C532FF">
      <w:r>
        <w:t>264.1651</w:t>
      </w:r>
      <w:r>
        <w:tab/>
        <w:t>1.946e0</w:t>
      </w:r>
    </w:p>
    <w:p w:rsidR="00C532FF" w:rsidRDefault="00C532FF" w:rsidP="00C532FF">
      <w:r>
        <w:t>264.1698</w:t>
      </w:r>
      <w:r>
        <w:tab/>
        <w:t>2.025e0</w:t>
      </w:r>
    </w:p>
    <w:p w:rsidR="00C532FF" w:rsidRDefault="00C532FF" w:rsidP="00C532FF">
      <w:r>
        <w:t>264.1812</w:t>
      </w:r>
      <w:r>
        <w:tab/>
        <w:t>3.038e0</w:t>
      </w:r>
    </w:p>
    <w:p w:rsidR="00C532FF" w:rsidRDefault="00C532FF" w:rsidP="00C532FF">
      <w:r>
        <w:t>264.1852</w:t>
      </w:r>
      <w:r>
        <w:tab/>
        <w:t>2.025e0</w:t>
      </w:r>
    </w:p>
    <w:p w:rsidR="00C532FF" w:rsidRDefault="00C532FF" w:rsidP="00C532FF">
      <w:r>
        <w:t>264.2029</w:t>
      </w:r>
      <w:r>
        <w:tab/>
        <w:t>2.025e0</w:t>
      </w:r>
    </w:p>
    <w:p w:rsidR="00C532FF" w:rsidRDefault="00C532FF" w:rsidP="00C532FF">
      <w:r>
        <w:t>264.2155</w:t>
      </w:r>
      <w:r>
        <w:tab/>
        <w:t>1.013e0</w:t>
      </w:r>
    </w:p>
    <w:p w:rsidR="00C532FF" w:rsidRDefault="00C532FF" w:rsidP="00C532FF">
      <w:r>
        <w:t>264.2199</w:t>
      </w:r>
      <w:r>
        <w:tab/>
        <w:t>1.013e0</w:t>
      </w:r>
    </w:p>
    <w:p w:rsidR="00C532FF" w:rsidRDefault="00C532FF" w:rsidP="00C532FF">
      <w:r>
        <w:t>264.2316</w:t>
      </w:r>
      <w:r>
        <w:tab/>
        <w:t>1.013e0</w:t>
      </w:r>
    </w:p>
    <w:p w:rsidR="00C532FF" w:rsidRDefault="00C532FF" w:rsidP="00C532FF">
      <w:r>
        <w:t>264.2403</w:t>
      </w:r>
      <w:r>
        <w:tab/>
        <w:t>1.013e0</w:t>
      </w:r>
    </w:p>
    <w:p w:rsidR="00C532FF" w:rsidRDefault="00C532FF" w:rsidP="00C532FF">
      <w:r>
        <w:t>264.2453</w:t>
      </w:r>
      <w:r>
        <w:tab/>
        <w:t>2.025e0</w:t>
      </w:r>
    </w:p>
    <w:p w:rsidR="00C532FF" w:rsidRDefault="00C532FF" w:rsidP="00C532FF">
      <w:r>
        <w:t>264.2501</w:t>
      </w:r>
      <w:r>
        <w:tab/>
        <w:t>1.013e0</w:t>
      </w:r>
    </w:p>
    <w:p w:rsidR="00C532FF" w:rsidRDefault="00C532FF" w:rsidP="00C532FF">
      <w:r>
        <w:t>264.2742</w:t>
      </w:r>
      <w:r>
        <w:tab/>
        <w:t>1.013e0</w:t>
      </w:r>
    </w:p>
    <w:p w:rsidR="00C532FF" w:rsidRDefault="00C532FF" w:rsidP="00C532FF">
      <w:r>
        <w:t>264.3014</w:t>
      </w:r>
      <w:r>
        <w:tab/>
        <w:t>1.013e0</w:t>
      </w:r>
    </w:p>
    <w:p w:rsidR="00C532FF" w:rsidRDefault="00C532FF" w:rsidP="00C532FF">
      <w:r>
        <w:t>264.3322</w:t>
      </w:r>
      <w:r>
        <w:tab/>
        <w:t>1.013e0</w:t>
      </w:r>
    </w:p>
    <w:p w:rsidR="00C532FF" w:rsidRDefault="00C532FF" w:rsidP="00C532FF">
      <w:r>
        <w:t>264.3478</w:t>
      </w:r>
      <w:r>
        <w:tab/>
        <w:t>1.013e0</w:t>
      </w:r>
    </w:p>
    <w:p w:rsidR="00C532FF" w:rsidRDefault="00C532FF" w:rsidP="00C532FF">
      <w:r>
        <w:t>264.3573</w:t>
      </w:r>
      <w:r>
        <w:tab/>
        <w:t>3.038e0</w:t>
      </w:r>
    </w:p>
    <w:p w:rsidR="00C532FF" w:rsidRDefault="00C532FF" w:rsidP="00C532FF">
      <w:r>
        <w:t>264.3624</w:t>
      </w:r>
      <w:r>
        <w:tab/>
        <w:t>1.013e0</w:t>
      </w:r>
    </w:p>
    <w:p w:rsidR="00C532FF" w:rsidRDefault="00C532FF" w:rsidP="00C532FF">
      <w:r>
        <w:t>264.4015</w:t>
      </w:r>
      <w:r>
        <w:tab/>
        <w:t>1.013e0</w:t>
      </w:r>
    </w:p>
    <w:p w:rsidR="00C532FF" w:rsidRDefault="00C532FF" w:rsidP="00C532FF">
      <w:r>
        <w:lastRenderedPageBreak/>
        <w:t>264.4136</w:t>
      </w:r>
      <w:r>
        <w:tab/>
        <w:t>3.038e0</w:t>
      </w:r>
    </w:p>
    <w:p w:rsidR="00C532FF" w:rsidRDefault="00C532FF" w:rsidP="00C532FF">
      <w:r>
        <w:t>264.4430</w:t>
      </w:r>
      <w:r>
        <w:tab/>
        <w:t>2.025e0</w:t>
      </w:r>
    </w:p>
    <w:p w:rsidR="00C532FF" w:rsidRDefault="00C532FF" w:rsidP="00C532FF">
      <w:r>
        <w:t>264.4601</w:t>
      </w:r>
      <w:r>
        <w:tab/>
        <w:t>1.013e0</w:t>
      </w:r>
    </w:p>
    <w:p w:rsidR="00C532FF" w:rsidRDefault="00C532FF" w:rsidP="00C532FF">
      <w:r>
        <w:t>264.4650</w:t>
      </w:r>
      <w:r>
        <w:tab/>
        <w:t>1.013e0</w:t>
      </w:r>
    </w:p>
    <w:p w:rsidR="00C532FF" w:rsidRDefault="00C532FF" w:rsidP="00C532FF">
      <w:r>
        <w:t>264.4873</w:t>
      </w:r>
      <w:r>
        <w:tab/>
        <w:t>1.013e0</w:t>
      </w:r>
    </w:p>
    <w:p w:rsidR="00C532FF" w:rsidRDefault="00C532FF" w:rsidP="00C532FF">
      <w:r>
        <w:t>264.4911</w:t>
      </w:r>
      <w:r>
        <w:tab/>
        <w:t>1.013e0</w:t>
      </w:r>
    </w:p>
    <w:p w:rsidR="00C532FF" w:rsidRDefault="00C532FF" w:rsidP="00C532FF">
      <w:r>
        <w:t>264.5027</w:t>
      </w:r>
      <w:r>
        <w:tab/>
        <w:t>2.025e0</w:t>
      </w:r>
    </w:p>
    <w:p w:rsidR="00C532FF" w:rsidRDefault="00C532FF" w:rsidP="00C532FF">
      <w:r>
        <w:t>264.5090</w:t>
      </w:r>
      <w:r>
        <w:tab/>
        <w:t>1.013e0</w:t>
      </w:r>
    </w:p>
    <w:p w:rsidR="00C532FF" w:rsidRDefault="00C532FF" w:rsidP="00C532FF">
      <w:r>
        <w:t>264.5299</w:t>
      </w:r>
      <w:r>
        <w:tab/>
        <w:t>1.013e0</w:t>
      </w:r>
    </w:p>
    <w:p w:rsidR="00C532FF" w:rsidRDefault="00C532FF" w:rsidP="00C532FF">
      <w:r>
        <w:t>264.5475</w:t>
      </w:r>
      <w:r>
        <w:tab/>
        <w:t>3.038e0</w:t>
      </w:r>
    </w:p>
    <w:p w:rsidR="00C532FF" w:rsidRDefault="00C532FF" w:rsidP="00C532FF">
      <w:r>
        <w:t>264.5650</w:t>
      </w:r>
      <w:r>
        <w:tab/>
        <w:t>1.013e0</w:t>
      </w:r>
    </w:p>
    <w:p w:rsidR="00C532FF" w:rsidRDefault="00C532FF" w:rsidP="00C532FF">
      <w:r>
        <w:t>264.5774</w:t>
      </w:r>
      <w:r>
        <w:tab/>
        <w:t>2.025e0</w:t>
      </w:r>
    </w:p>
    <w:p w:rsidR="00C532FF" w:rsidRDefault="00C532FF" w:rsidP="00C532FF">
      <w:r>
        <w:t>264.6214</w:t>
      </w:r>
      <w:r>
        <w:tab/>
        <w:t>1.013e0</w:t>
      </w:r>
    </w:p>
    <w:p w:rsidR="00C532FF" w:rsidRDefault="00C532FF" w:rsidP="00C532FF">
      <w:r>
        <w:t>264.6502</w:t>
      </w:r>
      <w:r>
        <w:tab/>
        <w:t>3.038e0</w:t>
      </w:r>
    </w:p>
    <w:p w:rsidR="00C532FF" w:rsidRDefault="00C532FF" w:rsidP="00C532FF">
      <w:r>
        <w:t>264.6553</w:t>
      </w:r>
      <w:r>
        <w:tab/>
        <w:t>1.013e0</w:t>
      </w:r>
    </w:p>
    <w:p w:rsidR="00C532FF" w:rsidRDefault="00C532FF" w:rsidP="00C532FF">
      <w:r>
        <w:t>264.6693</w:t>
      </w:r>
      <w:r>
        <w:tab/>
        <w:t>1.013e0</w:t>
      </w:r>
    </w:p>
    <w:p w:rsidR="00C532FF" w:rsidRDefault="00C532FF" w:rsidP="00C532FF">
      <w:r>
        <w:t>264.6813</w:t>
      </w:r>
      <w:r>
        <w:tab/>
        <w:t>1.013e0</w:t>
      </w:r>
    </w:p>
    <w:p w:rsidR="00C532FF" w:rsidRDefault="00C532FF" w:rsidP="00C532FF">
      <w:r>
        <w:t>264.7015</w:t>
      </w:r>
      <w:r>
        <w:tab/>
        <w:t>2.025e0</w:t>
      </w:r>
    </w:p>
    <w:p w:rsidR="00C532FF" w:rsidRDefault="00C532FF" w:rsidP="00C532FF">
      <w:r>
        <w:t>264.7081</w:t>
      </w:r>
      <w:r>
        <w:tab/>
        <w:t>1.013e0</w:t>
      </w:r>
    </w:p>
    <w:p w:rsidR="00C532FF" w:rsidRDefault="00C532FF" w:rsidP="00C532FF">
      <w:r>
        <w:lastRenderedPageBreak/>
        <w:t>264.7159</w:t>
      </w:r>
      <w:r>
        <w:tab/>
        <w:t>1.013e0</w:t>
      </w:r>
    </w:p>
    <w:p w:rsidR="00C532FF" w:rsidRDefault="00C532FF" w:rsidP="00C532FF">
      <w:r>
        <w:t>264.7406</w:t>
      </w:r>
      <w:r>
        <w:tab/>
        <w:t>2.025e0</w:t>
      </w:r>
    </w:p>
    <w:p w:rsidR="00C532FF" w:rsidRDefault="00C532FF" w:rsidP="00C532FF">
      <w:r>
        <w:t>264.7509</w:t>
      </w:r>
      <w:r>
        <w:tab/>
        <w:t>1.013e0</w:t>
      </w:r>
    </w:p>
    <w:p w:rsidR="00C532FF" w:rsidRDefault="00C532FF" w:rsidP="00C532FF">
      <w:r>
        <w:t>264.7779</w:t>
      </w:r>
      <w:r>
        <w:tab/>
        <w:t>1.013e0</w:t>
      </w:r>
    </w:p>
    <w:p w:rsidR="00C532FF" w:rsidRDefault="00C532FF" w:rsidP="00C532FF">
      <w:r>
        <w:t>264.7894</w:t>
      </w:r>
      <w:r>
        <w:tab/>
        <w:t>1.013e0</w:t>
      </w:r>
    </w:p>
    <w:p w:rsidR="00C532FF" w:rsidRDefault="00C532FF" w:rsidP="00C532FF">
      <w:r>
        <w:t>264.8085</w:t>
      </w:r>
      <w:r>
        <w:tab/>
        <w:t>2.025e0</w:t>
      </w:r>
    </w:p>
    <w:p w:rsidR="00C532FF" w:rsidRDefault="00C532FF" w:rsidP="00C532FF">
      <w:r>
        <w:t>264.8375</w:t>
      </w:r>
      <w:r>
        <w:tab/>
        <w:t>2.025e0</w:t>
      </w:r>
    </w:p>
    <w:p w:rsidR="00C532FF" w:rsidRDefault="00C532FF" w:rsidP="00C532FF">
      <w:r>
        <w:t>264.8513</w:t>
      </w:r>
      <w:r>
        <w:tab/>
        <w:t>2.025e0</w:t>
      </w:r>
    </w:p>
    <w:p w:rsidR="00C532FF" w:rsidRDefault="00C532FF" w:rsidP="00C532FF">
      <w:r>
        <w:t>264.8550</w:t>
      </w:r>
      <w:r>
        <w:tab/>
        <w:t>1.013e0</w:t>
      </w:r>
    </w:p>
    <w:p w:rsidR="00C532FF" w:rsidRDefault="00C532FF" w:rsidP="00C532FF">
      <w:r>
        <w:t>264.8644</w:t>
      </w:r>
      <w:r>
        <w:tab/>
        <w:t>3.038e0</w:t>
      </w:r>
    </w:p>
    <w:p w:rsidR="00C532FF" w:rsidRDefault="00C532FF" w:rsidP="00C532FF">
      <w:r>
        <w:t>264.9330</w:t>
      </w:r>
      <w:r>
        <w:tab/>
        <w:t>3.038e0</w:t>
      </w:r>
    </w:p>
    <w:p w:rsidR="00C532FF" w:rsidRDefault="00C532FF" w:rsidP="00C532FF">
      <w:r>
        <w:t>264.9676</w:t>
      </w:r>
      <w:r>
        <w:tab/>
        <w:t>2.025e0</w:t>
      </w:r>
    </w:p>
    <w:p w:rsidR="00C532FF" w:rsidRDefault="00C532FF" w:rsidP="00C532FF">
      <w:r>
        <w:t>264.9981</w:t>
      </w:r>
      <w:r>
        <w:tab/>
        <w:t>1.013e0</w:t>
      </w:r>
    </w:p>
    <w:p w:rsidR="00C532FF" w:rsidRDefault="00C532FF" w:rsidP="00C532FF">
      <w:r>
        <w:t>264.9997</w:t>
      </w:r>
      <w:r>
        <w:tab/>
        <w:t>2.025e0</w:t>
      </w:r>
    </w:p>
    <w:p w:rsidR="00C532FF" w:rsidRDefault="00C532FF" w:rsidP="00C532FF">
      <w:r>
        <w:t>265.0050</w:t>
      </w:r>
      <w:r>
        <w:tab/>
        <w:t>3.038e0</w:t>
      </w:r>
    </w:p>
    <w:p w:rsidR="00C532FF" w:rsidRDefault="00C532FF" w:rsidP="00C532FF">
      <w:r>
        <w:t>265.0105</w:t>
      </w:r>
      <w:r>
        <w:tab/>
        <w:t>1.013e0</w:t>
      </w:r>
    </w:p>
    <w:p w:rsidR="00C532FF" w:rsidRDefault="00C532FF" w:rsidP="00C532FF">
      <w:r>
        <w:t>265.0185</w:t>
      </w:r>
      <w:r>
        <w:tab/>
        <w:t>1.013e0</w:t>
      </w:r>
    </w:p>
    <w:p w:rsidR="00C532FF" w:rsidRDefault="00C532FF" w:rsidP="00C532FF">
      <w:r>
        <w:t>265.0272</w:t>
      </w:r>
      <w:r>
        <w:tab/>
        <w:t>1.013e0</w:t>
      </w:r>
    </w:p>
    <w:p w:rsidR="00C532FF" w:rsidRDefault="00C532FF" w:rsidP="00C532FF">
      <w:r>
        <w:t>265.0609</w:t>
      </w:r>
      <w:r>
        <w:tab/>
        <w:t>2.025e0</w:t>
      </w:r>
    </w:p>
    <w:p w:rsidR="00C532FF" w:rsidRDefault="00C532FF" w:rsidP="00C532FF">
      <w:r>
        <w:lastRenderedPageBreak/>
        <w:t>265.0665</w:t>
      </w:r>
      <w:r>
        <w:tab/>
        <w:t>3.038e0</w:t>
      </w:r>
    </w:p>
    <w:p w:rsidR="00C532FF" w:rsidRDefault="00C532FF" w:rsidP="00C532FF">
      <w:r>
        <w:t>265.0838</w:t>
      </w:r>
      <w:r>
        <w:tab/>
        <w:t>1.013e0</w:t>
      </w:r>
    </w:p>
    <w:p w:rsidR="00C532FF" w:rsidRDefault="00C532FF" w:rsidP="00C532FF">
      <w:r>
        <w:t>265.0882</w:t>
      </w:r>
      <w:r>
        <w:tab/>
        <w:t>1.013e0</w:t>
      </w:r>
    </w:p>
    <w:p w:rsidR="00C532FF" w:rsidRDefault="00C532FF" w:rsidP="00C532FF">
      <w:r>
        <w:t>265.1107</w:t>
      </w:r>
      <w:r>
        <w:tab/>
        <w:t>1.013e0</w:t>
      </w:r>
    </w:p>
    <w:p w:rsidR="00C532FF" w:rsidRDefault="00C532FF" w:rsidP="00C532FF">
      <w:r>
        <w:t>265.1332</w:t>
      </w:r>
      <w:r>
        <w:tab/>
        <w:t>1.537e0</w:t>
      </w:r>
    </w:p>
    <w:p w:rsidR="00C532FF" w:rsidRDefault="00C532FF" w:rsidP="00C532FF">
      <w:r>
        <w:t>265.1380</w:t>
      </w:r>
      <w:r>
        <w:tab/>
        <w:t>2.025e0</w:t>
      </w:r>
    </w:p>
    <w:p w:rsidR="00C532FF" w:rsidRDefault="00C532FF" w:rsidP="00C532FF">
      <w:r>
        <w:t>265.1398</w:t>
      </w:r>
      <w:r>
        <w:tab/>
        <w:t>1.013e0</w:t>
      </w:r>
    </w:p>
    <w:p w:rsidR="00C532FF" w:rsidRDefault="00C532FF" w:rsidP="00C532FF">
      <w:r>
        <w:t>265.1434</w:t>
      </w:r>
      <w:r>
        <w:tab/>
        <w:t>3.038e0</w:t>
      </w:r>
    </w:p>
    <w:p w:rsidR="00C532FF" w:rsidRDefault="00C532FF" w:rsidP="00C532FF">
      <w:r>
        <w:t>265.1499</w:t>
      </w:r>
      <w:r>
        <w:tab/>
        <w:t>2.025e0</w:t>
      </w:r>
    </w:p>
    <w:p w:rsidR="00C532FF" w:rsidRDefault="00C532FF" w:rsidP="00C532FF">
      <w:r>
        <w:t>265.1618</w:t>
      </w:r>
      <w:r>
        <w:tab/>
        <w:t>2.025e0</w:t>
      </w:r>
    </w:p>
    <w:p w:rsidR="00C532FF" w:rsidRDefault="00C532FF" w:rsidP="00C532FF">
      <w:r>
        <w:t>265.1793</w:t>
      </w:r>
      <w:r>
        <w:tab/>
        <w:t>2.025e0</w:t>
      </w:r>
    </w:p>
    <w:p w:rsidR="00C532FF" w:rsidRDefault="00C532FF" w:rsidP="00C532FF">
      <w:r>
        <w:t>265.1861</w:t>
      </w:r>
      <w:r>
        <w:tab/>
        <w:t>4.051e0</w:t>
      </w:r>
    </w:p>
    <w:p w:rsidR="00C532FF" w:rsidRDefault="00C532FF" w:rsidP="00C532FF">
      <w:r>
        <w:t>265.1923</w:t>
      </w:r>
      <w:r>
        <w:tab/>
        <w:t>1.013e0</w:t>
      </w:r>
    </w:p>
    <w:p w:rsidR="00C532FF" w:rsidRDefault="00C532FF" w:rsidP="00C532FF">
      <w:r>
        <w:t>265.1986</w:t>
      </w:r>
      <w:r>
        <w:tab/>
        <w:t>3.038e0</w:t>
      </w:r>
    </w:p>
    <w:p w:rsidR="00C532FF" w:rsidRDefault="00C532FF" w:rsidP="00C532FF">
      <w:r>
        <w:t>265.2022</w:t>
      </w:r>
      <w:r>
        <w:tab/>
        <w:t>2.025e0</w:t>
      </w:r>
    </w:p>
    <w:p w:rsidR="00C532FF" w:rsidRDefault="00C532FF" w:rsidP="00C532FF">
      <w:r>
        <w:t>265.2157</w:t>
      </w:r>
      <w:r>
        <w:tab/>
        <w:t>2.025e0</w:t>
      </w:r>
    </w:p>
    <w:p w:rsidR="00C532FF" w:rsidRDefault="00C532FF" w:rsidP="00C532FF">
      <w:r>
        <w:t>265.2275</w:t>
      </w:r>
      <w:r>
        <w:tab/>
        <w:t>1.013e0</w:t>
      </w:r>
    </w:p>
    <w:p w:rsidR="00C532FF" w:rsidRDefault="00C532FF" w:rsidP="00C532FF">
      <w:r>
        <w:t>265.2354</w:t>
      </w:r>
      <w:r>
        <w:tab/>
        <w:t>1.013e0</w:t>
      </w:r>
    </w:p>
    <w:p w:rsidR="00C532FF" w:rsidRDefault="00C532FF" w:rsidP="00C532FF">
      <w:r>
        <w:t>265.2391</w:t>
      </w:r>
      <w:r>
        <w:tab/>
        <w:t>1.013e0</w:t>
      </w:r>
    </w:p>
    <w:p w:rsidR="00C532FF" w:rsidRDefault="00C532FF" w:rsidP="00C532FF">
      <w:r>
        <w:lastRenderedPageBreak/>
        <w:t>265.2621</w:t>
      </w:r>
      <w:r>
        <w:tab/>
        <w:t>1.013e0</w:t>
      </w:r>
    </w:p>
    <w:p w:rsidR="00C532FF" w:rsidRDefault="00C532FF" w:rsidP="00C532FF">
      <w:r>
        <w:t>265.2661</w:t>
      </w:r>
      <w:r>
        <w:tab/>
        <w:t>4.051e0</w:t>
      </w:r>
    </w:p>
    <w:p w:rsidR="00C532FF" w:rsidRDefault="00C532FF" w:rsidP="00C532FF">
      <w:r>
        <w:t>265.2681</w:t>
      </w:r>
      <w:r>
        <w:tab/>
        <w:t>3.038e0</w:t>
      </w:r>
    </w:p>
    <w:p w:rsidR="00C532FF" w:rsidRDefault="00C532FF" w:rsidP="00C532FF">
      <w:r>
        <w:t>265.3087</w:t>
      </w:r>
      <w:r>
        <w:tab/>
        <w:t>1.013e0</w:t>
      </w:r>
    </w:p>
    <w:p w:rsidR="00C532FF" w:rsidRDefault="00C532FF" w:rsidP="00C532FF">
      <w:r>
        <w:t>265.3362</w:t>
      </w:r>
      <w:r>
        <w:tab/>
        <w:t>3.038e0</w:t>
      </w:r>
    </w:p>
    <w:p w:rsidR="00C532FF" w:rsidRDefault="00C532FF" w:rsidP="00C532FF">
      <w:r>
        <w:t>265.3396</w:t>
      </w:r>
      <w:r>
        <w:tab/>
        <w:t>1.013e0</w:t>
      </w:r>
    </w:p>
    <w:p w:rsidR="00C532FF" w:rsidRDefault="00C532FF" w:rsidP="00C532FF">
      <w:r>
        <w:t>265.3651</w:t>
      </w:r>
      <w:r>
        <w:tab/>
        <w:t>1.013e0</w:t>
      </w:r>
    </w:p>
    <w:p w:rsidR="00C532FF" w:rsidRDefault="00C532FF" w:rsidP="00C532FF">
      <w:r>
        <w:t>265.3864</w:t>
      </w:r>
      <w:r>
        <w:tab/>
        <w:t>2.025e0</w:t>
      </w:r>
    </w:p>
    <w:p w:rsidR="00C532FF" w:rsidRDefault="00C532FF" w:rsidP="00C532FF">
      <w:r>
        <w:t>265.3945</w:t>
      </w:r>
      <w:r>
        <w:tab/>
        <w:t>1.013e0</w:t>
      </w:r>
    </w:p>
    <w:p w:rsidR="00C532FF" w:rsidRDefault="00C532FF" w:rsidP="00C532FF">
      <w:r>
        <w:t>265.4047</w:t>
      </w:r>
      <w:r>
        <w:tab/>
        <w:t>1.013e0</w:t>
      </w:r>
    </w:p>
    <w:p w:rsidR="00C532FF" w:rsidRDefault="00C532FF" w:rsidP="00C532FF">
      <w:r>
        <w:t>265.4136</w:t>
      </w:r>
      <w:r>
        <w:tab/>
        <w:t>1.013e0</w:t>
      </w:r>
    </w:p>
    <w:p w:rsidR="00C532FF" w:rsidRDefault="00C532FF" w:rsidP="00C532FF">
      <w:r>
        <w:t>265.4174</w:t>
      </w:r>
      <w:r>
        <w:tab/>
        <w:t>2.025e0</w:t>
      </w:r>
    </w:p>
    <w:p w:rsidR="00C532FF" w:rsidRDefault="00C532FF" w:rsidP="00C532FF">
      <w:r>
        <w:t>265.4819</w:t>
      </w:r>
      <w:r>
        <w:tab/>
        <w:t>4.051e0</w:t>
      </w:r>
    </w:p>
    <w:p w:rsidR="00C532FF" w:rsidRDefault="00C532FF" w:rsidP="00C532FF">
      <w:r>
        <w:t>265.4872</w:t>
      </w:r>
      <w:r>
        <w:tab/>
        <w:t>1.013e0</w:t>
      </w:r>
    </w:p>
    <w:p w:rsidR="00C532FF" w:rsidRDefault="00C532FF" w:rsidP="00C532FF">
      <w:r>
        <w:t>265.4992</w:t>
      </w:r>
      <w:r>
        <w:tab/>
        <w:t>1.013e0</w:t>
      </w:r>
    </w:p>
    <w:p w:rsidR="00C532FF" w:rsidRDefault="00C532FF" w:rsidP="00C532FF">
      <w:r>
        <w:t>265.5341</w:t>
      </w:r>
      <w:r>
        <w:tab/>
        <w:t>1.013e0</w:t>
      </w:r>
    </w:p>
    <w:p w:rsidR="00C532FF" w:rsidRDefault="00C532FF" w:rsidP="00C532FF">
      <w:r>
        <w:t>265.5377</w:t>
      </w:r>
      <w:r>
        <w:tab/>
        <w:t>1.013e0</w:t>
      </w:r>
    </w:p>
    <w:p w:rsidR="00C532FF" w:rsidRDefault="00C532FF" w:rsidP="00C532FF">
      <w:r>
        <w:t>265.5420</w:t>
      </w:r>
      <w:r>
        <w:tab/>
        <w:t>1.013e0</w:t>
      </w:r>
    </w:p>
    <w:p w:rsidR="00C532FF" w:rsidRDefault="00C532FF" w:rsidP="00C532FF">
      <w:r>
        <w:t>265.5465</w:t>
      </w:r>
      <w:r>
        <w:tab/>
        <w:t>1.013e0</w:t>
      </w:r>
    </w:p>
    <w:p w:rsidR="00C532FF" w:rsidRDefault="00C532FF" w:rsidP="00C532FF">
      <w:r>
        <w:lastRenderedPageBreak/>
        <w:t>265.5567</w:t>
      </w:r>
      <w:r>
        <w:tab/>
        <w:t>1.013e0</w:t>
      </w:r>
    </w:p>
    <w:p w:rsidR="00C532FF" w:rsidRDefault="00C532FF" w:rsidP="00C532FF">
      <w:r>
        <w:t>265.5708</w:t>
      </w:r>
      <w:r>
        <w:tab/>
        <w:t>2.025e0</w:t>
      </w:r>
    </w:p>
    <w:p w:rsidR="00C532FF" w:rsidRDefault="00C532FF" w:rsidP="00C532FF">
      <w:r>
        <w:t>265.5765</w:t>
      </w:r>
      <w:r>
        <w:tab/>
        <w:t>1.013e0</w:t>
      </w:r>
    </w:p>
    <w:p w:rsidR="00C532FF" w:rsidRDefault="00C532FF" w:rsidP="00C532FF">
      <w:r>
        <w:t>265.5997</w:t>
      </w:r>
      <w:r>
        <w:tab/>
        <w:t>2.025e0</w:t>
      </w:r>
    </w:p>
    <w:p w:rsidR="00C532FF" w:rsidRDefault="00C532FF" w:rsidP="00C532FF">
      <w:r>
        <w:t>265.6152</w:t>
      </w:r>
      <w:r>
        <w:tab/>
        <w:t>1.013e0</w:t>
      </w:r>
    </w:p>
    <w:p w:rsidR="00C532FF" w:rsidRDefault="00C532FF" w:rsidP="00C532FF">
      <w:r>
        <w:t>265.6252</w:t>
      </w:r>
      <w:r>
        <w:tab/>
        <w:t>2.025e0</w:t>
      </w:r>
    </w:p>
    <w:p w:rsidR="00C532FF" w:rsidRDefault="00C532FF" w:rsidP="00C532FF">
      <w:r>
        <w:t>265.6425</w:t>
      </w:r>
      <w:r>
        <w:tab/>
        <w:t>1.013e0</w:t>
      </w:r>
    </w:p>
    <w:p w:rsidR="00C532FF" w:rsidRDefault="00C532FF" w:rsidP="00C532FF">
      <w:r>
        <w:t>265.6593</w:t>
      </w:r>
      <w:r>
        <w:tab/>
        <w:t>1.013e0</w:t>
      </w:r>
    </w:p>
    <w:p w:rsidR="00C532FF" w:rsidRDefault="00C532FF" w:rsidP="00C532FF">
      <w:r>
        <w:t>265.6790</w:t>
      </w:r>
      <w:r>
        <w:tab/>
        <w:t>2.025e0</w:t>
      </w:r>
    </w:p>
    <w:p w:rsidR="00C532FF" w:rsidRDefault="00C532FF" w:rsidP="00C532FF">
      <w:r>
        <w:t>265.7044</w:t>
      </w:r>
      <w:r>
        <w:tab/>
        <w:t>3.038e0</w:t>
      </w:r>
    </w:p>
    <w:p w:rsidR="00C532FF" w:rsidRDefault="00C532FF" w:rsidP="00C532FF">
      <w:r>
        <w:t>265.7238</w:t>
      </w:r>
      <w:r>
        <w:tab/>
        <w:t>1.013e0</w:t>
      </w:r>
    </w:p>
    <w:p w:rsidR="00C532FF" w:rsidRDefault="00C532FF" w:rsidP="00C532FF">
      <w:r>
        <w:t>265.7280</w:t>
      </w:r>
      <w:r>
        <w:tab/>
        <w:t>1.013e0</w:t>
      </w:r>
    </w:p>
    <w:p w:rsidR="00C532FF" w:rsidRDefault="00C532FF" w:rsidP="00C532FF">
      <w:r>
        <w:t>265.7333</w:t>
      </w:r>
      <w:r>
        <w:tab/>
        <w:t>1.013e0</w:t>
      </w:r>
    </w:p>
    <w:p w:rsidR="00C532FF" w:rsidRDefault="00C532FF" w:rsidP="00C532FF">
      <w:r>
        <w:t>265.7467</w:t>
      </w:r>
      <w:r>
        <w:tab/>
        <w:t>1.013e0</w:t>
      </w:r>
    </w:p>
    <w:p w:rsidR="00C532FF" w:rsidRDefault="00C532FF" w:rsidP="00C532FF">
      <w:r>
        <w:t>265.7510</w:t>
      </w:r>
      <w:r>
        <w:tab/>
        <w:t>1.013e0</w:t>
      </w:r>
    </w:p>
    <w:p w:rsidR="00C532FF" w:rsidRDefault="00C532FF" w:rsidP="00C532FF">
      <w:r>
        <w:t>265.7629</w:t>
      </w:r>
      <w:r>
        <w:tab/>
        <w:t>1.013e0</w:t>
      </w:r>
    </w:p>
    <w:p w:rsidR="00C532FF" w:rsidRDefault="00C532FF" w:rsidP="00C532FF">
      <w:r>
        <w:t>265.7676</w:t>
      </w:r>
      <w:r>
        <w:tab/>
        <w:t>1.013e0</w:t>
      </w:r>
    </w:p>
    <w:p w:rsidR="00C532FF" w:rsidRDefault="00C532FF" w:rsidP="00C532FF">
      <w:r>
        <w:t>265.7896</w:t>
      </w:r>
      <w:r>
        <w:tab/>
        <w:t>1.013e0</w:t>
      </w:r>
    </w:p>
    <w:p w:rsidR="00C532FF" w:rsidRDefault="00C532FF" w:rsidP="00C532FF">
      <w:r>
        <w:t>265.8167</w:t>
      </w:r>
      <w:r>
        <w:tab/>
        <w:t>1.013e0</w:t>
      </w:r>
    </w:p>
    <w:p w:rsidR="00C532FF" w:rsidRDefault="00C532FF" w:rsidP="00C532FF">
      <w:r>
        <w:lastRenderedPageBreak/>
        <w:t>265.8507</w:t>
      </w:r>
      <w:r>
        <w:tab/>
        <w:t>1.013e0</w:t>
      </w:r>
    </w:p>
    <w:p w:rsidR="00C532FF" w:rsidRDefault="00C532FF" w:rsidP="00C532FF">
      <w:r>
        <w:t>265.8595</w:t>
      </w:r>
      <w:r>
        <w:tab/>
        <w:t>1.013e0</w:t>
      </w:r>
    </w:p>
    <w:p w:rsidR="00C532FF" w:rsidRDefault="00C532FF" w:rsidP="00C532FF">
      <w:r>
        <w:t>265.8676</w:t>
      </w:r>
      <w:r>
        <w:tab/>
        <w:t>1.013e0</w:t>
      </w:r>
    </w:p>
    <w:p w:rsidR="00C532FF" w:rsidRDefault="00C532FF" w:rsidP="00C532FF">
      <w:r>
        <w:t>265.8900</w:t>
      </w:r>
      <w:r>
        <w:tab/>
        <w:t>1.013e0</w:t>
      </w:r>
    </w:p>
    <w:p w:rsidR="00C532FF" w:rsidRDefault="00C532FF" w:rsidP="00C532FF">
      <w:r>
        <w:t>265.9024</w:t>
      </w:r>
      <w:r>
        <w:tab/>
        <w:t>1.013e0</w:t>
      </w:r>
    </w:p>
    <w:p w:rsidR="00C532FF" w:rsidRDefault="00C532FF" w:rsidP="00C532FF">
      <w:r>
        <w:t>265.9332</w:t>
      </w:r>
      <w:r>
        <w:tab/>
        <w:t>2.025e0</w:t>
      </w:r>
    </w:p>
    <w:p w:rsidR="00C532FF" w:rsidRDefault="00C532FF" w:rsidP="00C532FF">
      <w:r>
        <w:t>265.9452</w:t>
      </w:r>
      <w:r>
        <w:tab/>
        <w:t>3.038e0</w:t>
      </w:r>
    </w:p>
    <w:p w:rsidR="00C532FF" w:rsidRDefault="00C532FF" w:rsidP="00C532FF">
      <w:r>
        <w:t>265.9717</w:t>
      </w:r>
      <w:r>
        <w:tab/>
        <w:t>2.025e0</w:t>
      </w:r>
    </w:p>
    <w:p w:rsidR="00C532FF" w:rsidRDefault="00C532FF" w:rsidP="00C532FF">
      <w:r>
        <w:t>265.9867</w:t>
      </w:r>
      <w:r>
        <w:tab/>
        <w:t>2.025e0</w:t>
      </w:r>
    </w:p>
    <w:p w:rsidR="00C532FF" w:rsidRDefault="00C532FF" w:rsidP="00C532FF">
      <w:r>
        <w:t>266.0068</w:t>
      </w:r>
      <w:r>
        <w:tab/>
        <w:t>2.025e0</w:t>
      </w:r>
    </w:p>
    <w:p w:rsidR="00C532FF" w:rsidRDefault="00C532FF" w:rsidP="00C532FF">
      <w:r>
        <w:t>266.0150</w:t>
      </w:r>
      <w:r>
        <w:tab/>
        <w:t>2.025e0</w:t>
      </w:r>
    </w:p>
    <w:p w:rsidR="00C532FF" w:rsidRDefault="00C532FF" w:rsidP="00C532FF">
      <w:r>
        <w:t>266.0226</w:t>
      </w:r>
      <w:r>
        <w:tab/>
        <w:t>2.025e0</w:t>
      </w:r>
    </w:p>
    <w:p w:rsidR="00C532FF" w:rsidRDefault="00C532FF" w:rsidP="00C532FF">
      <w:r>
        <w:t>266.0303</w:t>
      </w:r>
      <w:r>
        <w:tab/>
        <w:t>2.025e0</w:t>
      </w:r>
    </w:p>
    <w:p w:rsidR="00C532FF" w:rsidRDefault="00C532FF" w:rsidP="00C532FF">
      <w:r>
        <w:t>266.0324</w:t>
      </w:r>
      <w:r>
        <w:tab/>
        <w:t>2.025e0</w:t>
      </w:r>
    </w:p>
    <w:p w:rsidR="00C532FF" w:rsidRDefault="00C532FF" w:rsidP="00C532FF">
      <w:r>
        <w:t>266.0381</w:t>
      </w:r>
      <w:r>
        <w:tab/>
        <w:t>2.025e0</w:t>
      </w:r>
    </w:p>
    <w:p w:rsidR="00C532FF" w:rsidRDefault="00C532FF" w:rsidP="00C532FF">
      <w:r>
        <w:t>266.0547</w:t>
      </w:r>
      <w:r>
        <w:tab/>
        <w:t>2.025e0</w:t>
      </w:r>
    </w:p>
    <w:p w:rsidR="00C532FF" w:rsidRDefault="00C532FF" w:rsidP="00C532FF">
      <w:r>
        <w:t>266.0600</w:t>
      </w:r>
      <w:r>
        <w:tab/>
        <w:t>4.051e0</w:t>
      </w:r>
    </w:p>
    <w:p w:rsidR="00C532FF" w:rsidRDefault="00C532FF" w:rsidP="00C532FF">
      <w:r>
        <w:t>266.0630</w:t>
      </w:r>
      <w:r>
        <w:tab/>
        <w:t>2.025e0</w:t>
      </w:r>
    </w:p>
    <w:p w:rsidR="00C532FF" w:rsidRDefault="00C532FF" w:rsidP="00C532FF">
      <w:r>
        <w:t>266.0694</w:t>
      </w:r>
      <w:r>
        <w:tab/>
        <w:t>4.051e0</w:t>
      </w:r>
    </w:p>
    <w:p w:rsidR="00C532FF" w:rsidRDefault="00C532FF" w:rsidP="00C532FF">
      <w:r>
        <w:lastRenderedPageBreak/>
        <w:t>266.0926</w:t>
      </w:r>
      <w:r>
        <w:tab/>
        <w:t>1.013e0</w:t>
      </w:r>
    </w:p>
    <w:p w:rsidR="00C532FF" w:rsidRDefault="00C532FF" w:rsidP="00C532FF">
      <w:r>
        <w:t>266.1079</w:t>
      </w:r>
      <w:r>
        <w:tab/>
        <w:t>1.553e1</w:t>
      </w:r>
    </w:p>
    <w:p w:rsidR="00C532FF" w:rsidRDefault="00C532FF" w:rsidP="00C532FF">
      <w:r>
        <w:t>266.1169</w:t>
      </w:r>
      <w:r>
        <w:tab/>
        <w:t>1.995e1</w:t>
      </w:r>
    </w:p>
    <w:p w:rsidR="00C532FF" w:rsidRDefault="00C532FF" w:rsidP="00C532FF">
      <w:r>
        <w:t>266.1195</w:t>
      </w:r>
      <w:r>
        <w:tab/>
        <w:t>2.127e1</w:t>
      </w:r>
    </w:p>
    <w:p w:rsidR="00C532FF" w:rsidRDefault="00C532FF" w:rsidP="00C532FF">
      <w:r>
        <w:t>266.1205</w:t>
      </w:r>
      <w:r>
        <w:tab/>
        <w:t>1.842e1</w:t>
      </w:r>
    </w:p>
    <w:p w:rsidR="00C532FF" w:rsidRDefault="00C532FF" w:rsidP="00C532FF">
      <w:r>
        <w:t>266.1221</w:t>
      </w:r>
      <w:r>
        <w:tab/>
        <w:t>1.114e1</w:t>
      </w:r>
    </w:p>
    <w:p w:rsidR="00C532FF" w:rsidRDefault="00C532FF" w:rsidP="00C532FF">
      <w:r>
        <w:t>266.1320</w:t>
      </w:r>
      <w:r>
        <w:tab/>
        <w:t>2.025e0</w:t>
      </w:r>
    </w:p>
    <w:p w:rsidR="00C532FF" w:rsidRDefault="00C532FF" w:rsidP="00C532FF">
      <w:r>
        <w:t>266.1523</w:t>
      </w:r>
      <w:r>
        <w:tab/>
        <w:t>2.025e0</w:t>
      </w:r>
    </w:p>
    <w:p w:rsidR="00C532FF" w:rsidRDefault="00C532FF" w:rsidP="00C532FF">
      <w:r>
        <w:t>266.1583</w:t>
      </w:r>
      <w:r>
        <w:tab/>
        <w:t>1.013e0</w:t>
      </w:r>
    </w:p>
    <w:p w:rsidR="00C532FF" w:rsidRDefault="00C532FF" w:rsidP="00C532FF">
      <w:r>
        <w:t>266.1696</w:t>
      </w:r>
      <w:r>
        <w:tab/>
        <w:t>4.741e0</w:t>
      </w:r>
    </w:p>
    <w:p w:rsidR="00C532FF" w:rsidRDefault="00C532FF" w:rsidP="00C532FF">
      <w:r>
        <w:t>266.1741</w:t>
      </w:r>
      <w:r>
        <w:tab/>
        <w:t>2.025e0</w:t>
      </w:r>
    </w:p>
    <w:p w:rsidR="00C532FF" w:rsidRDefault="00C532FF" w:rsidP="00C532FF">
      <w:r>
        <w:t>266.1932</w:t>
      </w:r>
      <w:r>
        <w:tab/>
        <w:t>1.013e0</w:t>
      </w:r>
    </w:p>
    <w:p w:rsidR="00C532FF" w:rsidRDefault="00C532FF" w:rsidP="00C532FF">
      <w:r>
        <w:t>266.2025</w:t>
      </w:r>
      <w:r>
        <w:tab/>
        <w:t>4.051e0</w:t>
      </w:r>
      <w:bookmarkStart w:id="0" w:name="_GoBack"/>
      <w:bookmarkEnd w:id="0"/>
    </w:p>
    <w:p w:rsidR="00595483" w:rsidRPr="00044EB7" w:rsidRDefault="00595483" w:rsidP="00044EB7"/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A563A9"/>
    <w:rsid w:val="00B22530"/>
    <w:rsid w:val="00BD115B"/>
    <w:rsid w:val="00C532FF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CF163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    <Relationship Id="rId7" Type="http://schemas.openxmlformats.org/officeDocument/2006/relationships/customXml" Target="../customXml/item1.xml"/>
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  <Relationships xmlns="http://schemas.openxmlformats.org/package/2006/relationships">
    <Relationship Id="rId7" Type="http://schemas.openxmlformats.org/officeDocument/2006/relationships/customXmlProps" Target="itemProps1.xml"/>
  </Relationships>

</file>

<file path=customXml/item1.xml><?xml version="1.0" encoding="utf-8"?>
<LabArchives xmlns:xsi="http://www.w3.org/2001/XMLSchema-instance" xmlns:xsd="http://www.w3.org/2001/XMLSchema">
  <BaseUri>https://uk-mynotebook.labarchives.com</BaseUri>
  <eid>NzgxMy4wfDQxNDUvNjAxMC9FbnRyeVBhcnQvMjQ1OTkyMzQzMnwxOTgzMy4w</eid>
  <version>1</version>
  <updated-at>2022-06-11T13:59:11+01:00</updated-at>
</LabArchives>
</file>

<file path=customXml/itemProps1.xml><?xml version="1.0" encoding="utf-8"?>
<ds:datastoreItem xmlns:ds="http://schemas.openxmlformats.org/officeDocument/2006/customXml" ds:itemID="{BE94F050-CA5B-431B-A5C7-29EAAB37427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136</Pages>
  <Words>6598</Words>
  <Characters>37611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44121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2022-06-10T15:39:00Z</dcterms:created>
  <dcterms:modified xsi:type="dcterms:W3CDTF">2022-06-10T15:39:00Z</dcterms:modified>
</cp:coreProperties>
</file>